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C7D" w:rsidRPr="00E91165" w:rsidRDefault="00576B67" w:rsidP="00D52C7D">
      <w:pPr>
        <w:spacing w:after="0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Objetiva XEEN de 20mm T1.9</w:t>
      </w:r>
    </w:p>
    <w:p w:rsidR="00D52C7D" w:rsidRPr="00183B50" w:rsidRDefault="00323E17" w:rsidP="00183B50">
      <w:pPr>
        <w:adjustRightInd w:val="0"/>
        <w:jc w:val="center"/>
        <w:rPr>
          <w:rFonts w:ascii="Tahoma" w:hAnsi="Tahoma" w:cs="Tahoma"/>
          <w:b/>
          <w:bCs/>
          <w:sz w:val="32"/>
          <w:szCs w:val="40"/>
        </w:rPr>
      </w:pPr>
      <w:proofErr w:type="spellStart"/>
      <w:r w:rsidRPr="000D4580">
        <w:rPr>
          <w:rFonts w:ascii="Tahoma" w:hAnsi="Tahoma" w:cs="Tahoma"/>
          <w:b/>
          <w:bCs/>
          <w:sz w:val="32"/>
          <w:szCs w:val="40"/>
        </w:rPr>
        <w:t>Samyang</w:t>
      </w:r>
      <w:proofErr w:type="spellEnd"/>
      <w:r w:rsidRPr="000D4580">
        <w:rPr>
          <w:rFonts w:ascii="Tahoma" w:hAnsi="Tahoma" w:cs="Tahoma"/>
          <w:b/>
          <w:bCs/>
          <w:sz w:val="32"/>
          <w:szCs w:val="40"/>
        </w:rPr>
        <w:t xml:space="preserve"> </w:t>
      </w:r>
      <w:r w:rsidR="00576B67">
        <w:rPr>
          <w:rFonts w:ascii="Tahoma" w:hAnsi="Tahoma" w:cs="Tahoma"/>
          <w:b/>
          <w:bCs/>
          <w:sz w:val="32"/>
          <w:szCs w:val="40"/>
        </w:rPr>
        <w:t>a</w:t>
      </w:r>
      <w:r>
        <w:rPr>
          <w:rFonts w:ascii="Tahoma" w:hAnsi="Tahoma" w:cs="Tahoma"/>
          <w:b/>
          <w:bCs/>
          <w:sz w:val="32"/>
          <w:szCs w:val="40"/>
        </w:rPr>
        <w:t>nuncia</w:t>
      </w:r>
      <w:r w:rsidRPr="000D4580">
        <w:rPr>
          <w:rFonts w:ascii="Tahoma" w:hAnsi="Tahoma" w:cs="Tahoma"/>
          <w:b/>
          <w:bCs/>
          <w:sz w:val="32"/>
          <w:szCs w:val="40"/>
        </w:rPr>
        <w:t xml:space="preserve"> </w:t>
      </w:r>
      <w:r w:rsidR="00576B67">
        <w:rPr>
          <w:rFonts w:ascii="Tahoma" w:hAnsi="Tahoma" w:cs="Tahoma"/>
          <w:b/>
          <w:bCs/>
          <w:sz w:val="32"/>
          <w:szCs w:val="40"/>
        </w:rPr>
        <w:t xml:space="preserve">nova objetiva profissional </w:t>
      </w:r>
      <w:r w:rsidRPr="000D4580">
        <w:rPr>
          <w:rFonts w:ascii="Tahoma" w:hAnsi="Tahoma" w:cs="Tahoma"/>
          <w:b/>
          <w:bCs/>
          <w:sz w:val="32"/>
          <w:szCs w:val="40"/>
        </w:rPr>
        <w:t>XEEN 20mm T1.9</w:t>
      </w:r>
    </w:p>
    <w:p w:rsidR="00D52C7D" w:rsidRPr="00E91165" w:rsidRDefault="00F748D6" w:rsidP="00D52C7D">
      <w:pPr>
        <w:spacing w:after="0"/>
        <w:jc w:val="center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Nova objetiva profissional para soluções de vídeo e cinema superiores a 4K.</w:t>
      </w:r>
      <w:r w:rsidR="00D52C7D" w:rsidRPr="00E91165">
        <w:rPr>
          <w:rFonts w:ascii="Arial" w:hAnsi="Arial" w:cs="Arial"/>
          <w:bCs/>
          <w:i/>
          <w:sz w:val="24"/>
          <w:szCs w:val="24"/>
        </w:rPr>
        <w:t xml:space="preserve"> </w:t>
      </w:r>
    </w:p>
    <w:p w:rsidR="00D52C7D" w:rsidRDefault="00D52C7D" w:rsidP="00D52C7D">
      <w:pPr>
        <w:spacing w:after="0"/>
        <w:jc w:val="center"/>
        <w:rPr>
          <w:rFonts w:ascii="Arial" w:hAnsi="Arial" w:cs="Arial"/>
          <w:b/>
          <w:bCs/>
          <w:sz w:val="28"/>
          <w:szCs w:val="24"/>
        </w:rPr>
      </w:pPr>
      <w:r>
        <w:rPr>
          <w:rFonts w:ascii="Arial" w:hAnsi="Arial" w:cs="Arial"/>
          <w:bCs/>
          <w:sz w:val="18"/>
          <w:szCs w:val="24"/>
        </w:rPr>
        <w:br/>
      </w:r>
      <w:r w:rsidR="006C7ED6">
        <w:rPr>
          <w:rFonts w:ascii="Arial" w:hAnsi="Arial" w:cs="Arial"/>
          <w:b/>
          <w:bCs/>
          <w:noProof/>
          <w:sz w:val="28"/>
          <w:szCs w:val="24"/>
          <w:lang w:eastAsia="pt-PT"/>
        </w:rPr>
        <w:drawing>
          <wp:inline distT="0" distB="0" distL="0" distR="0">
            <wp:extent cx="3600000" cy="3227893"/>
            <wp:effectExtent l="0" t="0" r="63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ighres-XEEN_20mmjpg_1486128032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227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C7D" w:rsidRDefault="00D52C7D" w:rsidP="00D52C7D">
      <w:pPr>
        <w:spacing w:after="0"/>
        <w:jc w:val="center"/>
        <w:rPr>
          <w:rFonts w:ascii="Arial" w:hAnsi="Arial" w:cs="Arial"/>
          <w:b/>
          <w:bCs/>
          <w:sz w:val="28"/>
          <w:szCs w:val="24"/>
        </w:rPr>
      </w:pPr>
    </w:p>
    <w:p w:rsidR="006C7ED6" w:rsidRDefault="00323E17" w:rsidP="00323E17">
      <w:pPr>
        <w:adjustRightInd w:val="0"/>
        <w:spacing w:line="360" w:lineRule="auto"/>
        <w:rPr>
          <w:rFonts w:ascii="Arial" w:hAnsi="Arial" w:cs="Arial"/>
        </w:rPr>
      </w:pPr>
      <w:r w:rsidRPr="00323E17">
        <w:rPr>
          <w:rFonts w:ascii="Arial" w:hAnsi="Arial" w:cs="Arial"/>
          <w:b/>
          <w:bCs/>
        </w:rPr>
        <w:t xml:space="preserve">Lisboa, </w:t>
      </w:r>
      <w:r w:rsidR="00183B50">
        <w:rPr>
          <w:rFonts w:ascii="Arial" w:hAnsi="Arial" w:cs="Arial"/>
          <w:b/>
          <w:bCs/>
        </w:rPr>
        <w:t>7</w:t>
      </w:r>
      <w:bookmarkStart w:id="0" w:name="_GoBack"/>
      <w:bookmarkEnd w:id="0"/>
      <w:r w:rsidRPr="00323E17">
        <w:rPr>
          <w:rFonts w:ascii="Arial" w:hAnsi="Arial" w:cs="Arial"/>
          <w:b/>
          <w:bCs/>
        </w:rPr>
        <w:t xml:space="preserve"> de fevereiro, 2017 –</w:t>
      </w:r>
      <w:r w:rsidRPr="00323E17">
        <w:rPr>
          <w:rFonts w:ascii="Arial" w:hAnsi="Arial" w:cs="Arial"/>
        </w:rPr>
        <w:t xml:space="preserve"> A </w:t>
      </w:r>
      <w:proofErr w:type="spellStart"/>
      <w:r w:rsidRPr="00323E17">
        <w:rPr>
          <w:rFonts w:ascii="Arial" w:hAnsi="Arial" w:cs="Arial"/>
        </w:rPr>
        <w:t>Samyang</w:t>
      </w:r>
      <w:proofErr w:type="spellEnd"/>
      <w:r w:rsidRPr="00323E17">
        <w:rPr>
          <w:rFonts w:ascii="Arial" w:hAnsi="Arial" w:cs="Arial"/>
        </w:rPr>
        <w:t xml:space="preserve"> </w:t>
      </w:r>
      <w:proofErr w:type="spellStart"/>
      <w:r w:rsidRPr="00323E17">
        <w:rPr>
          <w:rFonts w:ascii="Arial" w:hAnsi="Arial" w:cs="Arial"/>
        </w:rPr>
        <w:t>Optics</w:t>
      </w:r>
      <w:proofErr w:type="spellEnd"/>
      <w:r w:rsidRPr="00323E17">
        <w:rPr>
          <w:rFonts w:ascii="Arial" w:hAnsi="Arial" w:cs="Arial"/>
        </w:rPr>
        <w:t xml:space="preserve"> (http://www.samyanglensglobal.com), empresa especializada em equipamento ótico, anunciou hoje a nova </w:t>
      </w:r>
      <w:r w:rsidR="00DD155B">
        <w:rPr>
          <w:rFonts w:ascii="Arial" w:hAnsi="Arial" w:cs="Arial"/>
        </w:rPr>
        <w:t>objetiva</w:t>
      </w:r>
      <w:r w:rsidRPr="00323E17">
        <w:rPr>
          <w:rFonts w:ascii="Arial" w:hAnsi="Arial" w:cs="Arial"/>
        </w:rPr>
        <w:t xml:space="preserve"> profissional XEEN de 20mm T1.9 para vídeo e cinema. Esta </w:t>
      </w:r>
      <w:r w:rsidR="00DD155B">
        <w:rPr>
          <w:rFonts w:ascii="Arial" w:hAnsi="Arial" w:cs="Arial"/>
        </w:rPr>
        <w:t>objetiva</w:t>
      </w:r>
      <w:r w:rsidRPr="00323E17">
        <w:rPr>
          <w:rFonts w:ascii="Arial" w:hAnsi="Arial" w:cs="Arial"/>
        </w:rPr>
        <w:t xml:space="preserve"> eleva a gama de </w:t>
      </w:r>
      <w:r w:rsidR="00DD155B">
        <w:rPr>
          <w:rFonts w:ascii="Arial" w:hAnsi="Arial" w:cs="Arial"/>
        </w:rPr>
        <w:t xml:space="preserve">objetivas </w:t>
      </w:r>
      <w:r w:rsidRPr="00323E17">
        <w:rPr>
          <w:rFonts w:ascii="Arial" w:hAnsi="Arial" w:cs="Arial"/>
        </w:rPr>
        <w:t xml:space="preserve">a um total de oito e enaltece as já existentes: 14mm, 16mm, 24mm, 35mm, 50mm, 85mm </w:t>
      </w:r>
      <w:proofErr w:type="spellStart"/>
      <w:r w:rsidRPr="00323E17">
        <w:rPr>
          <w:rFonts w:ascii="Arial" w:hAnsi="Arial" w:cs="Arial"/>
        </w:rPr>
        <w:t>and</w:t>
      </w:r>
      <w:proofErr w:type="spellEnd"/>
      <w:r w:rsidRPr="00323E17">
        <w:rPr>
          <w:rFonts w:ascii="Arial" w:hAnsi="Arial" w:cs="Arial"/>
        </w:rPr>
        <w:t xml:space="preserve"> 135mm. A nova XEEN de 20mm oferece uma qualidade de imagem sem precedentes para produções de vídeo e cinema com poder de resolução superior a 4k.</w:t>
      </w:r>
    </w:p>
    <w:p w:rsidR="006C7ED6" w:rsidRDefault="00323E17" w:rsidP="00323E17">
      <w:pPr>
        <w:adjustRightInd w:val="0"/>
        <w:spacing w:line="360" w:lineRule="auto"/>
        <w:rPr>
          <w:rFonts w:ascii="Arial" w:hAnsi="Arial" w:cs="Arial"/>
        </w:rPr>
      </w:pPr>
      <w:r w:rsidRPr="00323E17">
        <w:rPr>
          <w:rFonts w:ascii="Arial" w:hAnsi="Arial" w:cs="Arial"/>
        </w:rPr>
        <w:t xml:space="preserve">A XEEN é uma marca especializada em </w:t>
      </w:r>
      <w:r w:rsidR="00DD155B">
        <w:rPr>
          <w:rFonts w:ascii="Arial" w:hAnsi="Arial" w:cs="Arial"/>
        </w:rPr>
        <w:t>objetivas</w:t>
      </w:r>
      <w:r w:rsidRPr="00323E17">
        <w:rPr>
          <w:rFonts w:ascii="Arial" w:hAnsi="Arial" w:cs="Arial"/>
        </w:rPr>
        <w:t xml:space="preserve"> profissiona</w:t>
      </w:r>
      <w:r w:rsidR="00DD155B">
        <w:rPr>
          <w:rFonts w:ascii="Arial" w:hAnsi="Arial" w:cs="Arial"/>
        </w:rPr>
        <w:t xml:space="preserve">is para </w:t>
      </w:r>
      <w:r w:rsidRPr="00323E17">
        <w:rPr>
          <w:rFonts w:ascii="Arial" w:hAnsi="Arial" w:cs="Arial"/>
        </w:rPr>
        <w:t xml:space="preserve">vídeo </w:t>
      </w:r>
      <w:r w:rsidR="00DD155B">
        <w:rPr>
          <w:rFonts w:ascii="Arial" w:hAnsi="Arial" w:cs="Arial"/>
        </w:rPr>
        <w:t xml:space="preserve">e cinema </w:t>
      </w:r>
      <w:r w:rsidRPr="00323E17">
        <w:rPr>
          <w:rFonts w:ascii="Arial" w:hAnsi="Arial" w:cs="Arial"/>
        </w:rPr>
        <w:t xml:space="preserve">lançada pela </w:t>
      </w:r>
      <w:proofErr w:type="spellStart"/>
      <w:r w:rsidRPr="00323E17">
        <w:rPr>
          <w:rFonts w:ascii="Arial" w:hAnsi="Arial" w:cs="Arial"/>
        </w:rPr>
        <w:t>Samyang</w:t>
      </w:r>
      <w:proofErr w:type="spellEnd"/>
      <w:r w:rsidRPr="00323E17">
        <w:rPr>
          <w:rFonts w:ascii="Arial" w:hAnsi="Arial" w:cs="Arial"/>
        </w:rPr>
        <w:t xml:space="preserve"> </w:t>
      </w:r>
      <w:proofErr w:type="spellStart"/>
      <w:r w:rsidRPr="00323E17">
        <w:rPr>
          <w:rFonts w:ascii="Arial" w:hAnsi="Arial" w:cs="Arial"/>
        </w:rPr>
        <w:t>Optics</w:t>
      </w:r>
      <w:proofErr w:type="spellEnd"/>
      <w:r w:rsidRPr="00323E17">
        <w:rPr>
          <w:rFonts w:ascii="Arial" w:hAnsi="Arial" w:cs="Arial"/>
        </w:rPr>
        <w:t xml:space="preserve"> em 2015. A série XEEN foi concebida para vídeos de definição </w:t>
      </w:r>
      <w:r w:rsidR="001A1884">
        <w:rPr>
          <w:rFonts w:ascii="Arial" w:hAnsi="Arial" w:cs="Arial"/>
        </w:rPr>
        <w:t xml:space="preserve">UHD </w:t>
      </w:r>
      <w:r w:rsidRPr="00323E17">
        <w:rPr>
          <w:rFonts w:ascii="Arial" w:hAnsi="Arial" w:cs="Arial"/>
        </w:rPr>
        <w:t xml:space="preserve">e é notável pela sua performance ótica a 4K e superior. As lentes também beneficiam da tecnologia </w:t>
      </w:r>
      <w:proofErr w:type="spellStart"/>
      <w:r w:rsidRPr="00323E17">
        <w:rPr>
          <w:rFonts w:ascii="Arial" w:hAnsi="Arial" w:cs="Arial"/>
        </w:rPr>
        <w:t>X-Coating</w:t>
      </w:r>
      <w:proofErr w:type="spellEnd"/>
      <w:r w:rsidRPr="00323E17">
        <w:rPr>
          <w:rFonts w:ascii="Arial" w:hAnsi="Arial" w:cs="Arial"/>
        </w:rPr>
        <w:t xml:space="preserve"> e 11 lâminas de abertura que ajudam a criar deslumbrantes bordas curvadas </w:t>
      </w:r>
      <w:proofErr w:type="spellStart"/>
      <w:r w:rsidRPr="00323E17">
        <w:rPr>
          <w:rFonts w:ascii="Arial" w:hAnsi="Arial" w:cs="Arial"/>
        </w:rPr>
        <w:t>bokeh</w:t>
      </w:r>
      <w:proofErr w:type="spellEnd"/>
      <w:r w:rsidRPr="00323E17">
        <w:rPr>
          <w:rFonts w:ascii="Arial" w:hAnsi="Arial" w:cs="Arial"/>
        </w:rPr>
        <w:t xml:space="preserve"> para uma</w:t>
      </w:r>
      <w:r w:rsidR="006C7ED6">
        <w:rPr>
          <w:rFonts w:ascii="Arial" w:hAnsi="Arial" w:cs="Arial"/>
        </w:rPr>
        <w:t xml:space="preserve"> expressão emocional e natural.</w:t>
      </w:r>
    </w:p>
    <w:p w:rsidR="006C7ED6" w:rsidRDefault="00323E17" w:rsidP="00323E17">
      <w:pPr>
        <w:adjustRightInd w:val="0"/>
        <w:spacing w:line="360" w:lineRule="auto"/>
        <w:rPr>
          <w:rFonts w:ascii="Arial" w:hAnsi="Arial" w:cs="Arial"/>
        </w:rPr>
      </w:pPr>
      <w:r w:rsidRPr="00323E17">
        <w:rPr>
          <w:rFonts w:ascii="Arial" w:hAnsi="Arial" w:cs="Arial"/>
        </w:rPr>
        <w:lastRenderedPageBreak/>
        <w:t xml:space="preserve">O tamanho negativo 24mm x 36mm não só permite às lentes XEEN trabalhar com câmaras </w:t>
      </w:r>
      <w:proofErr w:type="spellStart"/>
      <w:r w:rsidRPr="00323E17">
        <w:rPr>
          <w:rFonts w:ascii="Arial" w:hAnsi="Arial" w:cs="Arial"/>
        </w:rPr>
        <w:t>full-frame</w:t>
      </w:r>
      <w:proofErr w:type="spellEnd"/>
      <w:r w:rsidRPr="00323E17">
        <w:rPr>
          <w:rFonts w:ascii="Arial" w:hAnsi="Arial" w:cs="Arial"/>
        </w:rPr>
        <w:t xml:space="preserve">, mas também com câmaras </w:t>
      </w:r>
      <w:proofErr w:type="spellStart"/>
      <w:r w:rsidRPr="00323E17">
        <w:rPr>
          <w:rFonts w:ascii="Arial" w:hAnsi="Arial" w:cs="Arial"/>
        </w:rPr>
        <w:t>Super</w:t>
      </w:r>
      <w:proofErr w:type="spellEnd"/>
      <w:r w:rsidRPr="00323E17">
        <w:rPr>
          <w:rFonts w:ascii="Arial" w:hAnsi="Arial" w:cs="Arial"/>
        </w:rPr>
        <w:t xml:space="preserve"> 35, APS-C, APS-H e APS-P. As objetivas XEEN estão disponíveis em 5 diferentes montagens – PL, EF, F, E, e MFT e duas escalas de foco diferentes – unidades métrica e imperial. Todos os anéis de focagem e de íris estão posicionados de modo idêntico entre oito lentes para facilitar trocas de lentes.</w:t>
      </w:r>
    </w:p>
    <w:p w:rsidR="00323E17" w:rsidRPr="00323E17" w:rsidRDefault="00323E17" w:rsidP="00323E17">
      <w:pPr>
        <w:adjustRightInd w:val="0"/>
        <w:spacing w:line="360" w:lineRule="auto"/>
        <w:rPr>
          <w:rFonts w:ascii="Arial" w:hAnsi="Arial" w:cs="Arial"/>
        </w:rPr>
      </w:pPr>
      <w:r w:rsidRPr="00323E17">
        <w:rPr>
          <w:rFonts w:ascii="Arial" w:hAnsi="Arial" w:cs="Arial"/>
        </w:rPr>
        <w:t xml:space="preserve">Enquanto herdeira da reconhecida qualidade de imagem das grandes angulares da </w:t>
      </w:r>
      <w:proofErr w:type="spellStart"/>
      <w:r w:rsidRPr="00323E17">
        <w:rPr>
          <w:rFonts w:ascii="Arial" w:hAnsi="Arial" w:cs="Arial"/>
        </w:rPr>
        <w:t>Samyang</w:t>
      </w:r>
      <w:proofErr w:type="spellEnd"/>
      <w:r w:rsidRPr="00323E17">
        <w:rPr>
          <w:rFonts w:ascii="Arial" w:hAnsi="Arial" w:cs="Arial"/>
        </w:rPr>
        <w:t xml:space="preserve">, a XEEN de 20mm T1.9 realça a série da XEEN e eleva a gama até oito lentes no total. Com a expansão das Lentes XEEN e as já existentes lentes de foco manual da </w:t>
      </w:r>
      <w:proofErr w:type="spellStart"/>
      <w:r w:rsidRPr="00323E17">
        <w:rPr>
          <w:rFonts w:ascii="Arial" w:hAnsi="Arial" w:cs="Arial"/>
        </w:rPr>
        <w:t>Samyang</w:t>
      </w:r>
      <w:proofErr w:type="spellEnd"/>
      <w:r w:rsidRPr="00323E17">
        <w:rPr>
          <w:rFonts w:ascii="Arial" w:hAnsi="Arial" w:cs="Arial"/>
        </w:rPr>
        <w:t xml:space="preserve">, e o mais recente alinhamento de lentes XP de foco automático, a </w:t>
      </w:r>
      <w:proofErr w:type="spellStart"/>
      <w:r w:rsidRPr="00323E17">
        <w:rPr>
          <w:rFonts w:ascii="Arial" w:hAnsi="Arial" w:cs="Arial"/>
        </w:rPr>
        <w:t>Samyang</w:t>
      </w:r>
      <w:proofErr w:type="spellEnd"/>
      <w:r w:rsidRPr="00323E17">
        <w:rPr>
          <w:rFonts w:ascii="Arial" w:hAnsi="Arial" w:cs="Arial"/>
        </w:rPr>
        <w:t xml:space="preserve"> </w:t>
      </w:r>
      <w:proofErr w:type="spellStart"/>
      <w:r w:rsidRPr="00323E17">
        <w:rPr>
          <w:rFonts w:ascii="Arial" w:hAnsi="Arial" w:cs="Arial"/>
        </w:rPr>
        <w:t>Optics</w:t>
      </w:r>
      <w:proofErr w:type="spellEnd"/>
      <w:r w:rsidRPr="00323E17">
        <w:rPr>
          <w:rFonts w:ascii="Arial" w:hAnsi="Arial" w:cs="Arial"/>
        </w:rPr>
        <w:t xml:space="preserve"> procura definir a sua marca através do mote “Derradeiras Soluções de Imagem”.</w:t>
      </w:r>
    </w:p>
    <w:p w:rsidR="00323E17" w:rsidRPr="007E234B" w:rsidRDefault="007E234B" w:rsidP="00323E17">
      <w:pPr>
        <w:adjustRightInd w:val="0"/>
        <w:spacing w:line="360" w:lineRule="auto"/>
        <w:rPr>
          <w:rFonts w:ascii="Arial" w:hAnsi="Arial" w:cs="Arial"/>
          <w:b/>
        </w:rPr>
      </w:pPr>
      <w:r w:rsidRPr="007E234B">
        <w:rPr>
          <w:rFonts w:ascii="Arial" w:hAnsi="Arial" w:cs="Arial"/>
          <w:b/>
        </w:rPr>
        <w:t>Disponibilidade</w:t>
      </w:r>
    </w:p>
    <w:p w:rsidR="00844F39" w:rsidRPr="00323E17" w:rsidRDefault="007E234B" w:rsidP="00323E17">
      <w:pPr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Distribuída em Portugal pela Robisa</w:t>
      </w:r>
      <w:r w:rsidR="00323E17" w:rsidRPr="00323E17">
        <w:rPr>
          <w:rFonts w:ascii="Arial" w:hAnsi="Arial" w:cs="Arial"/>
        </w:rPr>
        <w:t xml:space="preserve">, a lente XEEN de 20mm T1.9 será lançada globalmente em março de 2017. O PVP </w:t>
      </w:r>
      <w:r>
        <w:rPr>
          <w:rFonts w:ascii="Arial" w:hAnsi="Arial" w:cs="Arial"/>
        </w:rPr>
        <w:t>de cada lente é de</w:t>
      </w:r>
      <w:r w:rsidR="00323E17" w:rsidRPr="00323E17">
        <w:rPr>
          <w:rFonts w:ascii="Arial" w:hAnsi="Arial" w:cs="Arial"/>
        </w:rPr>
        <w:t xml:space="preserve"> 2.200</w:t>
      </w:r>
      <w:r>
        <w:rPr>
          <w:rFonts w:ascii="Arial" w:hAnsi="Arial" w:cs="Arial"/>
        </w:rPr>
        <w:t xml:space="preserve"> </w:t>
      </w:r>
      <w:r w:rsidR="00323E17" w:rsidRPr="00323E17">
        <w:rPr>
          <w:rFonts w:ascii="Arial" w:hAnsi="Arial" w:cs="Arial"/>
        </w:rPr>
        <w:t xml:space="preserve">€. </w:t>
      </w:r>
      <w:r w:rsidR="00844F39">
        <w:rPr>
          <w:rFonts w:ascii="Arial" w:hAnsi="Arial" w:cs="Arial"/>
        </w:rPr>
        <w:br/>
      </w:r>
    </w:p>
    <w:p w:rsidR="00D52C7D" w:rsidRDefault="00D52C7D" w:rsidP="00D52C7D">
      <w:pPr>
        <w:spacing w:line="240" w:lineRule="auto"/>
      </w:pPr>
      <w:r w:rsidRPr="003E3F53">
        <w:rPr>
          <w:rFonts w:ascii="Arial" w:hAnsi="Arial" w:cs="Arial"/>
          <w:b/>
        </w:rPr>
        <w:t>Mais informações</w:t>
      </w:r>
      <w:r>
        <w:rPr>
          <w:rFonts w:ascii="Arial" w:hAnsi="Arial" w:cs="Arial"/>
          <w:b/>
        </w:rPr>
        <w:t xml:space="preserve">: </w:t>
      </w:r>
      <w:hyperlink r:id="rId9" w:history="1">
        <w:r w:rsidR="006C7ED6" w:rsidRPr="00323E17">
          <w:rPr>
            <w:rFonts w:ascii="Arial" w:hAnsi="Arial" w:cs="Arial"/>
            <w:color w:val="0B4CB4"/>
            <w:u w:val="single" w:color="0B4CB4"/>
          </w:rPr>
          <w:t>www.xeenglobal.com</w:t>
        </w:r>
      </w:hyperlink>
      <w:r w:rsidR="006C7ED6" w:rsidRPr="00323E17">
        <w:rPr>
          <w:rFonts w:ascii="Arial" w:hAnsi="Arial" w:cs="Arial"/>
          <w:color w:val="191919"/>
        </w:rPr>
        <w:t xml:space="preserve">, </w:t>
      </w:r>
      <w:hyperlink r:id="rId10" w:history="1">
        <w:r w:rsidR="006C7ED6" w:rsidRPr="00323E17">
          <w:rPr>
            <w:rStyle w:val="Hiperligao"/>
            <w:rFonts w:ascii="Arial" w:hAnsi="Arial" w:cs="Arial"/>
          </w:rPr>
          <w:t>www.samyanglensglobal.com</w:t>
        </w:r>
      </w:hyperlink>
      <w:r w:rsidR="006C7ED6" w:rsidRPr="00323E17">
        <w:rPr>
          <w:rFonts w:ascii="Arial" w:hAnsi="Arial" w:cs="Arial"/>
          <w:color w:val="191919"/>
        </w:rPr>
        <w:t xml:space="preserve"> e </w:t>
      </w:r>
      <w:hyperlink r:id="rId11" w:history="1">
        <w:r w:rsidR="006C7ED6" w:rsidRPr="00323E17">
          <w:rPr>
            <w:rStyle w:val="Hiperligao"/>
            <w:rFonts w:ascii="Arial" w:hAnsi="Arial" w:cs="Arial"/>
          </w:rPr>
          <w:t>www.facebook.com/xeenglobal</w:t>
        </w:r>
      </w:hyperlink>
      <w:r w:rsidR="006C7ED6" w:rsidRPr="00323E17">
        <w:rPr>
          <w:rFonts w:ascii="Arial" w:hAnsi="Arial" w:cs="Arial"/>
          <w:color w:val="191919"/>
        </w:rPr>
        <w:t>.</w:t>
      </w:r>
      <w:r w:rsidR="006C7ED6">
        <w:rPr>
          <w:rFonts w:ascii="Arial" w:hAnsi="Arial" w:cs="Arial"/>
          <w:color w:val="191919"/>
        </w:rPr>
        <w:br/>
      </w:r>
      <w:r>
        <w:rPr>
          <w:rFonts w:ascii="Arial" w:hAnsi="Arial" w:cs="Arial"/>
        </w:rPr>
        <w:br/>
      </w:r>
      <w:r w:rsidRPr="004D46AD">
        <w:rPr>
          <w:rFonts w:ascii="Arial" w:hAnsi="Arial" w:cs="Arial"/>
          <w:b/>
        </w:rPr>
        <w:t>Fotos de alta resolução</w:t>
      </w:r>
      <w:r w:rsidRPr="00C273A1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</w:p>
    <w:p w:rsidR="00D52C7D" w:rsidRDefault="00D52C7D" w:rsidP="00A65A2D">
      <w:pPr>
        <w:rPr>
          <w:rFonts w:ascii="Arial" w:hAnsi="Arial" w:cs="Arial"/>
          <w:b/>
          <w:bCs/>
          <w:sz w:val="18"/>
          <w:szCs w:val="20"/>
        </w:rPr>
      </w:pPr>
    </w:p>
    <w:p w:rsidR="00A65A2D" w:rsidRPr="00403380" w:rsidRDefault="00A65A2D" w:rsidP="00A65A2D">
      <w:pPr>
        <w:rPr>
          <w:rFonts w:ascii="Arial" w:hAnsi="Arial" w:cs="Arial"/>
          <w:b/>
          <w:bCs/>
          <w:sz w:val="18"/>
          <w:szCs w:val="20"/>
        </w:rPr>
      </w:pPr>
      <w:r w:rsidRPr="00403380">
        <w:rPr>
          <w:rFonts w:ascii="Arial" w:hAnsi="Arial" w:cs="Arial"/>
          <w:b/>
          <w:bCs/>
          <w:sz w:val="18"/>
          <w:szCs w:val="20"/>
        </w:rPr>
        <w:t>Para mais informações, contacte:</w:t>
      </w:r>
    </w:p>
    <w:p w:rsidR="001B1D60" w:rsidRDefault="001A2BD2" w:rsidP="00003737">
      <w:pPr>
        <w:rPr>
          <w:rFonts w:ascii="Arial" w:hAnsi="Arial" w:cs="Arial"/>
          <w:bCs/>
          <w:sz w:val="14"/>
          <w:szCs w:val="20"/>
        </w:rPr>
      </w:pPr>
      <w:r w:rsidRPr="00403380">
        <w:rPr>
          <w:rFonts w:ascii="Arial" w:hAnsi="Arial" w:cs="Arial"/>
          <w:bCs/>
          <w:noProof/>
          <w:sz w:val="18"/>
          <w:szCs w:val="20"/>
          <w:lang w:eastAsia="pt-PT"/>
        </w:rPr>
        <w:drawing>
          <wp:inline distT="0" distB="0" distL="0" distR="0" wp14:anchorId="351DDEE2" wp14:editId="55FC668E">
            <wp:extent cx="1367790" cy="446405"/>
            <wp:effectExtent l="0" t="0" r="3810" b="0"/>
            <wp:docPr id="2" name="Picture 2" descr="Logo AEMpress 2014 FUNDO BRANCO_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EMpress 2014 FUNDO BRANCO_PR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A2D" w:rsidRPr="00403380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403380">
        <w:rPr>
          <w:rFonts w:ascii="Arial" w:hAnsi="Arial" w:cs="Arial"/>
          <w:bCs/>
          <w:sz w:val="18"/>
          <w:szCs w:val="20"/>
        </w:rPr>
        <w:t xml:space="preserve"> / Nuno Ramos</w:t>
      </w:r>
      <w:r w:rsidR="00A65A2D" w:rsidRPr="00403380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3" w:history="1">
        <w:r w:rsidR="00D55277" w:rsidRPr="00403380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="00D55277" w:rsidRPr="00403380">
        <w:rPr>
          <w:rFonts w:ascii="Arial" w:hAnsi="Arial" w:cs="Arial"/>
          <w:sz w:val="20"/>
        </w:rPr>
        <w:t xml:space="preserve"> </w:t>
      </w:r>
      <w:r w:rsidR="00A65A2D" w:rsidRPr="00403380">
        <w:rPr>
          <w:rFonts w:ascii="Arial" w:hAnsi="Arial" w:cs="Arial"/>
          <w:sz w:val="20"/>
        </w:rPr>
        <w:br/>
      </w:r>
      <w:proofErr w:type="spellStart"/>
      <w:proofErr w:type="gramStart"/>
      <w:r w:rsidR="00A65A2D" w:rsidRPr="00403380">
        <w:rPr>
          <w:rFonts w:ascii="Arial" w:hAnsi="Arial" w:cs="Arial"/>
          <w:bCs/>
          <w:sz w:val="18"/>
          <w:szCs w:val="20"/>
        </w:rPr>
        <w:t>Tlm</w:t>
      </w:r>
      <w:proofErr w:type="spellEnd"/>
      <w:r w:rsidR="00A65A2D" w:rsidRPr="00403380">
        <w:rPr>
          <w:rFonts w:ascii="Arial" w:hAnsi="Arial" w:cs="Arial"/>
          <w:bCs/>
          <w:sz w:val="18"/>
          <w:szCs w:val="20"/>
        </w:rPr>
        <w:t>.</w:t>
      </w:r>
      <w:proofErr w:type="gramEnd"/>
      <w:r w:rsidR="00A65A2D" w:rsidRPr="00403380">
        <w:rPr>
          <w:rFonts w:ascii="Arial" w:hAnsi="Arial" w:cs="Arial"/>
          <w:bCs/>
          <w:sz w:val="18"/>
          <w:szCs w:val="20"/>
        </w:rPr>
        <w:t>: 218 019 830</w:t>
      </w:r>
      <w:r w:rsidR="00A65A2D" w:rsidRPr="00A65A2D">
        <w:rPr>
          <w:rFonts w:ascii="Arial" w:hAnsi="Arial" w:cs="Arial"/>
          <w:bCs/>
          <w:sz w:val="14"/>
          <w:szCs w:val="20"/>
        </w:rPr>
        <w:br/>
      </w:r>
    </w:p>
    <w:p w:rsidR="00EC4D30" w:rsidRDefault="00EC4D30" w:rsidP="00003737">
      <w:pPr>
        <w:rPr>
          <w:rFonts w:ascii="Arial" w:hAnsi="Arial" w:cs="Arial"/>
          <w:bCs/>
          <w:sz w:val="14"/>
          <w:szCs w:val="20"/>
        </w:rPr>
      </w:pPr>
    </w:p>
    <w:sectPr w:rsidR="00EC4D30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1B0" w:rsidRDefault="008041B0" w:rsidP="00407E14">
      <w:pPr>
        <w:spacing w:after="0" w:line="240" w:lineRule="auto"/>
      </w:pPr>
      <w:r>
        <w:separator/>
      </w:r>
    </w:p>
  </w:endnote>
  <w:endnote w:type="continuationSeparator" w:id="0">
    <w:p w:rsidR="008041B0" w:rsidRDefault="008041B0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0A5" w:rsidRDefault="008B70A5" w:rsidP="008B70A5">
    <w:pPr>
      <w:pStyle w:val="Rodap"/>
      <w:jc w:val="center"/>
    </w:pPr>
    <w:proofErr w:type="spellStart"/>
    <w:r w:rsidRPr="00C51D67">
      <w:rPr>
        <w:rFonts w:cs="Arial"/>
        <w:bCs/>
        <w:sz w:val="18"/>
        <w:szCs w:val="20"/>
      </w:rPr>
      <w:t>AEMpress</w:t>
    </w:r>
    <w:proofErr w:type="spellEnd"/>
    <w:r w:rsidRPr="00C51D67">
      <w:rPr>
        <w:rFonts w:cs="Arial"/>
        <w:bCs/>
        <w:sz w:val="18"/>
        <w:szCs w:val="20"/>
      </w:rPr>
      <w:t xml:space="preserve"> [</w:t>
    </w:r>
    <w:r w:rsidR="00A9672F">
      <w:rPr>
        <w:rFonts w:cs="Arial"/>
        <w:bCs/>
        <w:sz w:val="18"/>
        <w:szCs w:val="20"/>
      </w:rPr>
      <w:t>tamron@aempress.</w:t>
    </w:r>
    <w:proofErr w:type="gramStart"/>
    <w:r w:rsidR="00A9672F">
      <w:rPr>
        <w:rFonts w:cs="Arial"/>
        <w:bCs/>
        <w:sz w:val="18"/>
        <w:szCs w:val="20"/>
      </w:rPr>
      <w:t xml:space="preserve">com] </w:t>
    </w:r>
    <w:r w:rsidRPr="00C51D67">
      <w:rPr>
        <w:rFonts w:cs="Arial"/>
        <w:bCs/>
        <w:sz w:val="18"/>
        <w:szCs w:val="20"/>
      </w:rPr>
      <w:t>•</w:t>
    </w:r>
    <w:proofErr w:type="gramEnd"/>
    <w:r w:rsidRPr="00C51D67">
      <w:rPr>
        <w:rFonts w:cs="Arial"/>
        <w:bCs/>
        <w:sz w:val="18"/>
        <w:szCs w:val="20"/>
      </w:rPr>
      <w:t xml:space="preserve">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183B50">
      <w:rPr>
        <w:rFonts w:cs="Arial"/>
        <w:bCs/>
        <w:noProof/>
        <w:sz w:val="18"/>
        <w:szCs w:val="20"/>
      </w:rPr>
      <w:t>fevereiro de 2017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proofErr w:type="spellStart"/>
    <w:r w:rsidR="00534EDD">
      <w:rPr>
        <w:rFonts w:cs="Arial"/>
        <w:bCs/>
        <w:sz w:val="18"/>
        <w:szCs w:val="20"/>
      </w:rPr>
      <w:t>Samyang</w:t>
    </w:r>
    <w:proofErr w:type="spellEnd"/>
    <w:r w:rsidR="00534EDD">
      <w:rPr>
        <w:rFonts w:cs="Arial"/>
        <w:bCs/>
        <w:sz w:val="18"/>
        <w:szCs w:val="20"/>
      </w:rPr>
      <w:t xml:space="preserve"> </w:t>
    </w:r>
    <w:proofErr w:type="spellStart"/>
    <w:r w:rsidR="00534EDD">
      <w:rPr>
        <w:rFonts w:cs="Arial"/>
        <w:bCs/>
        <w:sz w:val="18"/>
        <w:szCs w:val="20"/>
      </w:rPr>
      <w:t>Optics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1B0" w:rsidRDefault="008041B0" w:rsidP="00407E14">
      <w:pPr>
        <w:spacing w:after="0" w:line="240" w:lineRule="auto"/>
      </w:pPr>
      <w:r>
        <w:separator/>
      </w:r>
    </w:p>
  </w:footnote>
  <w:footnote w:type="continuationSeparator" w:id="0">
    <w:p w:rsidR="008041B0" w:rsidRDefault="008041B0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E14" w:rsidRDefault="001A2BD2">
    <w:pPr>
      <w:pStyle w:val="Cabealho"/>
      <w:rPr>
        <w:noProof/>
        <w:lang w:eastAsia="pt-PT"/>
      </w:rPr>
    </w:pPr>
    <w:r>
      <w:rPr>
        <w:noProof/>
        <w:lang w:eastAsia="pt-PT"/>
      </w:rPr>
      <w:drawing>
        <wp:inline distT="0" distB="0" distL="0" distR="0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EB7312">
      <w:rPr>
        <w:noProof/>
        <w:lang w:eastAsia="pt-PT"/>
      </w:rPr>
      <w:drawing>
        <wp:inline distT="0" distB="0" distL="0" distR="0">
          <wp:extent cx="3209290" cy="353695"/>
          <wp:effectExtent l="0" t="0" r="0" b="8255"/>
          <wp:docPr id="5" name="Picture 5" descr="2_Samyang-logo_Full_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290" cy="353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:rsidR="00BA1EBE" w:rsidRDefault="00BA1EB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E17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0F60BE"/>
    <w:rsid w:val="0010241F"/>
    <w:rsid w:val="001135DC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3B50"/>
    <w:rsid w:val="00184D87"/>
    <w:rsid w:val="00195515"/>
    <w:rsid w:val="001A1884"/>
    <w:rsid w:val="001A2BD2"/>
    <w:rsid w:val="001A2DBC"/>
    <w:rsid w:val="001A63C1"/>
    <w:rsid w:val="001A70CA"/>
    <w:rsid w:val="001B1675"/>
    <w:rsid w:val="001B1D60"/>
    <w:rsid w:val="001B3EF8"/>
    <w:rsid w:val="001C605B"/>
    <w:rsid w:val="001C6BBB"/>
    <w:rsid w:val="001D4A6D"/>
    <w:rsid w:val="001E422E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23B3E"/>
    <w:rsid w:val="00233EDA"/>
    <w:rsid w:val="0024237D"/>
    <w:rsid w:val="00256F90"/>
    <w:rsid w:val="002656FE"/>
    <w:rsid w:val="002673BC"/>
    <w:rsid w:val="00270626"/>
    <w:rsid w:val="0027377B"/>
    <w:rsid w:val="00273D5F"/>
    <w:rsid w:val="002755D2"/>
    <w:rsid w:val="00277E27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3E0D"/>
    <w:rsid w:val="00300B77"/>
    <w:rsid w:val="00303B64"/>
    <w:rsid w:val="00305D53"/>
    <w:rsid w:val="00307774"/>
    <w:rsid w:val="003151B5"/>
    <w:rsid w:val="003160FD"/>
    <w:rsid w:val="00320B91"/>
    <w:rsid w:val="00323E17"/>
    <w:rsid w:val="0033176C"/>
    <w:rsid w:val="00331C4A"/>
    <w:rsid w:val="00335B27"/>
    <w:rsid w:val="00343E66"/>
    <w:rsid w:val="00344BAC"/>
    <w:rsid w:val="003451D6"/>
    <w:rsid w:val="00361B87"/>
    <w:rsid w:val="00373D17"/>
    <w:rsid w:val="0038516B"/>
    <w:rsid w:val="00393DE9"/>
    <w:rsid w:val="003A1B86"/>
    <w:rsid w:val="003A27F4"/>
    <w:rsid w:val="003C244A"/>
    <w:rsid w:val="003C38EC"/>
    <w:rsid w:val="003D36A2"/>
    <w:rsid w:val="003D3751"/>
    <w:rsid w:val="003D4DCA"/>
    <w:rsid w:val="003D6968"/>
    <w:rsid w:val="003D6B33"/>
    <w:rsid w:val="003E23D9"/>
    <w:rsid w:val="003E5BF6"/>
    <w:rsid w:val="003F07FC"/>
    <w:rsid w:val="003F0C6B"/>
    <w:rsid w:val="003F6CCF"/>
    <w:rsid w:val="00403380"/>
    <w:rsid w:val="00407E14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6EE8"/>
    <w:rsid w:val="00487B91"/>
    <w:rsid w:val="00494F4E"/>
    <w:rsid w:val="00497649"/>
    <w:rsid w:val="004979FD"/>
    <w:rsid w:val="004A0447"/>
    <w:rsid w:val="004A2E01"/>
    <w:rsid w:val="004A59BD"/>
    <w:rsid w:val="004A5D98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4DA0"/>
    <w:rsid w:val="00534EDD"/>
    <w:rsid w:val="005464E4"/>
    <w:rsid w:val="00547131"/>
    <w:rsid w:val="005509D0"/>
    <w:rsid w:val="00566932"/>
    <w:rsid w:val="00574363"/>
    <w:rsid w:val="00575FBE"/>
    <w:rsid w:val="00576030"/>
    <w:rsid w:val="00576B67"/>
    <w:rsid w:val="005934B9"/>
    <w:rsid w:val="005977C9"/>
    <w:rsid w:val="005A6C91"/>
    <w:rsid w:val="005B5D3C"/>
    <w:rsid w:val="005B5F7D"/>
    <w:rsid w:val="005B63FC"/>
    <w:rsid w:val="005B6BE8"/>
    <w:rsid w:val="005C05C7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362C"/>
    <w:rsid w:val="0061547C"/>
    <w:rsid w:val="006167EC"/>
    <w:rsid w:val="00630CB7"/>
    <w:rsid w:val="00631B62"/>
    <w:rsid w:val="006354FB"/>
    <w:rsid w:val="00640A09"/>
    <w:rsid w:val="006442D2"/>
    <w:rsid w:val="0065164E"/>
    <w:rsid w:val="00651BDC"/>
    <w:rsid w:val="00656AD7"/>
    <w:rsid w:val="00661A7F"/>
    <w:rsid w:val="0066662F"/>
    <w:rsid w:val="00672F20"/>
    <w:rsid w:val="00684DEC"/>
    <w:rsid w:val="00690A75"/>
    <w:rsid w:val="00695C52"/>
    <w:rsid w:val="006A1949"/>
    <w:rsid w:val="006B4749"/>
    <w:rsid w:val="006B62EA"/>
    <w:rsid w:val="006C30F0"/>
    <w:rsid w:val="006C469D"/>
    <w:rsid w:val="006C4868"/>
    <w:rsid w:val="006C7B2F"/>
    <w:rsid w:val="006C7ED6"/>
    <w:rsid w:val="006D13D9"/>
    <w:rsid w:val="006D1C2C"/>
    <w:rsid w:val="006D6BFB"/>
    <w:rsid w:val="006F0D32"/>
    <w:rsid w:val="00706787"/>
    <w:rsid w:val="00711878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5AEB"/>
    <w:rsid w:val="007C73AA"/>
    <w:rsid w:val="007D1C4D"/>
    <w:rsid w:val="007D257F"/>
    <w:rsid w:val="007D5875"/>
    <w:rsid w:val="007D6A81"/>
    <w:rsid w:val="007E234B"/>
    <w:rsid w:val="007E2EB5"/>
    <w:rsid w:val="007F6112"/>
    <w:rsid w:val="00800CBE"/>
    <w:rsid w:val="00802744"/>
    <w:rsid w:val="008041B0"/>
    <w:rsid w:val="00810CD2"/>
    <w:rsid w:val="008121D2"/>
    <w:rsid w:val="00812534"/>
    <w:rsid w:val="00831AD4"/>
    <w:rsid w:val="00832AB9"/>
    <w:rsid w:val="00833B65"/>
    <w:rsid w:val="00834595"/>
    <w:rsid w:val="00840F28"/>
    <w:rsid w:val="00844F39"/>
    <w:rsid w:val="00845D32"/>
    <w:rsid w:val="00846D72"/>
    <w:rsid w:val="00851B40"/>
    <w:rsid w:val="00861429"/>
    <w:rsid w:val="008633DA"/>
    <w:rsid w:val="0086359A"/>
    <w:rsid w:val="008671EE"/>
    <w:rsid w:val="0086798F"/>
    <w:rsid w:val="008703BC"/>
    <w:rsid w:val="00887CA4"/>
    <w:rsid w:val="008942A1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222B"/>
    <w:rsid w:val="008E2871"/>
    <w:rsid w:val="009011A9"/>
    <w:rsid w:val="0090387D"/>
    <w:rsid w:val="009061FA"/>
    <w:rsid w:val="00907BF4"/>
    <w:rsid w:val="00910507"/>
    <w:rsid w:val="00916CC2"/>
    <w:rsid w:val="00923B51"/>
    <w:rsid w:val="00925627"/>
    <w:rsid w:val="00925CC9"/>
    <w:rsid w:val="00935F13"/>
    <w:rsid w:val="0094316E"/>
    <w:rsid w:val="0094738C"/>
    <w:rsid w:val="00955877"/>
    <w:rsid w:val="00957AA5"/>
    <w:rsid w:val="00960219"/>
    <w:rsid w:val="009666B7"/>
    <w:rsid w:val="009713A9"/>
    <w:rsid w:val="00975F68"/>
    <w:rsid w:val="0097748A"/>
    <w:rsid w:val="00984CFB"/>
    <w:rsid w:val="009869A4"/>
    <w:rsid w:val="00987B43"/>
    <w:rsid w:val="00992E98"/>
    <w:rsid w:val="00992F10"/>
    <w:rsid w:val="00997435"/>
    <w:rsid w:val="00997A3B"/>
    <w:rsid w:val="009A18F4"/>
    <w:rsid w:val="009B1E71"/>
    <w:rsid w:val="009B4674"/>
    <w:rsid w:val="009C61E8"/>
    <w:rsid w:val="009C719A"/>
    <w:rsid w:val="009C71BA"/>
    <w:rsid w:val="009D3F36"/>
    <w:rsid w:val="009D4D61"/>
    <w:rsid w:val="009E5EE0"/>
    <w:rsid w:val="009F1431"/>
    <w:rsid w:val="009F2AA2"/>
    <w:rsid w:val="009F3161"/>
    <w:rsid w:val="009F7A90"/>
    <w:rsid w:val="00A01945"/>
    <w:rsid w:val="00A05583"/>
    <w:rsid w:val="00A12C7D"/>
    <w:rsid w:val="00A13678"/>
    <w:rsid w:val="00A202E7"/>
    <w:rsid w:val="00A30DFB"/>
    <w:rsid w:val="00A31B59"/>
    <w:rsid w:val="00A34B7C"/>
    <w:rsid w:val="00A35750"/>
    <w:rsid w:val="00A358CB"/>
    <w:rsid w:val="00A5273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672F"/>
    <w:rsid w:val="00A979E9"/>
    <w:rsid w:val="00AA01B0"/>
    <w:rsid w:val="00AA418D"/>
    <w:rsid w:val="00AA4AED"/>
    <w:rsid w:val="00AA64D0"/>
    <w:rsid w:val="00AA7B6B"/>
    <w:rsid w:val="00AB16AD"/>
    <w:rsid w:val="00AB54C6"/>
    <w:rsid w:val="00AD3F04"/>
    <w:rsid w:val="00AD52EB"/>
    <w:rsid w:val="00AE0835"/>
    <w:rsid w:val="00AE0CF7"/>
    <w:rsid w:val="00AE4624"/>
    <w:rsid w:val="00AE6279"/>
    <w:rsid w:val="00AF1407"/>
    <w:rsid w:val="00AF7D8C"/>
    <w:rsid w:val="00B03565"/>
    <w:rsid w:val="00B11D2C"/>
    <w:rsid w:val="00B154A7"/>
    <w:rsid w:val="00B170B9"/>
    <w:rsid w:val="00B173CF"/>
    <w:rsid w:val="00B23EDE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5048D"/>
    <w:rsid w:val="00B5431C"/>
    <w:rsid w:val="00B5725D"/>
    <w:rsid w:val="00B5760E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1C1B"/>
    <w:rsid w:val="00BD4E03"/>
    <w:rsid w:val="00BE01EB"/>
    <w:rsid w:val="00BE7DEF"/>
    <w:rsid w:val="00BF0008"/>
    <w:rsid w:val="00BF44A0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A3D5D"/>
    <w:rsid w:val="00CA5E0C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2C7D"/>
    <w:rsid w:val="00D55277"/>
    <w:rsid w:val="00D56DCD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155B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96C66"/>
    <w:rsid w:val="00EA0774"/>
    <w:rsid w:val="00EA0B91"/>
    <w:rsid w:val="00EA6CCC"/>
    <w:rsid w:val="00EB34CF"/>
    <w:rsid w:val="00EB5AE1"/>
    <w:rsid w:val="00EB7312"/>
    <w:rsid w:val="00EC0E7C"/>
    <w:rsid w:val="00EC3B06"/>
    <w:rsid w:val="00EC4D30"/>
    <w:rsid w:val="00ED1A3A"/>
    <w:rsid w:val="00ED4F2F"/>
    <w:rsid w:val="00EE40D0"/>
    <w:rsid w:val="00EE495F"/>
    <w:rsid w:val="00EE4A92"/>
    <w:rsid w:val="00EE6371"/>
    <w:rsid w:val="00EE7C39"/>
    <w:rsid w:val="00EF6DFC"/>
    <w:rsid w:val="00F07414"/>
    <w:rsid w:val="00F134C8"/>
    <w:rsid w:val="00F145E6"/>
    <w:rsid w:val="00F14F2D"/>
    <w:rsid w:val="00F16C6B"/>
    <w:rsid w:val="00F174CF"/>
    <w:rsid w:val="00F207D6"/>
    <w:rsid w:val="00F336F6"/>
    <w:rsid w:val="00F37BC4"/>
    <w:rsid w:val="00F501B8"/>
    <w:rsid w:val="00F52CC9"/>
    <w:rsid w:val="00F53175"/>
    <w:rsid w:val="00F56730"/>
    <w:rsid w:val="00F60E77"/>
    <w:rsid w:val="00F637A3"/>
    <w:rsid w:val="00F65223"/>
    <w:rsid w:val="00F72000"/>
    <w:rsid w:val="00F72680"/>
    <w:rsid w:val="00F748D6"/>
    <w:rsid w:val="00F909AD"/>
    <w:rsid w:val="00F9622F"/>
    <w:rsid w:val="00FA04E1"/>
    <w:rsid w:val="00FA7F02"/>
    <w:rsid w:val="00FB4D38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0C5DDC"/>
  <w14:discardImageEditingData/>
  <w14:defaultImageDpi w14:val="150"/>
  <w15:docId w15:val="{EB43EDC7-C0E4-494E-9033-F1F45629C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07E14"/>
  </w:style>
  <w:style w:type="paragraph" w:styleId="Rodap">
    <w:name w:val="footer"/>
    <w:basedOn w:val="Normal"/>
    <w:link w:val="Rodap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07E14"/>
  </w:style>
  <w:style w:type="paragraph" w:styleId="Textodebalo">
    <w:name w:val="Balloon Text"/>
    <w:basedOn w:val="Normal"/>
    <w:link w:val="TextodebaloCarte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003737"/>
    <w:rPr>
      <w:color w:val="0000FF"/>
      <w:u w:val="single"/>
    </w:rPr>
  </w:style>
  <w:style w:type="character" w:styleId="Hiperligaovisitada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Forte">
    <w:name w:val="Strong"/>
    <w:uiPriority w:val="22"/>
    <w:qFormat/>
    <w:rsid w:val="00997435"/>
    <w:rPr>
      <w:b/>
      <w:bCs/>
    </w:rPr>
  </w:style>
  <w:style w:type="character" w:styleId="nfase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2755D2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rsid w:val="002755D2"/>
    <w:rPr>
      <w:lang w:eastAsia="en-US"/>
    </w:rPr>
  </w:style>
  <w:style w:type="character" w:styleId="Refdenotaderodap">
    <w:name w:val="footnote reference"/>
    <w:uiPriority w:val="99"/>
    <w:semiHidden/>
    <w:unhideWhenUsed/>
    <w:rsid w:val="002755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robisa@aempres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xeengloba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samyanglensgloba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xeenglobal.com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ogo%20Ribeiro\Documents\Modelos%20Personalizados%20do%20Office\Samyang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1ABE3-D170-4BFE-856D-13EC8A832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Samyang.dotx</Template>
  <TotalTime>19</TotalTime>
  <Pages>2</Pages>
  <Words>386</Words>
  <Characters>2085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2467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Robisa</cp:keywords>
  <cp:lastModifiedBy>Nuno Ramos</cp:lastModifiedBy>
  <cp:revision>10</cp:revision>
  <dcterms:created xsi:type="dcterms:W3CDTF">2017-02-06T12:22:00Z</dcterms:created>
  <dcterms:modified xsi:type="dcterms:W3CDTF">2017-02-07T10:53:00Z</dcterms:modified>
</cp:coreProperties>
</file>