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26297E" w14:textId="221475E1" w:rsidR="00E1062D" w:rsidRPr="00FF7D82" w:rsidRDefault="00EF094B" w:rsidP="00E1062D">
      <w:pPr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FF7D82">
        <w:rPr>
          <w:rFonts w:ascii="Arial" w:hAnsi="Arial" w:cs="Arial"/>
          <w:bCs/>
          <w:sz w:val="24"/>
          <w:szCs w:val="24"/>
        </w:rPr>
        <w:t xml:space="preserve">Tamron </w:t>
      </w:r>
      <w:bookmarkStart w:id="0" w:name="_Hlk485732219"/>
      <w:r w:rsidR="00D56D3C" w:rsidRPr="00D56D3C">
        <w:rPr>
          <w:rFonts w:ascii="Arial" w:hAnsi="Arial" w:cs="Arial"/>
          <w:bCs/>
          <w:sz w:val="24"/>
          <w:szCs w:val="24"/>
        </w:rPr>
        <w:t>18-400mm F/3.5-6.3 Di II VC HLD (Model</w:t>
      </w:r>
      <w:r w:rsidR="00D56D3C">
        <w:rPr>
          <w:rFonts w:ascii="Arial" w:hAnsi="Arial" w:cs="Arial"/>
          <w:bCs/>
          <w:sz w:val="24"/>
          <w:szCs w:val="24"/>
        </w:rPr>
        <w:t>o</w:t>
      </w:r>
      <w:r w:rsidR="00D56D3C" w:rsidRPr="00D56D3C">
        <w:rPr>
          <w:rFonts w:ascii="Arial" w:hAnsi="Arial" w:cs="Arial"/>
          <w:bCs/>
          <w:sz w:val="24"/>
          <w:szCs w:val="24"/>
        </w:rPr>
        <w:t xml:space="preserve"> B028)</w:t>
      </w:r>
      <w:bookmarkEnd w:id="0"/>
      <w:r w:rsidR="00276CAA" w:rsidRPr="00FF7D82">
        <w:rPr>
          <w:rFonts w:ascii="Arial" w:hAnsi="Arial" w:cs="Arial"/>
          <w:bCs/>
          <w:sz w:val="24"/>
          <w:szCs w:val="24"/>
        </w:rPr>
        <w:br/>
      </w:r>
    </w:p>
    <w:p w14:paraId="4BB9EC93" w14:textId="723962E4" w:rsidR="00226E08" w:rsidRPr="00BE6E2E" w:rsidRDefault="003865F3" w:rsidP="00276CAA">
      <w:pPr>
        <w:spacing w:after="0"/>
        <w:jc w:val="center"/>
        <w:rPr>
          <w:rFonts w:ascii="Arial" w:hAnsi="Arial" w:cs="Arial"/>
          <w:b/>
          <w:bCs/>
          <w:sz w:val="4"/>
          <w:szCs w:val="4"/>
        </w:rPr>
      </w:pPr>
      <w:r w:rsidRPr="002D65CB">
        <w:rPr>
          <w:rFonts w:ascii="Arial" w:hAnsi="Arial" w:cs="Arial"/>
          <w:b/>
          <w:bCs/>
          <w:sz w:val="32"/>
          <w:szCs w:val="24"/>
        </w:rPr>
        <w:t xml:space="preserve">Tamron apresenta </w:t>
      </w:r>
      <w:r w:rsidR="00D56D3C">
        <w:rPr>
          <w:rFonts w:ascii="Arial" w:hAnsi="Arial" w:cs="Arial"/>
          <w:b/>
          <w:bCs/>
          <w:sz w:val="32"/>
          <w:szCs w:val="24"/>
        </w:rPr>
        <w:t>a primeira ultra teleobjetiva all-in-one do mundo com alcance de 18-400mm</w:t>
      </w:r>
      <w:r w:rsidR="00BE6E2E">
        <w:rPr>
          <w:rFonts w:ascii="Arial" w:hAnsi="Arial" w:cs="Arial"/>
          <w:b/>
          <w:bCs/>
          <w:sz w:val="32"/>
          <w:szCs w:val="24"/>
        </w:rPr>
        <w:br/>
      </w:r>
    </w:p>
    <w:p w14:paraId="0E12C16F" w14:textId="06D2094F" w:rsidR="00E1062D" w:rsidRPr="002D65CB" w:rsidRDefault="00BE6E2E" w:rsidP="00276CAA">
      <w:pPr>
        <w:spacing w:after="0"/>
        <w:jc w:val="center"/>
        <w:rPr>
          <w:rFonts w:ascii="Arial" w:hAnsi="Arial" w:cs="Arial"/>
          <w:b/>
          <w:bCs/>
          <w:sz w:val="32"/>
          <w:szCs w:val="24"/>
        </w:rPr>
      </w:pPr>
      <w:r w:rsidRPr="00BE6E2E">
        <w:rPr>
          <w:rFonts w:ascii="Arial" w:hAnsi="Arial" w:cs="Arial"/>
          <w:bCs/>
          <w:i/>
          <w:sz w:val="24"/>
          <w:szCs w:val="24"/>
        </w:rPr>
        <w:t xml:space="preserve">Alcance alargado </w:t>
      </w:r>
      <w:r w:rsidR="00E818A5">
        <w:rPr>
          <w:rFonts w:ascii="Arial" w:hAnsi="Arial" w:cs="Arial"/>
          <w:bCs/>
          <w:i/>
          <w:sz w:val="24"/>
          <w:szCs w:val="24"/>
        </w:rPr>
        <w:t xml:space="preserve">é </w:t>
      </w:r>
      <w:r w:rsidRPr="00BE6E2E">
        <w:rPr>
          <w:rFonts w:ascii="Arial" w:hAnsi="Arial" w:cs="Arial"/>
          <w:bCs/>
          <w:i/>
          <w:sz w:val="24"/>
          <w:szCs w:val="24"/>
        </w:rPr>
        <w:t>possível pela combinação de um design ótico de ponta com outras tecnologias inovadora</w:t>
      </w:r>
      <w:r w:rsidR="00273997">
        <w:rPr>
          <w:rFonts w:ascii="Arial" w:hAnsi="Arial" w:cs="Arial"/>
          <w:bCs/>
          <w:i/>
          <w:sz w:val="24"/>
          <w:szCs w:val="24"/>
        </w:rPr>
        <w:t>s,</w:t>
      </w:r>
      <w:r w:rsidRPr="00BE6E2E">
        <w:rPr>
          <w:rFonts w:ascii="Arial" w:hAnsi="Arial" w:cs="Arial"/>
          <w:bCs/>
          <w:i/>
          <w:sz w:val="24"/>
          <w:szCs w:val="24"/>
        </w:rPr>
        <w:t xml:space="preserve"> incluindo uma estrutura de came redesenhada</w:t>
      </w:r>
      <w:r w:rsidR="00273997">
        <w:rPr>
          <w:rFonts w:ascii="Arial" w:hAnsi="Arial" w:cs="Arial"/>
          <w:bCs/>
          <w:i/>
          <w:sz w:val="24"/>
          <w:szCs w:val="24"/>
        </w:rPr>
        <w:t>.</w:t>
      </w:r>
      <w:r>
        <w:rPr>
          <w:rFonts w:ascii="Arial" w:hAnsi="Arial" w:cs="Arial"/>
          <w:bCs/>
          <w:i/>
          <w:sz w:val="24"/>
          <w:szCs w:val="24"/>
        </w:rPr>
        <w:br/>
      </w:r>
      <w:r w:rsidR="00E1062D" w:rsidRPr="00BE6E2E">
        <w:rPr>
          <w:rFonts w:ascii="Arial" w:hAnsi="Arial" w:cs="Arial"/>
          <w:bCs/>
          <w:i/>
          <w:sz w:val="18"/>
          <w:szCs w:val="24"/>
        </w:rPr>
        <w:br/>
      </w:r>
      <w:r w:rsidR="00AF748D" w:rsidRPr="002D65CB">
        <w:rPr>
          <w:rFonts w:ascii="Verdana" w:eastAsia="Times New Roman" w:hAnsi="Verdana"/>
          <w:color w:val="666666"/>
          <w:sz w:val="17"/>
          <w:szCs w:val="17"/>
          <w:lang w:eastAsia="pt-PT"/>
        </w:rPr>
        <w:t>   </w:t>
      </w:r>
      <w:r w:rsidR="003B20B1">
        <w:rPr>
          <w:rFonts w:ascii="Verdana" w:eastAsia="Times New Roman" w:hAnsi="Verdana"/>
          <w:noProof/>
          <w:color w:val="666666"/>
          <w:sz w:val="17"/>
          <w:szCs w:val="17"/>
          <w:lang w:val="es-ES" w:eastAsia="es-ES"/>
        </w:rPr>
        <w:drawing>
          <wp:inline distT="0" distB="0" distL="0" distR="0" wp14:anchorId="1BD0A140" wp14:editId="27D98682">
            <wp:extent cx="3960000" cy="2640000"/>
            <wp:effectExtent l="0" t="0" r="2540" b="825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000" cy="26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D78FA5" w14:textId="4337AD45" w:rsidR="00DB16B9" w:rsidRDefault="00E1062D" w:rsidP="0091344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1E4FB2">
        <w:rPr>
          <w:rFonts w:ascii="Arial" w:hAnsi="Arial" w:cs="Arial"/>
          <w:b/>
          <w:bCs/>
          <w:szCs w:val="24"/>
        </w:rPr>
        <w:t xml:space="preserve">Lisboa, </w:t>
      </w:r>
      <w:r w:rsidR="002D65CB">
        <w:rPr>
          <w:rFonts w:ascii="Arial" w:hAnsi="Arial" w:cs="Arial"/>
          <w:b/>
          <w:bCs/>
          <w:szCs w:val="24"/>
        </w:rPr>
        <w:t>Portugal (</w:t>
      </w:r>
      <w:r w:rsidR="00B9426F">
        <w:rPr>
          <w:rFonts w:ascii="Arial" w:hAnsi="Arial" w:cs="Arial"/>
          <w:b/>
          <w:bCs/>
          <w:szCs w:val="24"/>
        </w:rPr>
        <w:t>23</w:t>
      </w:r>
      <w:r w:rsidR="00AF748D" w:rsidRPr="001E4FB2">
        <w:rPr>
          <w:rFonts w:ascii="Arial" w:hAnsi="Arial" w:cs="Arial"/>
          <w:b/>
          <w:bCs/>
          <w:szCs w:val="24"/>
        </w:rPr>
        <w:t xml:space="preserve"> de </w:t>
      </w:r>
      <w:r w:rsidR="002D65CB">
        <w:rPr>
          <w:rFonts w:ascii="Arial" w:hAnsi="Arial" w:cs="Arial"/>
          <w:b/>
          <w:bCs/>
          <w:szCs w:val="24"/>
        </w:rPr>
        <w:t>junho,</w:t>
      </w:r>
      <w:r w:rsidR="00E83EAF">
        <w:rPr>
          <w:rFonts w:ascii="Arial" w:hAnsi="Arial" w:cs="Arial"/>
          <w:b/>
          <w:bCs/>
          <w:szCs w:val="24"/>
        </w:rPr>
        <w:t xml:space="preserve"> 2017</w:t>
      </w:r>
      <w:r w:rsidR="002D65CB">
        <w:rPr>
          <w:rFonts w:ascii="Arial" w:hAnsi="Arial" w:cs="Arial"/>
          <w:b/>
          <w:bCs/>
          <w:szCs w:val="24"/>
        </w:rPr>
        <w:t>)</w:t>
      </w:r>
      <w:r w:rsidR="00AF748D" w:rsidRPr="001E4FB2">
        <w:rPr>
          <w:rFonts w:ascii="Arial" w:hAnsi="Arial" w:cs="Arial"/>
          <w:b/>
          <w:bCs/>
          <w:szCs w:val="24"/>
        </w:rPr>
        <w:t xml:space="preserve"> </w:t>
      </w:r>
      <w:r w:rsidR="002D65CB">
        <w:rPr>
          <w:rFonts w:ascii="Arial" w:hAnsi="Arial" w:cs="Arial"/>
          <w:b/>
          <w:bCs/>
          <w:szCs w:val="24"/>
        </w:rPr>
        <w:t>-</w:t>
      </w:r>
      <w:r w:rsidRPr="001E4FB2">
        <w:rPr>
          <w:rFonts w:ascii="Arial" w:hAnsi="Arial" w:cs="Arial"/>
          <w:b/>
          <w:bCs/>
          <w:szCs w:val="24"/>
        </w:rPr>
        <w:t xml:space="preserve"> </w:t>
      </w:r>
      <w:r w:rsidR="0044094A" w:rsidRPr="001E4FB2">
        <w:rPr>
          <w:rFonts w:ascii="Arial" w:hAnsi="Arial" w:cs="Arial"/>
          <w:bCs/>
          <w:szCs w:val="24"/>
        </w:rPr>
        <w:t>A Tamron, empresa distribuída em Portugal pe</w:t>
      </w:r>
      <w:r w:rsidR="00C243C2" w:rsidRPr="001E4FB2">
        <w:rPr>
          <w:rFonts w:ascii="Arial" w:hAnsi="Arial" w:cs="Arial"/>
          <w:bCs/>
          <w:szCs w:val="24"/>
        </w:rPr>
        <w:t xml:space="preserve">la Robisa, </w:t>
      </w:r>
      <w:r w:rsidR="00484FCE">
        <w:rPr>
          <w:rFonts w:ascii="Arial" w:hAnsi="Arial" w:cs="Arial"/>
          <w:bCs/>
          <w:szCs w:val="24"/>
        </w:rPr>
        <w:t xml:space="preserve">anuncia o lançamento da nova </w:t>
      </w:r>
      <w:r w:rsidR="00484FCE" w:rsidRPr="00484FCE">
        <w:rPr>
          <w:rFonts w:ascii="Arial" w:hAnsi="Arial" w:cs="Arial"/>
          <w:bCs/>
          <w:szCs w:val="24"/>
        </w:rPr>
        <w:t>18-400mm F/3.5-6.3 Di II VC HLD (Model</w:t>
      </w:r>
      <w:r w:rsidR="00484FCE">
        <w:rPr>
          <w:rFonts w:ascii="Arial" w:hAnsi="Arial" w:cs="Arial"/>
          <w:bCs/>
          <w:szCs w:val="24"/>
        </w:rPr>
        <w:t>o</w:t>
      </w:r>
      <w:r w:rsidR="00484FCE" w:rsidRPr="00484FCE">
        <w:rPr>
          <w:rFonts w:ascii="Arial" w:hAnsi="Arial" w:cs="Arial"/>
          <w:bCs/>
          <w:szCs w:val="24"/>
        </w:rPr>
        <w:t xml:space="preserve"> B028)</w:t>
      </w:r>
      <w:r w:rsidR="00484FCE">
        <w:rPr>
          <w:rFonts w:ascii="Arial" w:hAnsi="Arial" w:cs="Arial"/>
          <w:bCs/>
          <w:szCs w:val="24"/>
        </w:rPr>
        <w:t xml:space="preserve">, </w:t>
      </w:r>
      <w:r w:rsidR="0008142A">
        <w:rPr>
          <w:rFonts w:ascii="Arial" w:hAnsi="Arial" w:cs="Arial"/>
          <w:bCs/>
          <w:szCs w:val="24"/>
        </w:rPr>
        <w:t>a primeira ultra teleobjetiva all-in-one d</w:t>
      </w:r>
      <w:r w:rsidR="00E818A5">
        <w:rPr>
          <w:rFonts w:ascii="Arial" w:hAnsi="Arial" w:cs="Arial"/>
          <w:bCs/>
          <w:szCs w:val="24"/>
        </w:rPr>
        <w:t>o mundo para câmaras DSLR APS-C</w:t>
      </w:r>
      <w:r w:rsidR="0008142A">
        <w:rPr>
          <w:rFonts w:ascii="Arial" w:hAnsi="Arial" w:cs="Arial"/>
          <w:bCs/>
          <w:szCs w:val="24"/>
        </w:rPr>
        <w:t xml:space="preserve"> que cobre uma distância focal</w:t>
      </w:r>
      <w:r w:rsidR="00DB16B9">
        <w:rPr>
          <w:rFonts w:ascii="Arial" w:hAnsi="Arial" w:cs="Arial"/>
          <w:bCs/>
          <w:szCs w:val="24"/>
        </w:rPr>
        <w:t xml:space="preserve"> de 18-400mm. </w:t>
      </w:r>
    </w:p>
    <w:p w14:paraId="25AD9801" w14:textId="1684483E" w:rsidR="00DB16B9" w:rsidRDefault="00DB16B9" w:rsidP="0091344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Desde o lançamento, em 1992, da </w:t>
      </w:r>
      <w:r w:rsidRPr="00DB16B9">
        <w:rPr>
          <w:rFonts w:ascii="Arial" w:hAnsi="Arial" w:cs="Arial"/>
          <w:bCs/>
          <w:szCs w:val="24"/>
        </w:rPr>
        <w:t>AF28-200mm F/3.8-5.6 Aspherical (Model</w:t>
      </w:r>
      <w:r>
        <w:rPr>
          <w:rFonts w:ascii="Arial" w:hAnsi="Arial" w:cs="Arial"/>
          <w:bCs/>
          <w:szCs w:val="24"/>
        </w:rPr>
        <w:t>o</w:t>
      </w:r>
      <w:r w:rsidRPr="00DB16B9">
        <w:rPr>
          <w:rFonts w:ascii="Arial" w:hAnsi="Arial" w:cs="Arial"/>
          <w:bCs/>
          <w:szCs w:val="24"/>
        </w:rPr>
        <w:t xml:space="preserve"> 71D)</w:t>
      </w:r>
      <w:r>
        <w:rPr>
          <w:rFonts w:ascii="Arial" w:hAnsi="Arial" w:cs="Arial"/>
          <w:bCs/>
          <w:szCs w:val="24"/>
        </w:rPr>
        <w:t xml:space="preserve"> que a Tamron domina a categoria do zoom all-in-one, produzindo inúmeras objetivas com alcance entre </w:t>
      </w:r>
      <w:r w:rsidR="00E818A5">
        <w:rPr>
          <w:rFonts w:ascii="Arial" w:hAnsi="Arial" w:cs="Arial"/>
          <w:bCs/>
          <w:szCs w:val="24"/>
        </w:rPr>
        <w:t>a</w:t>
      </w:r>
      <w:r>
        <w:rPr>
          <w:rFonts w:ascii="Arial" w:hAnsi="Arial" w:cs="Arial"/>
          <w:bCs/>
          <w:szCs w:val="24"/>
        </w:rPr>
        <w:t xml:space="preserve"> </w:t>
      </w:r>
      <w:r w:rsidR="00E818A5">
        <w:rPr>
          <w:rFonts w:ascii="Arial" w:hAnsi="Arial" w:cs="Arial"/>
          <w:bCs/>
          <w:szCs w:val="24"/>
        </w:rPr>
        <w:t>grande-angular</w:t>
      </w:r>
      <w:r>
        <w:rPr>
          <w:rFonts w:ascii="Arial" w:hAnsi="Arial" w:cs="Arial"/>
          <w:bCs/>
          <w:szCs w:val="24"/>
        </w:rPr>
        <w:t xml:space="preserve"> e a teleobjetiva.</w:t>
      </w:r>
    </w:p>
    <w:p w14:paraId="6E620745" w14:textId="3AE8BBC2" w:rsidR="00DB16B9" w:rsidRDefault="00DB16B9" w:rsidP="0091344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Com a </w:t>
      </w:r>
      <w:r w:rsidRPr="00DB16B9">
        <w:rPr>
          <w:rFonts w:ascii="Arial" w:hAnsi="Arial" w:cs="Arial"/>
          <w:bCs/>
          <w:szCs w:val="24"/>
        </w:rPr>
        <w:t>18-400mm F/3.5-6.3 Di II VC HLD (Modelo B028)</w:t>
      </w:r>
      <w:r>
        <w:rPr>
          <w:rFonts w:ascii="Arial" w:hAnsi="Arial" w:cs="Arial"/>
          <w:bCs/>
          <w:szCs w:val="24"/>
        </w:rPr>
        <w:t>, a Tamron desenvolve uma ultra teleobjetiva all-in-one que alarga o alcance para 400mm (o equivalente de 35mm a 620mm) e oferece um rácio de zoom de 22.2x.</w:t>
      </w:r>
    </w:p>
    <w:p w14:paraId="5449F3EC" w14:textId="33C3FD7C" w:rsidR="00DB16B9" w:rsidRDefault="00DB16B9" w:rsidP="0091344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Num corpo compacto e leve (121,4mm/705g) encontra-se todo o conhecimento e experiência da Tamron em zooms all-in-one, incluindo os designs óticos e mecânicos mais avançados</w:t>
      </w:r>
      <w:r w:rsidR="00E818A5">
        <w:rPr>
          <w:rFonts w:ascii="Arial" w:hAnsi="Arial" w:cs="Arial"/>
          <w:bCs/>
          <w:szCs w:val="24"/>
        </w:rPr>
        <w:t xml:space="preserve"> da atualidade</w:t>
      </w:r>
      <w:r>
        <w:rPr>
          <w:rFonts w:ascii="Arial" w:hAnsi="Arial" w:cs="Arial"/>
          <w:bCs/>
          <w:szCs w:val="24"/>
        </w:rPr>
        <w:t xml:space="preserve">, um HLD (Drive modulada de torque Alto/Baixo) para o sistema AF e um sistema de Compensação Vibratória. </w:t>
      </w:r>
    </w:p>
    <w:p w14:paraId="0D77C7D6" w14:textId="087BA7E9" w:rsidR="00DB16B9" w:rsidRDefault="00DB16B9" w:rsidP="0091344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Os fotógrafos podem agora desfrutar de fotografia </w:t>
      </w:r>
      <w:r w:rsidR="00E818A5">
        <w:rPr>
          <w:rFonts w:ascii="Arial" w:hAnsi="Arial" w:cs="Arial"/>
          <w:bCs/>
          <w:szCs w:val="24"/>
        </w:rPr>
        <w:t>grande-angular</w:t>
      </w:r>
      <w:r>
        <w:rPr>
          <w:rFonts w:ascii="Arial" w:hAnsi="Arial" w:cs="Arial"/>
          <w:bCs/>
          <w:szCs w:val="24"/>
        </w:rPr>
        <w:t xml:space="preserve"> até fotografia ultra tele com apenas um componente, o que torna esta objetiva ideal para fotografia em </w:t>
      </w:r>
      <w:r>
        <w:rPr>
          <w:rFonts w:ascii="Arial" w:hAnsi="Arial" w:cs="Arial"/>
          <w:bCs/>
          <w:szCs w:val="24"/>
        </w:rPr>
        <w:lastRenderedPageBreak/>
        <w:t>viagens ou para</w:t>
      </w:r>
      <w:r w:rsidR="00E818A5">
        <w:rPr>
          <w:rFonts w:ascii="Arial" w:hAnsi="Arial" w:cs="Arial"/>
          <w:bCs/>
          <w:szCs w:val="24"/>
        </w:rPr>
        <w:t xml:space="preserve"> as</w:t>
      </w:r>
      <w:r>
        <w:rPr>
          <w:rFonts w:ascii="Arial" w:hAnsi="Arial" w:cs="Arial"/>
          <w:bCs/>
          <w:szCs w:val="24"/>
        </w:rPr>
        <w:t xml:space="preserve"> simples capturas do dia-a-dia. Este novo Modelo B028 elimina efetivamente a necessidade </w:t>
      </w:r>
      <w:r w:rsidR="00E818A5">
        <w:rPr>
          <w:rFonts w:ascii="Arial" w:hAnsi="Arial" w:cs="Arial"/>
          <w:bCs/>
          <w:szCs w:val="24"/>
        </w:rPr>
        <w:t>de andar carregado</w:t>
      </w:r>
      <w:r>
        <w:rPr>
          <w:rFonts w:ascii="Arial" w:hAnsi="Arial" w:cs="Arial"/>
          <w:bCs/>
          <w:szCs w:val="24"/>
        </w:rPr>
        <w:t xml:space="preserve"> com várias objetivas.</w:t>
      </w:r>
    </w:p>
    <w:p w14:paraId="668E8058" w14:textId="0966EEED" w:rsidR="00DF1B11" w:rsidRPr="00DF1B11" w:rsidRDefault="00DF1B11" w:rsidP="00913446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DF1B11">
        <w:rPr>
          <w:rFonts w:ascii="Arial" w:hAnsi="Arial" w:cs="Arial"/>
          <w:b/>
          <w:bCs/>
          <w:szCs w:val="24"/>
        </w:rPr>
        <w:t>Disponibilidade e preço</w:t>
      </w:r>
    </w:p>
    <w:p w14:paraId="03DE9221" w14:textId="5D7F635E" w:rsidR="00414B11" w:rsidRDefault="00CF3B14" w:rsidP="00DF1B11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A</w:t>
      </w:r>
      <w:r w:rsidR="00414B11">
        <w:rPr>
          <w:rFonts w:ascii="Arial" w:hAnsi="Arial" w:cs="Arial"/>
          <w:bCs/>
          <w:szCs w:val="24"/>
        </w:rPr>
        <w:t xml:space="preserve"> objetiva </w:t>
      </w:r>
      <w:r w:rsidRPr="00CF3B14">
        <w:rPr>
          <w:rFonts w:ascii="Arial" w:hAnsi="Arial" w:cs="Arial"/>
          <w:bCs/>
          <w:szCs w:val="24"/>
        </w:rPr>
        <w:t xml:space="preserve">Tamron </w:t>
      </w:r>
      <w:r w:rsidR="00DB16B9" w:rsidRPr="00DB16B9">
        <w:rPr>
          <w:rFonts w:ascii="Arial" w:hAnsi="Arial" w:cs="Arial"/>
          <w:bCs/>
          <w:szCs w:val="24"/>
        </w:rPr>
        <w:t>18-400mm F/3.5-6.3 Di II VC HLD (Modelo B028)</w:t>
      </w:r>
      <w:r w:rsidR="00414B11" w:rsidRPr="0034331E">
        <w:rPr>
          <w:rFonts w:ascii="Arial" w:hAnsi="Arial" w:cs="Arial"/>
          <w:bCs/>
          <w:szCs w:val="24"/>
        </w:rPr>
        <w:t xml:space="preserve"> </w:t>
      </w:r>
      <w:r w:rsidR="00414B11" w:rsidRPr="00414B11">
        <w:rPr>
          <w:rFonts w:ascii="Arial" w:hAnsi="Arial" w:cs="Arial"/>
          <w:bCs/>
          <w:szCs w:val="24"/>
          <w:u w:val="single"/>
        </w:rPr>
        <w:t>estará disponível no mercado português em</w:t>
      </w:r>
      <w:r w:rsidR="00B9426F">
        <w:rPr>
          <w:rFonts w:ascii="Arial" w:hAnsi="Arial" w:cs="Arial"/>
          <w:bCs/>
          <w:szCs w:val="24"/>
          <w:u w:val="single"/>
        </w:rPr>
        <w:t xml:space="preserve"> agosto</w:t>
      </w:r>
      <w:r>
        <w:rPr>
          <w:rFonts w:ascii="Arial" w:hAnsi="Arial" w:cs="Arial"/>
          <w:bCs/>
          <w:szCs w:val="24"/>
          <w:u w:val="single"/>
        </w:rPr>
        <w:t xml:space="preserve"> com um preço de </w:t>
      </w:r>
      <w:r w:rsidR="00B9426F" w:rsidRPr="00B9426F">
        <w:rPr>
          <w:rFonts w:ascii="Arial" w:hAnsi="Arial" w:cs="Arial"/>
          <w:bCs/>
          <w:szCs w:val="24"/>
          <w:u w:val="single"/>
        </w:rPr>
        <w:t>799</w:t>
      </w:r>
      <w:r w:rsidRPr="00B9426F">
        <w:rPr>
          <w:rFonts w:ascii="Arial" w:hAnsi="Arial" w:cs="Arial"/>
          <w:bCs/>
          <w:szCs w:val="24"/>
          <w:u w:val="single"/>
        </w:rPr>
        <w:t xml:space="preserve"> €</w:t>
      </w:r>
      <w:r w:rsidR="00414B11" w:rsidRPr="00B9426F">
        <w:rPr>
          <w:rFonts w:ascii="Arial" w:hAnsi="Arial" w:cs="Arial"/>
          <w:bCs/>
          <w:szCs w:val="24"/>
        </w:rPr>
        <w:t>.</w:t>
      </w:r>
    </w:p>
    <w:p w14:paraId="0C98AD85" w14:textId="77777777" w:rsidR="00DF1B11" w:rsidRPr="00DF1B11" w:rsidRDefault="00DF1B11" w:rsidP="00DF1B11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</w:p>
    <w:p w14:paraId="58457D43" w14:textId="287B28AA" w:rsidR="00AA65BC" w:rsidRPr="001E4FB2" w:rsidRDefault="00DB16B9" w:rsidP="0091344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DB16B9">
        <w:rPr>
          <w:rFonts w:ascii="Arial" w:hAnsi="Arial" w:cs="Arial"/>
          <w:bCs/>
          <w:szCs w:val="24"/>
        </w:rPr>
        <w:t>18-400mm F/3.5-6.3 Di II VC HLD (Modelo B028)</w:t>
      </w:r>
      <w:r w:rsidR="008D229E" w:rsidRPr="001E4FB2">
        <w:rPr>
          <w:rFonts w:ascii="Arial" w:hAnsi="Arial" w:cs="Arial"/>
          <w:bCs/>
          <w:szCs w:val="24"/>
        </w:rPr>
        <w:br/>
        <w:t xml:space="preserve">Para Canon e Nikon </w:t>
      </w:r>
    </w:p>
    <w:p w14:paraId="7CE36B26" w14:textId="77777777" w:rsidR="00C82101" w:rsidRPr="001E4FB2" w:rsidRDefault="00C82101" w:rsidP="00913446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1E4FB2">
        <w:rPr>
          <w:rFonts w:ascii="Arial" w:hAnsi="Arial" w:cs="Arial"/>
          <w:b/>
          <w:bCs/>
          <w:sz w:val="24"/>
          <w:szCs w:val="24"/>
        </w:rPr>
        <w:t>Especificações:</w:t>
      </w:r>
    </w:p>
    <w:tbl>
      <w:tblPr>
        <w:tblW w:w="92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5812"/>
      </w:tblGrid>
      <w:tr w:rsidR="00C82101" w:rsidRPr="001E4FB2" w14:paraId="4716BE59" w14:textId="77777777" w:rsidTr="00897596">
        <w:trPr>
          <w:trHeight w:val="222"/>
        </w:trPr>
        <w:tc>
          <w:tcPr>
            <w:tcW w:w="3402" w:type="dxa"/>
            <w:hideMark/>
          </w:tcPr>
          <w:p w14:paraId="3B927BA7" w14:textId="77777777" w:rsidR="00C82101" w:rsidRPr="001E4FB2" w:rsidRDefault="00C82101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 w:rsidRPr="001E4FB2">
              <w:rPr>
                <w:rFonts w:ascii="Arial" w:hAnsi="Arial" w:cs="Arial"/>
                <w:bCs/>
                <w:szCs w:val="24"/>
              </w:rPr>
              <w:t>Modelo</w:t>
            </w:r>
          </w:p>
        </w:tc>
        <w:tc>
          <w:tcPr>
            <w:tcW w:w="5812" w:type="dxa"/>
            <w:hideMark/>
          </w:tcPr>
          <w:p w14:paraId="7D9E9067" w14:textId="6B48FD7D" w:rsidR="00C82101" w:rsidRPr="001E4FB2" w:rsidRDefault="00C82101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 w:rsidRPr="001E4FB2">
              <w:rPr>
                <w:rFonts w:ascii="Arial" w:hAnsi="Arial" w:cs="Arial"/>
                <w:bCs/>
                <w:szCs w:val="24"/>
              </w:rPr>
              <w:t xml:space="preserve">: </w:t>
            </w:r>
            <w:r w:rsidR="00E818A5">
              <w:rPr>
                <w:rFonts w:ascii="Arial" w:hAnsi="Arial" w:cs="Arial"/>
                <w:bCs/>
                <w:szCs w:val="24"/>
              </w:rPr>
              <w:t>B</w:t>
            </w:r>
            <w:r w:rsidR="00550607">
              <w:rPr>
                <w:rFonts w:ascii="Arial" w:hAnsi="Arial" w:cs="Arial"/>
                <w:bCs/>
                <w:szCs w:val="24"/>
              </w:rPr>
              <w:t>0</w:t>
            </w:r>
            <w:r w:rsidR="00E818A5">
              <w:rPr>
                <w:rFonts w:ascii="Arial" w:hAnsi="Arial" w:cs="Arial"/>
                <w:bCs/>
                <w:szCs w:val="24"/>
              </w:rPr>
              <w:t>28</w:t>
            </w:r>
          </w:p>
        </w:tc>
      </w:tr>
      <w:tr w:rsidR="00C82101" w:rsidRPr="001E4FB2" w14:paraId="07DBB20B" w14:textId="77777777" w:rsidTr="00897596">
        <w:trPr>
          <w:trHeight w:val="216"/>
        </w:trPr>
        <w:tc>
          <w:tcPr>
            <w:tcW w:w="3402" w:type="dxa"/>
            <w:hideMark/>
          </w:tcPr>
          <w:p w14:paraId="4E912AC8" w14:textId="41BA7F00" w:rsidR="00C82101" w:rsidRPr="001E4FB2" w:rsidRDefault="00CC52BE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Distância Focal</w:t>
            </w:r>
            <w:r w:rsidR="00827873">
              <w:rPr>
                <w:rFonts w:ascii="Arial" w:hAnsi="Arial" w:cs="Arial"/>
                <w:bCs/>
                <w:szCs w:val="24"/>
              </w:rPr>
              <w:t xml:space="preserve"> </w:t>
            </w:r>
          </w:p>
        </w:tc>
        <w:tc>
          <w:tcPr>
            <w:tcW w:w="5812" w:type="dxa"/>
            <w:hideMark/>
          </w:tcPr>
          <w:p w14:paraId="32231B51" w14:textId="0C265A9B" w:rsidR="00C82101" w:rsidRPr="001E4FB2" w:rsidRDefault="00C82101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 w:rsidRPr="001E4FB2">
              <w:rPr>
                <w:rFonts w:ascii="Arial" w:hAnsi="Arial" w:cs="Arial"/>
                <w:bCs/>
                <w:szCs w:val="24"/>
              </w:rPr>
              <w:t xml:space="preserve">: </w:t>
            </w:r>
            <w:r w:rsidR="00E818A5">
              <w:rPr>
                <w:rFonts w:ascii="Arial" w:hAnsi="Arial" w:cs="Arial"/>
                <w:bCs/>
                <w:szCs w:val="24"/>
              </w:rPr>
              <w:t>18</w:t>
            </w:r>
            <w:r w:rsidR="00CC52BE">
              <w:rPr>
                <w:rFonts w:ascii="Arial" w:hAnsi="Arial" w:cs="Arial"/>
                <w:bCs/>
                <w:szCs w:val="24"/>
              </w:rPr>
              <w:t>-</w:t>
            </w:r>
            <w:r w:rsidR="00E818A5">
              <w:rPr>
                <w:rFonts w:ascii="Arial" w:hAnsi="Arial" w:cs="Arial"/>
                <w:bCs/>
                <w:szCs w:val="24"/>
              </w:rPr>
              <w:t>400</w:t>
            </w:r>
            <w:r w:rsidR="00CC52BE">
              <w:rPr>
                <w:rFonts w:ascii="Arial" w:hAnsi="Arial" w:cs="Arial"/>
                <w:bCs/>
                <w:szCs w:val="24"/>
              </w:rPr>
              <w:t>mm</w:t>
            </w:r>
            <w:r w:rsidRPr="001E4FB2">
              <w:rPr>
                <w:rFonts w:ascii="Arial" w:hAnsi="Arial" w:cs="Arial"/>
                <w:bCs/>
                <w:szCs w:val="24"/>
              </w:rPr>
              <w:t xml:space="preserve"> </w:t>
            </w:r>
          </w:p>
        </w:tc>
      </w:tr>
      <w:tr w:rsidR="00F41B60" w:rsidRPr="001E4FB2" w14:paraId="3EC3B1F6" w14:textId="77777777" w:rsidTr="00897596">
        <w:trPr>
          <w:trHeight w:val="216"/>
        </w:trPr>
        <w:tc>
          <w:tcPr>
            <w:tcW w:w="3402" w:type="dxa"/>
          </w:tcPr>
          <w:p w14:paraId="124A0BA4" w14:textId="77777777" w:rsidR="00F41B60" w:rsidRDefault="00F41B60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Abertura Máxima</w:t>
            </w:r>
          </w:p>
        </w:tc>
        <w:tc>
          <w:tcPr>
            <w:tcW w:w="5812" w:type="dxa"/>
          </w:tcPr>
          <w:p w14:paraId="3DAD5C88" w14:textId="718D91C6" w:rsidR="00F41B60" w:rsidRPr="001E4FB2" w:rsidRDefault="00F41B60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 xml:space="preserve">: </w:t>
            </w:r>
            <w:r w:rsidR="00E818A5" w:rsidRPr="00E818A5">
              <w:rPr>
                <w:rFonts w:ascii="Arial" w:hAnsi="Arial" w:cs="Arial"/>
                <w:bCs/>
                <w:szCs w:val="24"/>
              </w:rPr>
              <w:t>F/3.5-6.3</w:t>
            </w:r>
          </w:p>
        </w:tc>
      </w:tr>
      <w:tr w:rsidR="00F41B60" w:rsidRPr="00F41B60" w14:paraId="0F3684D4" w14:textId="77777777" w:rsidTr="00897596">
        <w:trPr>
          <w:trHeight w:val="216"/>
        </w:trPr>
        <w:tc>
          <w:tcPr>
            <w:tcW w:w="3402" w:type="dxa"/>
          </w:tcPr>
          <w:p w14:paraId="748EFB10" w14:textId="77777777" w:rsidR="00F41B60" w:rsidRDefault="00F41B60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Ângulo de Visualização</w:t>
            </w:r>
          </w:p>
        </w:tc>
        <w:tc>
          <w:tcPr>
            <w:tcW w:w="5812" w:type="dxa"/>
          </w:tcPr>
          <w:p w14:paraId="2C4286B4" w14:textId="613652D5" w:rsidR="00F41B60" w:rsidRPr="00F41B60" w:rsidRDefault="00F41B60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 w:rsidRPr="00F41B60">
              <w:rPr>
                <w:rFonts w:ascii="Arial" w:hAnsi="Arial" w:cs="Arial"/>
                <w:bCs/>
                <w:szCs w:val="24"/>
              </w:rPr>
              <w:t xml:space="preserve">: </w:t>
            </w:r>
            <w:r w:rsidR="00E818A5" w:rsidRPr="00E818A5">
              <w:rPr>
                <w:rFonts w:ascii="Arial" w:hAnsi="Arial" w:cs="Arial"/>
                <w:bCs/>
                <w:szCs w:val="24"/>
              </w:rPr>
              <w:t>75°33' - 4°</w:t>
            </w:r>
            <w:r w:rsidR="00CC52BE" w:rsidRPr="00CC52BE">
              <w:rPr>
                <w:rFonts w:ascii="Arial" w:hAnsi="Arial" w:cs="Arial"/>
                <w:bCs/>
                <w:szCs w:val="24"/>
              </w:rPr>
              <w:t xml:space="preserve"> (</w:t>
            </w:r>
            <w:r w:rsidR="00CC52BE">
              <w:rPr>
                <w:rFonts w:ascii="Arial" w:hAnsi="Arial" w:cs="Arial"/>
                <w:bCs/>
                <w:szCs w:val="24"/>
              </w:rPr>
              <w:t>para formato APS-C</w:t>
            </w:r>
            <w:r w:rsidR="00CC52BE" w:rsidRPr="00CC52BE">
              <w:rPr>
                <w:rFonts w:ascii="Arial" w:hAnsi="Arial" w:cs="Arial"/>
                <w:bCs/>
                <w:szCs w:val="24"/>
              </w:rPr>
              <w:t>)</w:t>
            </w:r>
          </w:p>
        </w:tc>
      </w:tr>
      <w:tr w:rsidR="00C82101" w:rsidRPr="001E4FB2" w14:paraId="1D23E37D" w14:textId="77777777" w:rsidTr="00897596">
        <w:trPr>
          <w:trHeight w:val="261"/>
        </w:trPr>
        <w:tc>
          <w:tcPr>
            <w:tcW w:w="3402" w:type="dxa"/>
            <w:hideMark/>
          </w:tcPr>
          <w:p w14:paraId="39927FE6" w14:textId="5F445950" w:rsidR="00C82101" w:rsidRPr="001E4FB2" w:rsidRDefault="00C82101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 w:rsidRPr="001E4FB2">
              <w:rPr>
                <w:rFonts w:ascii="Arial" w:hAnsi="Arial" w:cs="Arial"/>
                <w:bCs/>
                <w:szCs w:val="24"/>
              </w:rPr>
              <w:t>Construção Ótica</w:t>
            </w:r>
            <w:r w:rsidR="00E818A5">
              <w:rPr>
                <w:rFonts w:ascii="Arial" w:hAnsi="Arial" w:cs="Arial"/>
                <w:bCs/>
                <w:szCs w:val="24"/>
              </w:rPr>
              <w:br/>
              <w:t>Distância Mínima do Objeto</w:t>
            </w:r>
            <w:r w:rsidR="00E818A5">
              <w:rPr>
                <w:rFonts w:ascii="Arial" w:hAnsi="Arial" w:cs="Arial"/>
                <w:bCs/>
                <w:szCs w:val="24"/>
              </w:rPr>
              <w:br/>
              <w:t>Rácio Máximo de Ampliação</w:t>
            </w:r>
          </w:p>
        </w:tc>
        <w:tc>
          <w:tcPr>
            <w:tcW w:w="5812" w:type="dxa"/>
            <w:hideMark/>
          </w:tcPr>
          <w:p w14:paraId="44416DF3" w14:textId="4349D88E" w:rsidR="00C82101" w:rsidRPr="001E4FB2" w:rsidRDefault="00C82101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 w:rsidRPr="001E4FB2">
              <w:rPr>
                <w:rFonts w:ascii="Arial" w:hAnsi="Arial" w:cs="Arial"/>
                <w:bCs/>
                <w:szCs w:val="24"/>
              </w:rPr>
              <w:t xml:space="preserve">: </w:t>
            </w:r>
            <w:r w:rsidR="00550607">
              <w:rPr>
                <w:rFonts w:ascii="Arial" w:hAnsi="Arial" w:cs="Arial"/>
                <w:bCs/>
                <w:szCs w:val="24"/>
              </w:rPr>
              <w:t>1</w:t>
            </w:r>
            <w:r w:rsidR="00E818A5">
              <w:rPr>
                <w:rFonts w:ascii="Arial" w:hAnsi="Arial" w:cs="Arial"/>
                <w:bCs/>
                <w:szCs w:val="24"/>
              </w:rPr>
              <w:t>6 elementos em 11</w:t>
            </w:r>
            <w:r w:rsidRPr="001E4FB2">
              <w:rPr>
                <w:rFonts w:ascii="Arial" w:hAnsi="Arial" w:cs="Arial"/>
                <w:bCs/>
                <w:szCs w:val="24"/>
              </w:rPr>
              <w:t xml:space="preserve"> grupos</w:t>
            </w:r>
            <w:r w:rsidR="00E818A5">
              <w:rPr>
                <w:rFonts w:ascii="Arial" w:hAnsi="Arial" w:cs="Arial"/>
                <w:bCs/>
                <w:szCs w:val="24"/>
              </w:rPr>
              <w:br/>
              <w:t>: 0,45m</w:t>
            </w:r>
            <w:r w:rsidR="00E818A5">
              <w:rPr>
                <w:rFonts w:ascii="Arial" w:hAnsi="Arial" w:cs="Arial"/>
                <w:bCs/>
                <w:szCs w:val="24"/>
              </w:rPr>
              <w:br/>
              <w:t>: 1:2.9</w:t>
            </w:r>
          </w:p>
        </w:tc>
      </w:tr>
      <w:tr w:rsidR="00C82101" w:rsidRPr="001E4FB2" w14:paraId="2CB09E6C" w14:textId="77777777" w:rsidTr="00897596">
        <w:trPr>
          <w:trHeight w:val="282"/>
        </w:trPr>
        <w:tc>
          <w:tcPr>
            <w:tcW w:w="3402" w:type="dxa"/>
            <w:hideMark/>
          </w:tcPr>
          <w:p w14:paraId="04DAEE95" w14:textId="77777777" w:rsidR="00C82101" w:rsidRPr="001E4FB2" w:rsidRDefault="008C2B10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 w:rsidRPr="001E4FB2">
              <w:rPr>
                <w:rFonts w:ascii="Arial" w:hAnsi="Arial" w:cs="Arial"/>
                <w:bCs/>
                <w:szCs w:val="24"/>
              </w:rPr>
              <w:t>Diâmetro Máximo</w:t>
            </w:r>
          </w:p>
        </w:tc>
        <w:tc>
          <w:tcPr>
            <w:tcW w:w="5812" w:type="dxa"/>
            <w:hideMark/>
          </w:tcPr>
          <w:p w14:paraId="5DFF7822" w14:textId="36E8EAC8" w:rsidR="00C82101" w:rsidRPr="001E4FB2" w:rsidRDefault="00C82101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 w:rsidRPr="001E4FB2">
              <w:rPr>
                <w:rFonts w:ascii="Arial" w:hAnsi="Arial" w:cs="Arial"/>
                <w:bCs/>
                <w:szCs w:val="24"/>
              </w:rPr>
              <w:t>: φ</w:t>
            </w:r>
            <w:r w:rsidR="00E818A5">
              <w:rPr>
                <w:rFonts w:ascii="Arial" w:hAnsi="Arial" w:cs="Arial"/>
                <w:bCs/>
                <w:szCs w:val="24"/>
              </w:rPr>
              <w:t>79</w:t>
            </w:r>
            <w:r w:rsidR="00550607">
              <w:rPr>
                <w:rFonts w:ascii="Arial" w:hAnsi="Arial" w:cs="Arial"/>
                <w:bCs/>
                <w:szCs w:val="24"/>
              </w:rPr>
              <w:t>mm</w:t>
            </w:r>
          </w:p>
        </w:tc>
      </w:tr>
      <w:tr w:rsidR="00C82101" w:rsidRPr="008B7CA3" w14:paraId="4E75CD4E" w14:textId="77777777" w:rsidTr="000A3705">
        <w:trPr>
          <w:trHeight w:val="80"/>
        </w:trPr>
        <w:tc>
          <w:tcPr>
            <w:tcW w:w="3402" w:type="dxa"/>
            <w:hideMark/>
          </w:tcPr>
          <w:p w14:paraId="0EBA688F" w14:textId="77777777" w:rsidR="00C82101" w:rsidRPr="001E4FB2" w:rsidRDefault="000A3705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 w:rsidRPr="001E4FB2">
              <w:rPr>
                <w:rFonts w:ascii="Arial" w:hAnsi="Arial" w:cs="Arial"/>
                <w:bCs/>
                <w:szCs w:val="24"/>
              </w:rPr>
              <w:t>Comprimento</w:t>
            </w:r>
          </w:p>
        </w:tc>
        <w:tc>
          <w:tcPr>
            <w:tcW w:w="5812" w:type="dxa"/>
            <w:hideMark/>
          </w:tcPr>
          <w:p w14:paraId="2049E8D4" w14:textId="3C08722D" w:rsidR="00C82101" w:rsidRPr="000C73DB" w:rsidRDefault="00C82101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  <w:lang w:val="es-ES"/>
              </w:rPr>
            </w:pPr>
            <w:r w:rsidRPr="000C73DB">
              <w:rPr>
                <w:rFonts w:ascii="Arial" w:hAnsi="Arial" w:cs="Arial"/>
                <w:bCs/>
                <w:szCs w:val="24"/>
                <w:lang w:val="es-ES"/>
              </w:rPr>
              <w:t xml:space="preserve">: </w:t>
            </w:r>
            <w:r w:rsidR="00E818A5">
              <w:rPr>
                <w:rFonts w:ascii="Arial" w:hAnsi="Arial" w:cs="Arial"/>
                <w:bCs/>
                <w:szCs w:val="24"/>
                <w:lang w:val="es-ES"/>
              </w:rPr>
              <w:t>123,9</w:t>
            </w:r>
            <w:r w:rsidR="00550607" w:rsidRPr="000C73DB">
              <w:rPr>
                <w:rFonts w:ascii="Arial" w:hAnsi="Arial" w:cs="Arial"/>
                <w:bCs/>
                <w:szCs w:val="24"/>
                <w:lang w:val="es-ES"/>
              </w:rPr>
              <w:t xml:space="preserve">mm para Canon, </w:t>
            </w:r>
            <w:r w:rsidR="00E818A5">
              <w:rPr>
                <w:rFonts w:ascii="Arial" w:hAnsi="Arial" w:cs="Arial"/>
                <w:bCs/>
                <w:szCs w:val="24"/>
                <w:lang w:val="es-ES"/>
              </w:rPr>
              <w:t>121,4</w:t>
            </w:r>
            <w:r w:rsidR="00550607" w:rsidRPr="000C73DB">
              <w:rPr>
                <w:rFonts w:ascii="Arial" w:hAnsi="Arial" w:cs="Arial"/>
                <w:bCs/>
                <w:szCs w:val="24"/>
                <w:lang w:val="es-ES"/>
              </w:rPr>
              <w:t>mm para</w:t>
            </w:r>
            <w:r w:rsidR="000A3705" w:rsidRPr="000C73DB">
              <w:rPr>
                <w:rFonts w:ascii="Arial" w:hAnsi="Arial" w:cs="Arial"/>
                <w:bCs/>
                <w:szCs w:val="24"/>
                <w:lang w:val="es-ES"/>
              </w:rPr>
              <w:t xml:space="preserve"> Nikon</w:t>
            </w:r>
          </w:p>
        </w:tc>
      </w:tr>
      <w:tr w:rsidR="00C82101" w:rsidRPr="008B7CA3" w14:paraId="20B000BD" w14:textId="77777777" w:rsidTr="00897596">
        <w:trPr>
          <w:trHeight w:val="206"/>
        </w:trPr>
        <w:tc>
          <w:tcPr>
            <w:tcW w:w="3402" w:type="dxa"/>
          </w:tcPr>
          <w:p w14:paraId="1851FD55" w14:textId="77777777" w:rsidR="00C82101" w:rsidRPr="001E4FB2" w:rsidRDefault="000A3705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 w:rsidRPr="001E4FB2">
              <w:rPr>
                <w:rFonts w:ascii="Arial" w:hAnsi="Arial" w:cs="Arial"/>
                <w:bCs/>
                <w:szCs w:val="24"/>
              </w:rPr>
              <w:t>Peso</w:t>
            </w:r>
          </w:p>
        </w:tc>
        <w:tc>
          <w:tcPr>
            <w:tcW w:w="5812" w:type="dxa"/>
          </w:tcPr>
          <w:p w14:paraId="1C70711C" w14:textId="4C45F107" w:rsidR="00C82101" w:rsidRPr="00CC52BE" w:rsidRDefault="00C82101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  <w:lang w:val="es-ES"/>
              </w:rPr>
            </w:pPr>
            <w:r w:rsidRPr="00CC52BE">
              <w:rPr>
                <w:rFonts w:ascii="Arial" w:hAnsi="Arial" w:cs="Arial"/>
                <w:bCs/>
                <w:szCs w:val="24"/>
                <w:lang w:val="es-ES"/>
              </w:rPr>
              <w:t xml:space="preserve">: </w:t>
            </w:r>
            <w:r w:rsidR="00E818A5">
              <w:rPr>
                <w:rFonts w:ascii="Arial" w:hAnsi="Arial" w:cs="Arial"/>
                <w:bCs/>
                <w:szCs w:val="24"/>
                <w:lang w:val="es-ES"/>
              </w:rPr>
              <w:t>710</w:t>
            </w:r>
            <w:r w:rsidR="000A3705" w:rsidRPr="00CC52BE">
              <w:rPr>
                <w:rFonts w:ascii="Arial" w:hAnsi="Arial" w:cs="Arial"/>
                <w:bCs/>
                <w:szCs w:val="24"/>
                <w:lang w:val="es-ES"/>
              </w:rPr>
              <w:t>g para Canon</w:t>
            </w:r>
            <w:r w:rsidR="00CC52BE" w:rsidRPr="00CC52BE">
              <w:rPr>
                <w:rFonts w:ascii="Arial" w:hAnsi="Arial" w:cs="Arial"/>
                <w:bCs/>
                <w:szCs w:val="24"/>
                <w:lang w:val="es-ES"/>
              </w:rPr>
              <w:t xml:space="preserve">, </w:t>
            </w:r>
            <w:r w:rsidR="00E818A5">
              <w:rPr>
                <w:rFonts w:ascii="Arial" w:hAnsi="Arial" w:cs="Arial"/>
                <w:bCs/>
                <w:szCs w:val="24"/>
                <w:lang w:val="es-ES"/>
              </w:rPr>
              <w:t>705</w:t>
            </w:r>
            <w:r w:rsidR="00CC52BE" w:rsidRPr="00CC52BE">
              <w:rPr>
                <w:rFonts w:ascii="Arial" w:hAnsi="Arial" w:cs="Arial"/>
                <w:bCs/>
                <w:szCs w:val="24"/>
                <w:lang w:val="es-ES"/>
              </w:rPr>
              <w:t>g para</w:t>
            </w:r>
            <w:r w:rsidR="000A3705" w:rsidRPr="00CC52BE">
              <w:rPr>
                <w:rFonts w:ascii="Arial" w:hAnsi="Arial" w:cs="Arial"/>
                <w:bCs/>
                <w:szCs w:val="24"/>
                <w:lang w:val="es-ES"/>
              </w:rPr>
              <w:t xml:space="preserve"> Nikon</w:t>
            </w:r>
          </w:p>
        </w:tc>
      </w:tr>
      <w:tr w:rsidR="00C82101" w:rsidRPr="001E4FB2" w14:paraId="220B8EF7" w14:textId="77777777" w:rsidTr="00897596">
        <w:trPr>
          <w:trHeight w:val="222"/>
        </w:trPr>
        <w:tc>
          <w:tcPr>
            <w:tcW w:w="3402" w:type="dxa"/>
          </w:tcPr>
          <w:p w14:paraId="1B1903AA" w14:textId="77777777" w:rsidR="00C82101" w:rsidRPr="001E4FB2" w:rsidRDefault="000A3705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 w:rsidRPr="001E4FB2">
              <w:rPr>
                <w:rFonts w:ascii="Arial" w:hAnsi="Arial" w:cs="Arial"/>
                <w:bCs/>
                <w:szCs w:val="24"/>
              </w:rPr>
              <w:t>Acessórios</w:t>
            </w:r>
          </w:p>
        </w:tc>
        <w:tc>
          <w:tcPr>
            <w:tcW w:w="5812" w:type="dxa"/>
          </w:tcPr>
          <w:p w14:paraId="29AE62A8" w14:textId="739B8E16" w:rsidR="00C82101" w:rsidRPr="001E4FB2" w:rsidRDefault="00C82101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 w:rsidRPr="001E4FB2">
              <w:rPr>
                <w:rFonts w:ascii="Arial" w:hAnsi="Arial" w:cs="Arial"/>
                <w:bCs/>
                <w:szCs w:val="24"/>
              </w:rPr>
              <w:t xml:space="preserve">: </w:t>
            </w:r>
            <w:r w:rsidR="00CC52BE">
              <w:rPr>
                <w:rFonts w:ascii="Arial" w:hAnsi="Arial" w:cs="Arial"/>
                <w:bCs/>
                <w:szCs w:val="24"/>
              </w:rPr>
              <w:t xml:space="preserve">Cobertura, </w:t>
            </w:r>
            <w:r w:rsidR="00622AE4" w:rsidRPr="001E4FB2">
              <w:rPr>
                <w:rFonts w:ascii="Arial" w:hAnsi="Arial" w:cs="Arial"/>
                <w:bCs/>
                <w:szCs w:val="24"/>
              </w:rPr>
              <w:t>Tampas</w:t>
            </w:r>
          </w:p>
        </w:tc>
      </w:tr>
      <w:tr w:rsidR="00C82101" w:rsidRPr="001E4FB2" w14:paraId="0DA3B77F" w14:textId="77777777" w:rsidTr="00897596">
        <w:trPr>
          <w:trHeight w:val="222"/>
        </w:trPr>
        <w:tc>
          <w:tcPr>
            <w:tcW w:w="3402" w:type="dxa"/>
          </w:tcPr>
          <w:p w14:paraId="30785B98" w14:textId="77777777" w:rsidR="00C82101" w:rsidRPr="001E4FB2" w:rsidRDefault="008C2B10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 w:rsidRPr="001E4FB2">
              <w:rPr>
                <w:rFonts w:ascii="Arial" w:hAnsi="Arial" w:cs="Arial"/>
                <w:bCs/>
                <w:szCs w:val="24"/>
              </w:rPr>
              <w:t>Compatibilidade</w:t>
            </w:r>
          </w:p>
        </w:tc>
        <w:tc>
          <w:tcPr>
            <w:tcW w:w="5812" w:type="dxa"/>
          </w:tcPr>
          <w:p w14:paraId="145EA319" w14:textId="77777777" w:rsidR="00C82101" w:rsidRPr="001E4FB2" w:rsidRDefault="00C82101" w:rsidP="00C82101">
            <w:pPr>
              <w:spacing w:before="100" w:beforeAutospacing="1" w:after="100" w:afterAutospacing="1"/>
              <w:rPr>
                <w:rFonts w:ascii="Arial" w:hAnsi="Arial" w:cs="Arial"/>
                <w:bCs/>
                <w:szCs w:val="24"/>
              </w:rPr>
            </w:pPr>
            <w:r w:rsidRPr="001E4FB2">
              <w:rPr>
                <w:rFonts w:ascii="Arial" w:hAnsi="Arial" w:cs="Arial"/>
                <w:bCs/>
                <w:szCs w:val="24"/>
              </w:rPr>
              <w:t>: Canon, Nikon</w:t>
            </w:r>
          </w:p>
        </w:tc>
      </w:tr>
    </w:tbl>
    <w:p w14:paraId="5CC34C91" w14:textId="77777777" w:rsidR="000A3705" w:rsidRPr="001E4FB2" w:rsidRDefault="000A3705" w:rsidP="0091344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</w:p>
    <w:p w14:paraId="4B5D30D0" w14:textId="5001058B" w:rsidR="00E1062D" w:rsidRPr="001E4FB2" w:rsidRDefault="00AF748D" w:rsidP="00913446">
      <w:pPr>
        <w:spacing w:before="100" w:beforeAutospacing="1" w:after="100" w:afterAutospacing="1"/>
      </w:pPr>
      <w:r w:rsidRPr="001E4FB2">
        <w:rPr>
          <w:rFonts w:ascii="Arial" w:hAnsi="Arial" w:cs="Arial"/>
          <w:b/>
        </w:rPr>
        <w:t>M</w:t>
      </w:r>
      <w:r w:rsidR="00E1062D" w:rsidRPr="001E4FB2">
        <w:rPr>
          <w:rFonts w:ascii="Arial" w:hAnsi="Arial" w:cs="Arial"/>
          <w:b/>
        </w:rPr>
        <w:t xml:space="preserve">ais informações: </w:t>
      </w:r>
      <w:hyperlink r:id="rId8" w:history="1">
        <w:r w:rsidR="008C2B10" w:rsidRPr="001E4FB2">
          <w:rPr>
            <w:rStyle w:val="Hipervnculo"/>
            <w:rFonts w:ascii="Arial" w:hAnsi="Arial" w:cs="Arial"/>
          </w:rPr>
          <w:t>http://www.tamron.eu/</w:t>
        </w:r>
      </w:hyperlink>
      <w:r w:rsidR="008C2B10" w:rsidRPr="001E4FB2">
        <w:rPr>
          <w:rFonts w:ascii="Arial" w:hAnsi="Arial" w:cs="Arial"/>
          <w:b/>
        </w:rPr>
        <w:t xml:space="preserve"> </w:t>
      </w:r>
      <w:r w:rsidRPr="001E4FB2">
        <w:rPr>
          <w:rFonts w:ascii="Arial" w:hAnsi="Arial" w:cs="Arial"/>
        </w:rPr>
        <w:br/>
      </w:r>
      <w:r w:rsidR="00E1062D" w:rsidRPr="001E4FB2">
        <w:rPr>
          <w:rFonts w:ascii="Arial" w:hAnsi="Arial" w:cs="Arial"/>
          <w:b/>
        </w:rPr>
        <w:t>Fotos de alta resolução:</w:t>
      </w:r>
      <w:r w:rsidR="008C2B10" w:rsidRPr="001E4FB2">
        <w:rPr>
          <w:rFonts w:ascii="Arial" w:hAnsi="Arial" w:cs="Arial"/>
        </w:rPr>
        <w:t xml:space="preserve"> </w:t>
      </w:r>
      <w:hyperlink r:id="rId9" w:history="1">
        <w:r w:rsidR="00D56D3C">
          <w:rPr>
            <w:rStyle w:val="Hipervnculo"/>
            <w:rFonts w:ascii="Arial" w:hAnsi="Arial" w:cs="Arial"/>
          </w:rPr>
          <w:t>http://fotos.aempress.com/Robisa/Tamron/18-400mm-F35-63-Di-II-VC-HLD-Modelo-B028/</w:t>
        </w:r>
      </w:hyperlink>
      <w:r w:rsidR="00CC52BE">
        <w:rPr>
          <w:rFonts w:ascii="Arial" w:hAnsi="Arial" w:cs="Arial"/>
        </w:rPr>
        <w:t xml:space="preserve"> </w:t>
      </w:r>
    </w:p>
    <w:p w14:paraId="5126891B" w14:textId="77777777" w:rsidR="00DF1B11" w:rsidRDefault="00DF1B11" w:rsidP="00913446">
      <w:pPr>
        <w:spacing w:before="100" w:beforeAutospacing="1" w:after="100" w:afterAutospacing="1"/>
        <w:rPr>
          <w:rFonts w:ascii="Arial" w:hAnsi="Arial" w:cs="Arial"/>
        </w:rPr>
      </w:pPr>
    </w:p>
    <w:p w14:paraId="4E66C014" w14:textId="77777777" w:rsidR="00DF1B11" w:rsidRDefault="00DF1B11" w:rsidP="00913446">
      <w:pPr>
        <w:spacing w:before="100" w:beforeAutospacing="1" w:after="100" w:afterAutospacing="1"/>
        <w:rPr>
          <w:rFonts w:ascii="Arial" w:hAnsi="Arial" w:cs="Arial"/>
        </w:rPr>
      </w:pPr>
    </w:p>
    <w:p w14:paraId="72F163F0" w14:textId="3B4A1197" w:rsidR="00E1062D" w:rsidRPr="001E4FB2" w:rsidRDefault="00E1062D" w:rsidP="00913446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bookmarkStart w:id="1" w:name="_GoBack"/>
      <w:bookmarkEnd w:id="1"/>
      <w:r w:rsidRPr="001E4FB2">
        <w:rPr>
          <w:rFonts w:ascii="Arial" w:hAnsi="Arial" w:cs="Arial"/>
          <w:bCs/>
          <w:sz w:val="14"/>
          <w:szCs w:val="20"/>
        </w:rPr>
        <w:t>Para mais informações, contacte:</w:t>
      </w:r>
    </w:p>
    <w:p w14:paraId="3193DAD6" w14:textId="77777777" w:rsidR="00E1062D" w:rsidRPr="001E4FB2" w:rsidRDefault="00E1062D" w:rsidP="00913446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1E4FB2">
        <w:rPr>
          <w:rFonts w:ascii="Arial" w:hAnsi="Arial" w:cs="Arial"/>
          <w:bCs/>
          <w:noProof/>
          <w:sz w:val="14"/>
          <w:szCs w:val="20"/>
          <w:lang w:val="es-ES" w:eastAsia="es-ES"/>
        </w:rPr>
        <w:drawing>
          <wp:inline distT="0" distB="0" distL="0" distR="0" wp14:anchorId="06FE07B7" wp14:editId="5A7ABAD7">
            <wp:extent cx="1423284" cy="462647"/>
            <wp:effectExtent l="0" t="0" r="5715" b="0"/>
            <wp:docPr id="1" name="Imagem 1" descr="C:\Users\AEM.AEMPRESS.000\Documents\_AEMpress\Imagens\Logos\Novo (2014)\Logo AEMpress 2014 FUNDO BRANCO_P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EM.AEMPRESS.000\Documents\_AEMpress\Imagens\Logos\Novo (2014)\Logo AEMpress 2014 FUNDO BRANCO_PR.jp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423" cy="462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4FB2">
        <w:rPr>
          <w:rFonts w:ascii="Arial" w:hAnsi="Arial" w:cs="Arial"/>
          <w:bCs/>
          <w:sz w:val="14"/>
          <w:szCs w:val="20"/>
        </w:rPr>
        <w:br/>
        <w:t>António Eduardo Marques / Nuno Ramos</w:t>
      </w:r>
      <w:r w:rsidRPr="001E4FB2">
        <w:rPr>
          <w:rFonts w:ascii="Arial" w:hAnsi="Arial" w:cs="Arial"/>
          <w:bCs/>
          <w:sz w:val="14"/>
          <w:szCs w:val="20"/>
        </w:rPr>
        <w:br/>
      </w:r>
      <w:r w:rsidRPr="001E4FB2">
        <w:rPr>
          <w:rFonts w:ascii="Arial" w:hAnsi="Arial" w:cs="Arial"/>
          <w:bCs/>
          <w:sz w:val="14"/>
          <w:szCs w:val="20"/>
        </w:rPr>
        <w:lastRenderedPageBreak/>
        <w:t xml:space="preserve">Email: </w:t>
      </w:r>
      <w:hyperlink r:id="rId11" w:history="1">
        <w:r w:rsidRPr="001E4FB2">
          <w:rPr>
            <w:rStyle w:val="Hipervnculo"/>
            <w:rFonts w:ascii="Arial" w:hAnsi="Arial" w:cs="Arial"/>
            <w:bCs/>
            <w:sz w:val="14"/>
            <w:szCs w:val="20"/>
          </w:rPr>
          <w:t>robisa@aempress.com</w:t>
        </w:r>
      </w:hyperlink>
      <w:r w:rsidRPr="001E4FB2">
        <w:rPr>
          <w:rFonts w:ascii="Arial" w:hAnsi="Arial" w:cs="Arial"/>
          <w:sz w:val="16"/>
        </w:rPr>
        <w:t xml:space="preserve"> </w:t>
      </w:r>
      <w:r w:rsidRPr="001E4FB2">
        <w:rPr>
          <w:rFonts w:ascii="Arial" w:hAnsi="Arial" w:cs="Arial"/>
          <w:sz w:val="16"/>
        </w:rPr>
        <w:br/>
      </w:r>
      <w:r w:rsidRPr="001E4FB2">
        <w:rPr>
          <w:rFonts w:ascii="Arial" w:hAnsi="Arial" w:cs="Arial"/>
          <w:bCs/>
          <w:sz w:val="14"/>
          <w:szCs w:val="20"/>
        </w:rPr>
        <w:t>Tel.: 218 019 830</w:t>
      </w:r>
    </w:p>
    <w:sectPr w:rsidR="00E1062D" w:rsidRPr="001E4FB2">
      <w:headerReference w:type="default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56D832" w14:textId="77777777" w:rsidR="008F05B7" w:rsidRDefault="008F05B7" w:rsidP="00E1062D">
      <w:pPr>
        <w:spacing w:after="0" w:line="240" w:lineRule="auto"/>
      </w:pPr>
      <w:r>
        <w:separator/>
      </w:r>
    </w:p>
  </w:endnote>
  <w:endnote w:type="continuationSeparator" w:id="0">
    <w:p w14:paraId="1FB0FE03" w14:textId="77777777" w:rsidR="008F05B7" w:rsidRDefault="008F05B7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88FBE" w14:textId="77777777" w:rsidR="00E1062D" w:rsidRDefault="00E1062D">
    <w:pPr>
      <w:pStyle w:val="Piedepgina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8F2D83" w14:textId="77777777" w:rsidR="008F05B7" w:rsidRDefault="008F05B7" w:rsidP="00E1062D">
      <w:pPr>
        <w:spacing w:after="0" w:line="240" w:lineRule="auto"/>
      </w:pPr>
      <w:r>
        <w:separator/>
      </w:r>
    </w:p>
  </w:footnote>
  <w:footnote w:type="continuationSeparator" w:id="0">
    <w:p w14:paraId="36D1CAFD" w14:textId="77777777" w:rsidR="008F05B7" w:rsidRDefault="008F05B7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257AB" w14:textId="77777777" w:rsidR="00407E14" w:rsidRDefault="00E1062D" w:rsidP="00E1062D">
    <w:pPr>
      <w:pStyle w:val="Encabezado"/>
      <w:jc w:val="center"/>
      <w:rPr>
        <w:noProof/>
        <w:lang w:eastAsia="pt-PT"/>
      </w:rPr>
    </w:pPr>
    <w:r>
      <w:rPr>
        <w:noProof/>
        <w:lang w:val="es-ES" w:eastAsia="es-ES"/>
      </w:rPr>
      <w:drawing>
        <wp:inline distT="0" distB="0" distL="0" distR="0" wp14:anchorId="582ED7CA" wp14:editId="18194949">
          <wp:extent cx="5278591" cy="854376"/>
          <wp:effectExtent l="0" t="0" r="0" b="3175"/>
          <wp:docPr id="2" name="図 9" descr="説明: 説明: tamron_e_1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9" descr="説明: 説明: tamron_e_1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9018" cy="881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7A126B" w14:textId="77777777" w:rsidR="00BA1EBE" w:rsidRDefault="00B9426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48D"/>
    <w:rsid w:val="0008142A"/>
    <w:rsid w:val="000A3705"/>
    <w:rsid w:val="000C73DB"/>
    <w:rsid w:val="000F0486"/>
    <w:rsid w:val="00105C7F"/>
    <w:rsid w:val="00107F66"/>
    <w:rsid w:val="0011101A"/>
    <w:rsid w:val="00111FAD"/>
    <w:rsid w:val="0018550C"/>
    <w:rsid w:val="0019642D"/>
    <w:rsid w:val="001B50A3"/>
    <w:rsid w:val="001D5D36"/>
    <w:rsid w:val="001E4FB2"/>
    <w:rsid w:val="002140B3"/>
    <w:rsid w:val="00226E08"/>
    <w:rsid w:val="00273997"/>
    <w:rsid w:val="00276CAA"/>
    <w:rsid w:val="00281EBC"/>
    <w:rsid w:val="002C1CAB"/>
    <w:rsid w:val="002D09E5"/>
    <w:rsid w:val="002D65CB"/>
    <w:rsid w:val="00305BD3"/>
    <w:rsid w:val="0031151D"/>
    <w:rsid w:val="0031466A"/>
    <w:rsid w:val="0034331E"/>
    <w:rsid w:val="003776F6"/>
    <w:rsid w:val="00382E1F"/>
    <w:rsid w:val="003865F3"/>
    <w:rsid w:val="003B20B1"/>
    <w:rsid w:val="003C4616"/>
    <w:rsid w:val="003E7508"/>
    <w:rsid w:val="00407406"/>
    <w:rsid w:val="00414B11"/>
    <w:rsid w:val="0044094A"/>
    <w:rsid w:val="00484FCE"/>
    <w:rsid w:val="00490C02"/>
    <w:rsid w:val="004A0F7C"/>
    <w:rsid w:val="004A5D16"/>
    <w:rsid w:val="004B2380"/>
    <w:rsid w:val="004C04E9"/>
    <w:rsid w:val="004C291A"/>
    <w:rsid w:val="004D68A7"/>
    <w:rsid w:val="004F26FD"/>
    <w:rsid w:val="0054708B"/>
    <w:rsid w:val="00550607"/>
    <w:rsid w:val="0055546A"/>
    <w:rsid w:val="005B4D23"/>
    <w:rsid w:val="005B69C6"/>
    <w:rsid w:val="00622AE4"/>
    <w:rsid w:val="00633E21"/>
    <w:rsid w:val="006B311F"/>
    <w:rsid w:val="006E5F77"/>
    <w:rsid w:val="007C2C6C"/>
    <w:rsid w:val="007E562F"/>
    <w:rsid w:val="00827873"/>
    <w:rsid w:val="0084763A"/>
    <w:rsid w:val="00852E82"/>
    <w:rsid w:val="00866CA4"/>
    <w:rsid w:val="008974DE"/>
    <w:rsid w:val="008A63EC"/>
    <w:rsid w:val="008B7CA3"/>
    <w:rsid w:val="008C2B10"/>
    <w:rsid w:val="008D229E"/>
    <w:rsid w:val="008D3191"/>
    <w:rsid w:val="008D792C"/>
    <w:rsid w:val="008F05B7"/>
    <w:rsid w:val="008F689B"/>
    <w:rsid w:val="00905F64"/>
    <w:rsid w:val="00913446"/>
    <w:rsid w:val="00916F7E"/>
    <w:rsid w:val="009D5C41"/>
    <w:rsid w:val="00A05C08"/>
    <w:rsid w:val="00A40C58"/>
    <w:rsid w:val="00AA65BC"/>
    <w:rsid w:val="00AF748D"/>
    <w:rsid w:val="00B310C2"/>
    <w:rsid w:val="00B33752"/>
    <w:rsid w:val="00B56630"/>
    <w:rsid w:val="00B9426F"/>
    <w:rsid w:val="00B96B37"/>
    <w:rsid w:val="00BC3B51"/>
    <w:rsid w:val="00BC7CCE"/>
    <w:rsid w:val="00BE6E2E"/>
    <w:rsid w:val="00BF06A6"/>
    <w:rsid w:val="00C243C2"/>
    <w:rsid w:val="00C675FD"/>
    <w:rsid w:val="00C82101"/>
    <w:rsid w:val="00CA1567"/>
    <w:rsid w:val="00CB0885"/>
    <w:rsid w:val="00CC188E"/>
    <w:rsid w:val="00CC52BE"/>
    <w:rsid w:val="00CF3B14"/>
    <w:rsid w:val="00D23E3D"/>
    <w:rsid w:val="00D40432"/>
    <w:rsid w:val="00D56D3C"/>
    <w:rsid w:val="00DB16B9"/>
    <w:rsid w:val="00DC05C6"/>
    <w:rsid w:val="00DF1B11"/>
    <w:rsid w:val="00E1062D"/>
    <w:rsid w:val="00E2443A"/>
    <w:rsid w:val="00E314B2"/>
    <w:rsid w:val="00E579A2"/>
    <w:rsid w:val="00E818A5"/>
    <w:rsid w:val="00E83EAF"/>
    <w:rsid w:val="00EF094B"/>
    <w:rsid w:val="00F0582C"/>
    <w:rsid w:val="00F35DDC"/>
    <w:rsid w:val="00F41B60"/>
    <w:rsid w:val="00FE4ABE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3A90355"/>
  <w14:discardImageEditingData/>
  <w14:defaultImageDpi w14:val="150"/>
  <w15:chartTrackingRefBased/>
  <w15:docId w15:val="{E78CB502-CDC0-4044-B58A-BB44A8018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062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062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62D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E1062D"/>
    <w:rPr>
      <w:color w:val="0000FF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33E2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33E21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33E21"/>
    <w:rPr>
      <w:vertAlign w:val="superscript"/>
    </w:rPr>
  </w:style>
  <w:style w:type="character" w:customStyle="1" w:styleId="Mention">
    <w:name w:val="Mention"/>
    <w:basedOn w:val="Fuentedeprrafopredeter"/>
    <w:uiPriority w:val="99"/>
    <w:semiHidden/>
    <w:unhideWhenUsed/>
    <w:rsid w:val="00CC52BE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91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mron.e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robisa@aempress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fotos.aempress.com/Robisa/Tamron/18-400mm-F35-63-Di-II-VC-HLD-Modelo-B028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em\AppData\Roaming\Microsoft\Templates\AEMpress\Tamron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43027-6739-41B2-9EF0-E216B9CBF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Tamron</Template>
  <TotalTime>0</TotalTime>
  <Pages>2</Pages>
  <Words>422</Words>
  <Characters>2322</Characters>
  <Application>Microsoft Office Word</Application>
  <DocSecurity>4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Tamron</vt:lpstr>
    </vt:vector>
  </TitlesOfParts>
  <Company/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António Eduardo Marques</dc:creator>
  <cp:keywords>Robisa</cp:keywords>
  <dc:description/>
  <cp:lastModifiedBy>claudia</cp:lastModifiedBy>
  <cp:revision>2</cp:revision>
  <dcterms:created xsi:type="dcterms:W3CDTF">2017-06-23T07:01:00Z</dcterms:created>
  <dcterms:modified xsi:type="dcterms:W3CDTF">2017-06-23T07:01:00Z</dcterms:modified>
</cp:coreProperties>
</file>