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24D02D" w14:textId="6683D06E" w:rsidR="00B4718E" w:rsidRPr="0043073C" w:rsidRDefault="00953051" w:rsidP="0043073C">
      <w:pPr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Robisa é o novo distribuidor </w:t>
      </w:r>
      <w:r>
        <w:rPr>
          <w:rFonts w:ascii="Arial" w:hAnsi="Arial" w:cs="Arial"/>
          <w:b/>
          <w:sz w:val="32"/>
          <w:szCs w:val="28"/>
        </w:rPr>
        <w:br/>
        <w:t>dos sistemas MOZA em Portugal</w:t>
      </w:r>
    </w:p>
    <w:p w14:paraId="30532A36" w14:textId="55389184" w:rsidR="00BC4C2F" w:rsidRPr="0043073C" w:rsidRDefault="00E27752" w:rsidP="00BC4C2F">
      <w:pPr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noProof/>
          <w:sz w:val="32"/>
          <w:szCs w:val="28"/>
          <w:lang w:val="es-ES" w:eastAsia="es-ES"/>
        </w:rPr>
        <w:drawing>
          <wp:inline distT="0" distB="0" distL="0" distR="0" wp14:anchorId="60790DEC" wp14:editId="4FB14475">
            <wp:extent cx="3240000" cy="3218543"/>
            <wp:effectExtent l="0" t="0" r="0" b="127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za air-L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3218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32"/>
          <w:szCs w:val="28"/>
          <w:lang w:val="es-ES" w:eastAsia="es-ES"/>
        </w:rPr>
        <w:drawing>
          <wp:inline distT="0" distB="0" distL="0" distR="0" wp14:anchorId="7633456C" wp14:editId="654E9CFF">
            <wp:extent cx="1800000" cy="2762149"/>
            <wp:effectExtent l="0" t="0" r="0" b="63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humb-controller_MOZA-L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2762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F98F2" w14:textId="311586E0" w:rsidR="00953051" w:rsidRDefault="00B4718E" w:rsidP="0043073C">
      <w:pPr>
        <w:spacing w:before="100" w:beforeAutospacing="1" w:after="100" w:afterAutospacing="1"/>
        <w:rPr>
          <w:rFonts w:ascii="Arial" w:hAnsi="Arial" w:cs="Arial"/>
          <w:sz w:val="24"/>
          <w:szCs w:val="28"/>
        </w:rPr>
      </w:pPr>
      <w:r w:rsidRPr="0043073C">
        <w:rPr>
          <w:rFonts w:ascii="Arial" w:hAnsi="Arial" w:cs="Arial"/>
          <w:b/>
          <w:sz w:val="24"/>
          <w:szCs w:val="28"/>
        </w:rPr>
        <w:t xml:space="preserve">Lisboa, </w:t>
      </w:r>
      <w:r w:rsidR="00953051">
        <w:rPr>
          <w:rFonts w:ascii="Arial" w:hAnsi="Arial" w:cs="Arial"/>
          <w:b/>
          <w:sz w:val="24"/>
          <w:szCs w:val="28"/>
        </w:rPr>
        <w:t>Portugal (8</w:t>
      </w:r>
      <w:r w:rsidRPr="0043073C">
        <w:rPr>
          <w:rFonts w:ascii="Arial" w:hAnsi="Arial" w:cs="Arial"/>
          <w:b/>
          <w:sz w:val="24"/>
          <w:szCs w:val="28"/>
        </w:rPr>
        <w:t xml:space="preserve"> de </w:t>
      </w:r>
      <w:r w:rsidR="00953051">
        <w:rPr>
          <w:rFonts w:ascii="Arial" w:hAnsi="Arial" w:cs="Arial"/>
          <w:b/>
          <w:sz w:val="24"/>
          <w:szCs w:val="28"/>
        </w:rPr>
        <w:t>novembro,</w:t>
      </w:r>
      <w:r w:rsidRPr="0043073C">
        <w:rPr>
          <w:rFonts w:ascii="Arial" w:hAnsi="Arial" w:cs="Arial"/>
          <w:b/>
          <w:sz w:val="24"/>
          <w:szCs w:val="28"/>
        </w:rPr>
        <w:t xml:space="preserve"> </w:t>
      </w:r>
      <w:r w:rsidR="0043073C">
        <w:rPr>
          <w:rFonts w:ascii="Arial" w:hAnsi="Arial" w:cs="Arial"/>
          <w:b/>
          <w:sz w:val="24"/>
          <w:szCs w:val="28"/>
        </w:rPr>
        <w:t>2017</w:t>
      </w:r>
      <w:r w:rsidR="00953051">
        <w:rPr>
          <w:rFonts w:ascii="Arial" w:hAnsi="Arial" w:cs="Arial"/>
          <w:b/>
          <w:sz w:val="24"/>
          <w:szCs w:val="28"/>
        </w:rPr>
        <w:t xml:space="preserve">) </w:t>
      </w:r>
      <w:r w:rsidR="00953051">
        <w:rPr>
          <w:rFonts w:ascii="Arial" w:hAnsi="Arial" w:cs="Arial"/>
          <w:sz w:val="24"/>
          <w:szCs w:val="28"/>
        </w:rPr>
        <w:t>-</w:t>
      </w:r>
      <w:r w:rsidRPr="0043073C">
        <w:rPr>
          <w:rFonts w:ascii="Arial" w:hAnsi="Arial" w:cs="Arial"/>
          <w:sz w:val="24"/>
          <w:szCs w:val="28"/>
        </w:rPr>
        <w:t xml:space="preserve"> </w:t>
      </w:r>
      <w:r w:rsidR="00953051">
        <w:rPr>
          <w:rFonts w:ascii="Arial" w:hAnsi="Arial" w:cs="Arial"/>
          <w:sz w:val="24"/>
          <w:szCs w:val="28"/>
        </w:rPr>
        <w:t>A GUDSEN TECHNOLOGY CO. LTD. tem o prazer de anunciar que a Rodolfo Biber, S.A. (</w:t>
      </w:r>
      <w:hyperlink r:id="rId9" w:history="1">
        <w:r w:rsidR="00953051" w:rsidRPr="00CA1344">
          <w:rPr>
            <w:rStyle w:val="Hipervnculo"/>
            <w:rFonts w:ascii="Arial" w:hAnsi="Arial" w:cs="Arial"/>
            <w:sz w:val="24"/>
            <w:szCs w:val="28"/>
          </w:rPr>
          <w:t>www.robisa.es</w:t>
        </w:r>
      </w:hyperlink>
      <w:r w:rsidR="00953051">
        <w:rPr>
          <w:rFonts w:ascii="Arial" w:hAnsi="Arial" w:cs="Arial"/>
          <w:sz w:val="24"/>
          <w:szCs w:val="28"/>
        </w:rPr>
        <w:t>) é o novo distribuidor da empresa para Portugal, Espanha, Andorra e Gibraltar.</w:t>
      </w:r>
    </w:p>
    <w:p w14:paraId="0068B268" w14:textId="3FE5FF84" w:rsidR="00953051" w:rsidRDefault="00953051" w:rsidP="0043073C">
      <w:pPr>
        <w:spacing w:before="100" w:beforeAutospacing="1" w:after="100" w:afterAutospacing="1"/>
        <w:rPr>
          <w:rFonts w:ascii="Arial" w:hAnsi="Arial" w:cs="Arial"/>
          <w:sz w:val="24"/>
          <w:szCs w:val="28"/>
        </w:rPr>
      </w:pPr>
      <w:r w:rsidRPr="00953051">
        <w:rPr>
          <w:rFonts w:ascii="Arial" w:hAnsi="Arial" w:cs="Arial"/>
          <w:b/>
          <w:sz w:val="24"/>
          <w:szCs w:val="28"/>
        </w:rPr>
        <w:t>GUDSEN TECHNOLOGY</w:t>
      </w:r>
      <w:r w:rsidRPr="00953051">
        <w:rPr>
          <w:rFonts w:ascii="Arial" w:hAnsi="Arial" w:cs="Arial"/>
          <w:b/>
          <w:sz w:val="24"/>
          <w:szCs w:val="28"/>
        </w:rPr>
        <w:br/>
      </w:r>
      <w:r>
        <w:rPr>
          <w:rFonts w:ascii="Arial" w:hAnsi="Arial" w:cs="Arial"/>
          <w:sz w:val="24"/>
          <w:szCs w:val="28"/>
        </w:rPr>
        <w:t>A GUDSEN TECHNOLOGY é uma equipa de pioneiros dinâmicos e multidisciplinares que dedica a criar, inovar e fazer evoluir constantemente os seus produtos para a indústria cinematográfica. Ao investir e desenvolver tecnologia de vanguarda, a GUDSEN procura que as filmagens sejam cada vez mais criativas, fiáveis e, acima de tudo, mais acessíveis. A sua visão é dar início a uma verdadeira “revolução na indústria da cinematografia” com produtos de alta qualidade e excecional serviço de apoio ao cliente.</w:t>
      </w:r>
    </w:p>
    <w:p w14:paraId="4A551F18" w14:textId="03C8DE75" w:rsidR="00953051" w:rsidRDefault="00953051" w:rsidP="0043073C">
      <w:pPr>
        <w:spacing w:before="100" w:beforeAutospacing="1" w:after="100" w:afterAutospacing="1"/>
        <w:rPr>
          <w:rFonts w:ascii="Arial" w:hAnsi="Arial" w:cs="Arial"/>
          <w:sz w:val="24"/>
          <w:szCs w:val="28"/>
        </w:rPr>
      </w:pPr>
      <w:r w:rsidRPr="00953051">
        <w:rPr>
          <w:rFonts w:ascii="Arial" w:hAnsi="Arial" w:cs="Arial"/>
          <w:b/>
          <w:sz w:val="24"/>
          <w:szCs w:val="28"/>
        </w:rPr>
        <w:t>MOZA AIR</w:t>
      </w:r>
      <w:r w:rsidRPr="00953051">
        <w:rPr>
          <w:rFonts w:ascii="Arial" w:hAnsi="Arial" w:cs="Arial"/>
          <w:b/>
          <w:sz w:val="24"/>
          <w:szCs w:val="28"/>
        </w:rPr>
        <w:br/>
      </w:r>
      <w:r>
        <w:rPr>
          <w:rFonts w:ascii="Arial" w:hAnsi="Arial" w:cs="Arial"/>
          <w:sz w:val="24"/>
          <w:szCs w:val="28"/>
        </w:rPr>
        <w:t>Trata-se de um sistema modular reconvertível de estabilização e controlo para câmaras mirrorless e DSLRs. O estabilizador tem 3 eixos e é ideal para filmagens efetuadas com câmaras reflex e sem espelho. O seu mostrador de controlo de focagem em tempo real permite mudar de posição mantendo o objeto focado mesmo quando este está em movimento. O MOZA AIR inclui um estabilizador duplo para uma experiência de gravação portátil mais cómoda.</w:t>
      </w:r>
      <w:r>
        <w:rPr>
          <w:rFonts w:ascii="Arial" w:hAnsi="Arial" w:cs="Arial"/>
          <w:sz w:val="24"/>
          <w:szCs w:val="28"/>
        </w:rPr>
        <w:br/>
      </w:r>
      <w:r>
        <w:rPr>
          <w:rFonts w:ascii="Arial" w:hAnsi="Arial" w:cs="Arial"/>
          <w:sz w:val="24"/>
          <w:szCs w:val="28"/>
        </w:rPr>
        <w:lastRenderedPageBreak/>
        <w:t>PVPR. 599,00 €.</w:t>
      </w:r>
      <w:r>
        <w:rPr>
          <w:rFonts w:ascii="Arial" w:hAnsi="Arial" w:cs="Arial"/>
          <w:sz w:val="24"/>
          <w:szCs w:val="28"/>
        </w:rPr>
        <w:br/>
        <w:t>Versão MOZA AIR em Kit com Thumb Controller com um PVPR. de 729,00 €.</w:t>
      </w:r>
    </w:p>
    <w:p w14:paraId="4C0AD863" w14:textId="1372FA7D" w:rsidR="00953051" w:rsidRDefault="003C6457" w:rsidP="0043073C">
      <w:pPr>
        <w:spacing w:before="100" w:beforeAutospacing="1" w:after="100" w:afterAutospacing="1"/>
        <w:rPr>
          <w:rFonts w:ascii="Arial" w:hAnsi="Arial" w:cs="Arial"/>
          <w:sz w:val="24"/>
          <w:szCs w:val="28"/>
        </w:rPr>
      </w:pPr>
      <w:r w:rsidRPr="003C6457">
        <w:rPr>
          <w:rFonts w:ascii="Arial" w:hAnsi="Arial" w:cs="Arial"/>
          <w:b/>
          <w:sz w:val="24"/>
          <w:szCs w:val="28"/>
        </w:rPr>
        <w:t>M</w:t>
      </w:r>
      <w:bookmarkStart w:id="0" w:name="_GoBack"/>
      <w:bookmarkEnd w:id="0"/>
      <w:r w:rsidRPr="003C6457">
        <w:rPr>
          <w:rFonts w:ascii="Arial" w:hAnsi="Arial" w:cs="Arial"/>
          <w:b/>
          <w:sz w:val="24"/>
          <w:szCs w:val="28"/>
        </w:rPr>
        <w:t>OZA LITE 2 nas suas versões Basic e Profissional</w:t>
      </w:r>
      <w:r w:rsidRPr="003C6457">
        <w:rPr>
          <w:rFonts w:ascii="Arial" w:hAnsi="Arial" w:cs="Arial"/>
          <w:b/>
          <w:sz w:val="24"/>
          <w:szCs w:val="28"/>
        </w:rPr>
        <w:br/>
      </w:r>
      <w:r>
        <w:rPr>
          <w:rFonts w:ascii="Arial" w:hAnsi="Arial" w:cs="Arial"/>
          <w:sz w:val="24"/>
          <w:szCs w:val="28"/>
        </w:rPr>
        <w:t>O melhor sistema de estabilização de vídeo para produção profissional de cinema. Um estabilizador leve para câmaras mirrorless, DSLR e pequenas câmaras de cinema. Este sistema segue a filosofia de design modular que permite uma fácil configuração. Concebido para permitir um controlo de precisão dos movimentos da câmara, o modelo MOZA Lite 2 usa a tecnologia avançada de algoritmo FOC para estabilizar o equipamento de maneira incrível.</w:t>
      </w:r>
    </w:p>
    <w:p w14:paraId="3D00417C" w14:textId="6C6EAF17" w:rsidR="003C6457" w:rsidRDefault="003C6457" w:rsidP="0043073C">
      <w:pPr>
        <w:spacing w:before="100" w:beforeAutospacing="1" w:after="100" w:afterAutospacing="1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MOZA LITE 2 BASIC PVPR. 999,00 €</w:t>
      </w:r>
    </w:p>
    <w:p w14:paraId="21ECBEDB" w14:textId="7A29015D" w:rsidR="003C6457" w:rsidRDefault="003C6457" w:rsidP="0043073C">
      <w:pPr>
        <w:spacing w:before="100" w:beforeAutospacing="1" w:after="100" w:afterAutospacing="1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MOZA LITE 2 PREMIUM PVPR 1.199,00 €</w:t>
      </w:r>
    </w:p>
    <w:p w14:paraId="12264E57" w14:textId="6A88B4DE" w:rsidR="003C6457" w:rsidRDefault="003C6457" w:rsidP="0043073C">
      <w:pPr>
        <w:spacing w:before="100" w:beforeAutospacing="1" w:after="100" w:afterAutospacing="1"/>
        <w:rPr>
          <w:rFonts w:ascii="Arial" w:hAnsi="Arial" w:cs="Arial"/>
          <w:sz w:val="24"/>
          <w:szCs w:val="28"/>
        </w:rPr>
      </w:pPr>
      <w:r w:rsidRPr="003C6457">
        <w:rPr>
          <w:rFonts w:ascii="Arial" w:hAnsi="Arial" w:cs="Arial"/>
          <w:b/>
          <w:sz w:val="24"/>
          <w:szCs w:val="28"/>
        </w:rPr>
        <w:t>MOZA MINI</w:t>
      </w:r>
      <w:r w:rsidRPr="003C6457">
        <w:rPr>
          <w:rFonts w:ascii="Arial" w:hAnsi="Arial" w:cs="Arial"/>
          <w:b/>
          <w:sz w:val="24"/>
          <w:szCs w:val="28"/>
        </w:rPr>
        <w:br/>
      </w:r>
      <w:r>
        <w:rPr>
          <w:rFonts w:ascii="Arial" w:hAnsi="Arial" w:cs="Arial"/>
          <w:sz w:val="24"/>
          <w:szCs w:val="28"/>
        </w:rPr>
        <w:t>A série MOZA MINI é constituída pelos seguintes modelos:</w:t>
      </w:r>
    </w:p>
    <w:p w14:paraId="198FAB7A" w14:textId="11482201" w:rsidR="003C6457" w:rsidRDefault="003C6457" w:rsidP="0043073C">
      <w:pPr>
        <w:spacing w:before="100" w:beforeAutospacing="1" w:after="100" w:afterAutospacing="1"/>
        <w:rPr>
          <w:rFonts w:ascii="Arial" w:hAnsi="Arial" w:cs="Arial"/>
          <w:sz w:val="24"/>
          <w:szCs w:val="28"/>
        </w:rPr>
      </w:pPr>
      <w:r w:rsidRPr="003C6457">
        <w:rPr>
          <w:rFonts w:ascii="Arial" w:hAnsi="Arial" w:cs="Arial"/>
          <w:b/>
          <w:sz w:val="24"/>
          <w:szCs w:val="28"/>
        </w:rPr>
        <w:t>MOZA MINI C</w:t>
      </w:r>
      <w:r w:rsidRPr="003C6457">
        <w:rPr>
          <w:rFonts w:ascii="Arial" w:hAnsi="Arial" w:cs="Arial"/>
          <w:b/>
          <w:sz w:val="24"/>
          <w:szCs w:val="28"/>
        </w:rPr>
        <w:br/>
      </w:r>
      <w:r>
        <w:rPr>
          <w:rFonts w:ascii="Arial" w:hAnsi="Arial" w:cs="Arial"/>
          <w:sz w:val="24"/>
          <w:szCs w:val="28"/>
        </w:rPr>
        <w:t>Para reduzir vibrações e movimentos indesejados ao gravar com o seu smartphone.</w:t>
      </w:r>
    </w:p>
    <w:p w14:paraId="174D40F4" w14:textId="74BAC978" w:rsidR="003C6457" w:rsidRDefault="003C6457" w:rsidP="0043073C">
      <w:pPr>
        <w:spacing w:before="100" w:beforeAutospacing="1" w:after="100" w:afterAutospacing="1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MOZA Mini-C PVPR. 239,00 €</w:t>
      </w:r>
    </w:p>
    <w:p w14:paraId="74740041" w14:textId="483AC3CB" w:rsidR="003C6457" w:rsidRDefault="003C6457" w:rsidP="0043073C">
      <w:pPr>
        <w:spacing w:before="100" w:beforeAutospacing="1" w:after="100" w:afterAutospacing="1"/>
        <w:rPr>
          <w:rFonts w:ascii="Arial" w:hAnsi="Arial" w:cs="Arial"/>
          <w:sz w:val="24"/>
          <w:szCs w:val="28"/>
        </w:rPr>
      </w:pPr>
      <w:r w:rsidRPr="003C6457">
        <w:rPr>
          <w:rFonts w:ascii="Arial" w:hAnsi="Arial" w:cs="Arial"/>
          <w:b/>
          <w:sz w:val="24"/>
          <w:szCs w:val="28"/>
        </w:rPr>
        <w:t>MOZA MINI G</w:t>
      </w:r>
      <w:r w:rsidRPr="003C6457">
        <w:rPr>
          <w:rFonts w:ascii="Arial" w:hAnsi="Arial" w:cs="Arial"/>
          <w:b/>
          <w:sz w:val="24"/>
          <w:szCs w:val="28"/>
        </w:rPr>
        <w:br/>
      </w:r>
      <w:r>
        <w:rPr>
          <w:rFonts w:ascii="Arial" w:hAnsi="Arial" w:cs="Arial"/>
          <w:sz w:val="24"/>
          <w:szCs w:val="28"/>
        </w:rPr>
        <w:t>O mesmo modelo que o Mini C, mas para câmaras de ação de tipo GoPro.</w:t>
      </w:r>
      <w:r>
        <w:rPr>
          <w:rFonts w:ascii="Arial" w:hAnsi="Arial" w:cs="Arial"/>
          <w:sz w:val="24"/>
          <w:szCs w:val="28"/>
        </w:rPr>
        <w:br/>
        <w:t>Ideal para reinventar o mundo visual dos desportos radicais.</w:t>
      </w:r>
    </w:p>
    <w:p w14:paraId="11761013" w14:textId="6AFB088D" w:rsidR="003C6457" w:rsidRDefault="003C6457" w:rsidP="0043073C">
      <w:pPr>
        <w:spacing w:before="100" w:beforeAutospacing="1" w:after="100" w:afterAutospacing="1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MOZA MINI G PVPR. 239,00 €</w:t>
      </w:r>
    </w:p>
    <w:p w14:paraId="3B83F5DF" w14:textId="4C427DAD" w:rsidR="00971D88" w:rsidRDefault="00971D88" w:rsidP="0043073C">
      <w:pPr>
        <w:spacing w:before="100" w:beforeAutospacing="1" w:after="100" w:afterAutospacing="1"/>
        <w:rPr>
          <w:rFonts w:ascii="Arial" w:hAnsi="Arial" w:cs="Arial"/>
          <w:sz w:val="24"/>
          <w:szCs w:val="28"/>
        </w:rPr>
      </w:pPr>
      <w:r w:rsidRPr="00E27752">
        <w:rPr>
          <w:rFonts w:ascii="Arial" w:hAnsi="Arial" w:cs="Arial"/>
          <w:b/>
          <w:sz w:val="24"/>
          <w:szCs w:val="28"/>
        </w:rPr>
        <w:t>MOZA GURU 360º</w:t>
      </w:r>
      <w:r w:rsidRPr="00E27752">
        <w:rPr>
          <w:rFonts w:ascii="Arial" w:hAnsi="Arial" w:cs="Arial"/>
          <w:b/>
          <w:sz w:val="24"/>
          <w:szCs w:val="28"/>
        </w:rPr>
        <w:br/>
      </w:r>
      <w:r>
        <w:rPr>
          <w:rFonts w:ascii="Arial" w:hAnsi="Arial" w:cs="Arial"/>
          <w:sz w:val="24"/>
          <w:szCs w:val="28"/>
        </w:rPr>
        <w:t>O estabilizador motorizado mais inteligente para câmaras de 360º.</w:t>
      </w:r>
    </w:p>
    <w:p w14:paraId="2DDC3515" w14:textId="53A2EED5" w:rsidR="00971D88" w:rsidRDefault="00971D88" w:rsidP="0043073C">
      <w:pPr>
        <w:spacing w:before="100" w:beforeAutospacing="1" w:after="100" w:afterAutospacing="1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MOZA Guru 360º PVPR 329,00 €</w:t>
      </w:r>
    </w:p>
    <w:p w14:paraId="2CB15153" w14:textId="70C04F94" w:rsidR="00971D88" w:rsidRDefault="00971D88" w:rsidP="0043073C">
      <w:pPr>
        <w:spacing w:before="100" w:beforeAutospacing="1" w:after="100" w:afterAutospacing="1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Pode ajustar os parâmetros, calibrar, controlar os movimentos </w:t>
      </w:r>
      <w:r w:rsidR="00E27752">
        <w:rPr>
          <w:rFonts w:ascii="Arial" w:hAnsi="Arial" w:cs="Arial"/>
          <w:sz w:val="24"/>
          <w:szCs w:val="28"/>
        </w:rPr>
        <w:t>da gimbal ou realizar um time lapse controlando o estabilizador a partir do smartphone graças à app MOZA, disponível no GooglePlay e AppleStore.</w:t>
      </w:r>
    </w:p>
    <w:p w14:paraId="2F5D3AD8" w14:textId="29302043" w:rsidR="00E27752" w:rsidRDefault="00E27752" w:rsidP="0043073C">
      <w:pPr>
        <w:spacing w:before="100" w:beforeAutospacing="1" w:after="100" w:afterAutospacing="1"/>
        <w:rPr>
          <w:rFonts w:ascii="Arial" w:hAnsi="Arial" w:cs="Arial"/>
          <w:sz w:val="24"/>
          <w:szCs w:val="28"/>
        </w:rPr>
      </w:pPr>
      <w:r w:rsidRPr="00E27752">
        <w:rPr>
          <w:rFonts w:ascii="Arial" w:hAnsi="Arial" w:cs="Arial"/>
          <w:b/>
          <w:sz w:val="24"/>
          <w:szCs w:val="28"/>
        </w:rPr>
        <w:lastRenderedPageBreak/>
        <w:t>MOZA WIRELESS THUMB CONTROLLER</w:t>
      </w:r>
      <w:r w:rsidRPr="00E27752">
        <w:rPr>
          <w:rFonts w:ascii="Arial" w:hAnsi="Arial" w:cs="Arial"/>
          <w:b/>
          <w:sz w:val="24"/>
          <w:szCs w:val="28"/>
        </w:rPr>
        <w:br/>
      </w:r>
      <w:r w:rsidRPr="00E27752">
        <w:rPr>
          <w:rFonts w:ascii="Arial" w:hAnsi="Arial" w:cs="Arial"/>
          <w:sz w:val="24"/>
          <w:szCs w:val="28"/>
        </w:rPr>
        <w:t>Controle a gravação através do bot</w:t>
      </w:r>
      <w:r>
        <w:rPr>
          <w:rFonts w:ascii="Arial" w:hAnsi="Arial" w:cs="Arial"/>
          <w:sz w:val="24"/>
          <w:szCs w:val="28"/>
        </w:rPr>
        <w:t>ão começar/parar, ajuste o foco, movimento da gimbal e ajuste parâmetros. Se a câmara estiver montada num tripé, slider ou jib, este Thumb Controller também funciona como controlo remoto em modo de operação até uma distância de 50m.</w:t>
      </w:r>
    </w:p>
    <w:p w14:paraId="36527BA3" w14:textId="0E68E275" w:rsidR="00E27752" w:rsidRPr="00E27752" w:rsidRDefault="00E27752" w:rsidP="0043073C">
      <w:pPr>
        <w:spacing w:before="100" w:beforeAutospacing="1" w:after="100" w:afterAutospacing="1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Se assim desejar, pode ver e experimentar todos estes produtos na Feira BITAM, entre 21 e 23 de novembro. Eles estarão em exibição no stand da Robisa (Stand 8A). Fique a conhecer o programa para o espaço ÁREA ROBISA que estamos a preparar para apresentar na feira.</w:t>
      </w:r>
    </w:p>
    <w:p w14:paraId="6B26FE0F" w14:textId="77777777" w:rsidR="00E27752" w:rsidRDefault="00E27752" w:rsidP="0043073C">
      <w:pPr>
        <w:spacing w:before="100" w:beforeAutospacing="1" w:after="100" w:afterAutospacing="1"/>
        <w:rPr>
          <w:rFonts w:ascii="Arial" w:hAnsi="Arial" w:cs="Arial"/>
          <w:sz w:val="24"/>
          <w:szCs w:val="28"/>
        </w:rPr>
      </w:pPr>
    </w:p>
    <w:p w14:paraId="332B35E3" w14:textId="49113A79" w:rsidR="001964C3" w:rsidRDefault="001964C3" w:rsidP="001964C3">
      <w:pPr>
        <w:spacing w:before="100" w:beforeAutospacing="1" w:after="100" w:afterAutospacing="1"/>
        <w:rPr>
          <w:rFonts w:ascii="Arial" w:hAnsi="Arial" w:cs="Arial"/>
          <w:sz w:val="24"/>
          <w:szCs w:val="28"/>
        </w:rPr>
      </w:pPr>
      <w:r w:rsidRPr="001964C3">
        <w:rPr>
          <w:rFonts w:ascii="Arial" w:hAnsi="Arial" w:cs="Arial"/>
          <w:b/>
          <w:sz w:val="24"/>
          <w:szCs w:val="28"/>
        </w:rPr>
        <w:t>Fotos de alta resolução</w:t>
      </w:r>
      <w:r>
        <w:rPr>
          <w:rFonts w:ascii="Arial" w:hAnsi="Arial" w:cs="Arial"/>
          <w:sz w:val="24"/>
          <w:szCs w:val="28"/>
        </w:rPr>
        <w:t xml:space="preserve">: </w:t>
      </w:r>
      <w:hyperlink r:id="rId10" w:history="1">
        <w:r w:rsidR="00E27752" w:rsidRPr="00B50FDC">
          <w:rPr>
            <w:rStyle w:val="Hipervnculo"/>
            <w:rFonts w:ascii="Arial" w:hAnsi="Arial" w:cs="Arial"/>
            <w:sz w:val="24"/>
            <w:szCs w:val="28"/>
          </w:rPr>
          <w:t>http://fotos.aempress.com/Robisa/MOZA</w:t>
        </w:r>
      </w:hyperlink>
      <w:r w:rsidR="00E27752">
        <w:rPr>
          <w:rFonts w:ascii="Arial" w:hAnsi="Arial" w:cs="Arial"/>
          <w:sz w:val="24"/>
          <w:szCs w:val="28"/>
        </w:rPr>
        <w:br/>
      </w:r>
      <w:r w:rsidR="00E27752" w:rsidRPr="00E27752">
        <w:rPr>
          <w:rFonts w:ascii="Arial" w:hAnsi="Arial" w:cs="Arial"/>
          <w:b/>
          <w:sz w:val="24"/>
          <w:szCs w:val="28"/>
        </w:rPr>
        <w:t>Mais informações</w:t>
      </w:r>
      <w:r w:rsidR="00E27752">
        <w:rPr>
          <w:rFonts w:ascii="Arial" w:hAnsi="Arial" w:cs="Arial"/>
          <w:sz w:val="24"/>
          <w:szCs w:val="28"/>
        </w:rPr>
        <w:t xml:space="preserve"> em </w:t>
      </w:r>
      <w:hyperlink r:id="rId11" w:history="1">
        <w:r w:rsidR="00E27752" w:rsidRPr="00B50FDC">
          <w:rPr>
            <w:rStyle w:val="Hipervnculo"/>
            <w:rFonts w:ascii="Arial" w:hAnsi="Arial" w:cs="Arial"/>
            <w:sz w:val="24"/>
            <w:szCs w:val="28"/>
          </w:rPr>
          <w:t>https://www.robisa.es/pt/</w:t>
        </w:r>
      </w:hyperlink>
      <w:r w:rsidR="00E27752">
        <w:rPr>
          <w:rFonts w:ascii="Arial" w:hAnsi="Arial" w:cs="Arial"/>
          <w:sz w:val="24"/>
          <w:szCs w:val="28"/>
        </w:rPr>
        <w:t xml:space="preserve"> </w:t>
      </w:r>
    </w:p>
    <w:p w14:paraId="737126BC" w14:textId="77777777" w:rsidR="004F1F45" w:rsidRPr="000B2504" w:rsidRDefault="004F1F45" w:rsidP="004F1F45">
      <w:pPr>
        <w:spacing w:after="0" w:line="240" w:lineRule="auto"/>
        <w:rPr>
          <w:rFonts w:ascii="Arial" w:hAnsi="Arial" w:cs="Arial"/>
          <w:b/>
          <w:bCs/>
          <w:sz w:val="18"/>
          <w:szCs w:val="20"/>
        </w:rPr>
      </w:pPr>
    </w:p>
    <w:p w14:paraId="56E7EE23" w14:textId="77777777" w:rsidR="004F1F45" w:rsidRPr="00C41E34" w:rsidRDefault="004F1F45" w:rsidP="004F1F45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C41E34">
        <w:rPr>
          <w:rFonts w:ascii="Arial" w:hAnsi="Arial" w:cs="Arial"/>
          <w:b/>
          <w:bCs/>
          <w:sz w:val="18"/>
          <w:szCs w:val="20"/>
        </w:rPr>
        <w:t>Para mais informações, contacte:</w:t>
      </w:r>
    </w:p>
    <w:p w14:paraId="190E1567" w14:textId="67899083" w:rsidR="004F1F45" w:rsidRPr="004F1F45" w:rsidRDefault="004F1F45" w:rsidP="004F1F45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C41E34">
        <w:rPr>
          <w:rFonts w:ascii="Arial" w:hAnsi="Arial" w:cs="Arial"/>
          <w:bCs/>
          <w:noProof/>
          <w:sz w:val="18"/>
          <w:szCs w:val="20"/>
          <w:lang w:val="es-ES" w:eastAsia="es-ES"/>
        </w:rPr>
        <w:drawing>
          <wp:inline distT="0" distB="0" distL="0" distR="0" wp14:anchorId="280C3B28" wp14:editId="7846426C">
            <wp:extent cx="1367790" cy="446405"/>
            <wp:effectExtent l="0" t="0" r="3810" b="0"/>
            <wp:docPr id="5" name="Picture 2" descr="Logo AEMpress 2014 FUNDO BRANCO_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EMpress 2014 FUNDO BRANCO_PR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E34">
        <w:rPr>
          <w:rFonts w:ascii="Arial" w:hAnsi="Arial" w:cs="Arial"/>
          <w:bCs/>
          <w:sz w:val="18"/>
          <w:szCs w:val="20"/>
        </w:rPr>
        <w:br/>
        <w:t>António Eduardo Marques / Nuno Ramos</w:t>
      </w:r>
      <w:r w:rsidRPr="00C41E34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3" w:history="1">
        <w:r w:rsidRPr="00C41E34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Pr="00C41E34">
        <w:rPr>
          <w:rFonts w:ascii="Arial" w:hAnsi="Arial" w:cs="Arial"/>
          <w:sz w:val="20"/>
        </w:rPr>
        <w:t xml:space="preserve"> </w:t>
      </w:r>
      <w:r w:rsidRPr="00C41E34">
        <w:rPr>
          <w:rFonts w:ascii="Arial" w:hAnsi="Arial" w:cs="Arial"/>
          <w:sz w:val="20"/>
        </w:rPr>
        <w:br/>
      </w:r>
      <w:r w:rsidRPr="00C41E34">
        <w:rPr>
          <w:rFonts w:ascii="Arial" w:hAnsi="Arial" w:cs="Arial"/>
          <w:bCs/>
          <w:sz w:val="18"/>
          <w:szCs w:val="20"/>
        </w:rPr>
        <w:t>Tlm.: 218 019</w:t>
      </w:r>
      <w:r>
        <w:rPr>
          <w:rFonts w:ascii="Arial" w:hAnsi="Arial" w:cs="Arial"/>
          <w:bCs/>
          <w:sz w:val="18"/>
          <w:szCs w:val="20"/>
        </w:rPr>
        <w:t> </w:t>
      </w:r>
      <w:r w:rsidRPr="00C41E34">
        <w:rPr>
          <w:rFonts w:ascii="Arial" w:hAnsi="Arial" w:cs="Arial"/>
          <w:bCs/>
          <w:sz w:val="18"/>
          <w:szCs w:val="20"/>
        </w:rPr>
        <w:t>830</w:t>
      </w:r>
    </w:p>
    <w:sectPr w:rsidR="004F1F45" w:rsidRPr="004F1F45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6F5ED" w14:textId="77777777" w:rsidR="0043073C" w:rsidRDefault="0043073C" w:rsidP="00DC31C1">
      <w:pPr>
        <w:spacing w:after="0" w:line="240" w:lineRule="auto"/>
      </w:pPr>
      <w:r>
        <w:separator/>
      </w:r>
    </w:p>
  </w:endnote>
  <w:endnote w:type="continuationSeparator" w:id="0">
    <w:p w14:paraId="453A7375" w14:textId="77777777" w:rsidR="0043073C" w:rsidRDefault="0043073C" w:rsidP="00DC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24BDC" w14:textId="213BF1B3" w:rsidR="008B70A5" w:rsidRDefault="005E387D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BC4C2F">
      <w:rPr>
        <w:rFonts w:cs="Arial"/>
        <w:bCs/>
        <w:sz w:val="18"/>
        <w:szCs w:val="20"/>
      </w:rPr>
      <w:t>robisa</w:t>
    </w:r>
    <w:r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AD15BD">
      <w:rPr>
        <w:rFonts w:cs="Arial"/>
        <w:bCs/>
        <w:noProof/>
        <w:sz w:val="18"/>
        <w:szCs w:val="20"/>
      </w:rPr>
      <w:t>novembro de 2017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E27752">
      <w:rPr>
        <w:rFonts w:cs="Arial"/>
        <w:bCs/>
        <w:sz w:val="18"/>
        <w:szCs w:val="20"/>
      </w:rPr>
      <w:t>Robis é o novo distribuidor dos sistemas MOZA em Portugal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E45695" w14:textId="77777777" w:rsidR="0043073C" w:rsidRDefault="0043073C" w:rsidP="00DC31C1">
      <w:pPr>
        <w:spacing w:after="0" w:line="240" w:lineRule="auto"/>
      </w:pPr>
      <w:r>
        <w:separator/>
      </w:r>
    </w:p>
  </w:footnote>
  <w:footnote w:type="continuationSeparator" w:id="0">
    <w:p w14:paraId="0685214C" w14:textId="77777777" w:rsidR="0043073C" w:rsidRDefault="0043073C" w:rsidP="00DC3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6ECE8" w14:textId="050A7C3B" w:rsidR="00407E14" w:rsidRDefault="005E387D">
    <w:pPr>
      <w:pStyle w:val="Encabezado"/>
      <w:rPr>
        <w:noProof/>
        <w:lang w:eastAsia="pt-PT"/>
      </w:rPr>
    </w:pPr>
    <w:r>
      <w:rPr>
        <w:noProof/>
        <w:lang w:val="es-ES" w:eastAsia="es-ES"/>
      </w:rPr>
      <w:drawing>
        <wp:inline distT="0" distB="0" distL="0" distR="0" wp14:anchorId="2F2D27F9" wp14:editId="66AB8D39">
          <wp:extent cx="1640962" cy="1026000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40962" cy="102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C64A71">
      <w:t xml:space="preserve"> </w:t>
    </w:r>
    <w:r w:rsidR="00C64A71">
      <w:rPr>
        <w:noProof/>
        <w:lang w:eastAsia="pt-PT"/>
      </w:rPr>
      <w:t xml:space="preserve">            </w:t>
    </w:r>
    <w:r>
      <w:rPr>
        <w:noProof/>
        <w:lang w:val="es-ES" w:eastAsia="es-ES"/>
      </w:rPr>
      <w:drawing>
        <wp:inline distT="0" distB="0" distL="0" distR="0" wp14:anchorId="63C70494" wp14:editId="056D7A27">
          <wp:extent cx="1583365" cy="511200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ELI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83365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</w:t>
    </w:r>
  </w:p>
  <w:p w14:paraId="2CAB4B49" w14:textId="77777777" w:rsidR="00BA1EBE" w:rsidRDefault="00AD15B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3C"/>
    <w:rsid w:val="001964C3"/>
    <w:rsid w:val="001F061A"/>
    <w:rsid w:val="0020674B"/>
    <w:rsid w:val="00293BF0"/>
    <w:rsid w:val="003C6457"/>
    <w:rsid w:val="003E5A1F"/>
    <w:rsid w:val="0043073C"/>
    <w:rsid w:val="00453F74"/>
    <w:rsid w:val="004F1F45"/>
    <w:rsid w:val="005E387D"/>
    <w:rsid w:val="005F088F"/>
    <w:rsid w:val="006A100D"/>
    <w:rsid w:val="00810F9E"/>
    <w:rsid w:val="00953051"/>
    <w:rsid w:val="00966B35"/>
    <w:rsid w:val="00971D88"/>
    <w:rsid w:val="009F4671"/>
    <w:rsid w:val="00AD15BD"/>
    <w:rsid w:val="00AD41F7"/>
    <w:rsid w:val="00B4718E"/>
    <w:rsid w:val="00B64221"/>
    <w:rsid w:val="00BC4C2F"/>
    <w:rsid w:val="00C306BD"/>
    <w:rsid w:val="00C64A71"/>
    <w:rsid w:val="00DC31C1"/>
    <w:rsid w:val="00E27752"/>
    <w:rsid w:val="00F84B8C"/>
    <w:rsid w:val="00FD2FBF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55157A5"/>
  <w14:discardImageEditingData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1C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1C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1C1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DC31C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1C1"/>
    <w:rPr>
      <w:rFonts w:ascii="Tahoma" w:eastAsia="Calibri" w:hAnsi="Tahoma" w:cs="Tahoma"/>
      <w:sz w:val="16"/>
      <w:szCs w:val="16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964C3"/>
    <w:rPr>
      <w:color w:val="808080"/>
      <w:shd w:val="clear" w:color="auto" w:fill="E6E6E6"/>
    </w:rPr>
  </w:style>
  <w:style w:type="character" w:styleId="Hipervnculovisitado">
    <w:name w:val="FollowedHyperlink"/>
    <w:basedOn w:val="Fuentedeprrafopredeter"/>
    <w:uiPriority w:val="99"/>
    <w:semiHidden/>
    <w:unhideWhenUsed/>
    <w:rsid w:val="001964C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1C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1C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1C1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DC31C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1C1"/>
    <w:rPr>
      <w:rFonts w:ascii="Tahoma" w:eastAsia="Calibri" w:hAnsi="Tahoma" w:cs="Tahoma"/>
      <w:sz w:val="16"/>
      <w:szCs w:val="16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964C3"/>
    <w:rPr>
      <w:color w:val="808080"/>
      <w:shd w:val="clear" w:color="auto" w:fill="E6E6E6"/>
    </w:rPr>
  </w:style>
  <w:style w:type="character" w:styleId="Hipervnculovisitado">
    <w:name w:val="FollowedHyperlink"/>
    <w:basedOn w:val="Fuentedeprrafopredeter"/>
    <w:uiPriority w:val="99"/>
    <w:semiHidden/>
    <w:unhideWhenUsed/>
    <w:rsid w:val="001964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robisa@aempres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robisa.es/pt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fotos.aempress.com/Robisa/MOZ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bisa.e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em\AppData\Roaming\Microsoft\Templates\AEMpress\CottonCarrier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CottonCarrier.dotx</Template>
  <TotalTime>1</TotalTime>
  <Pages>3</Pages>
  <Words>543</Words>
  <Characters>2988</Characters>
  <Application>Microsoft Office Word</Application>
  <DocSecurity>4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AEMpress</Company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António Eduardo Marques</dc:creator>
  <cp:keywords>Robisa</cp:keywords>
  <cp:lastModifiedBy>Susanne</cp:lastModifiedBy>
  <cp:revision>2</cp:revision>
  <dcterms:created xsi:type="dcterms:W3CDTF">2017-11-10T09:58:00Z</dcterms:created>
  <dcterms:modified xsi:type="dcterms:W3CDTF">2017-11-10T09:58:00Z</dcterms:modified>
</cp:coreProperties>
</file>