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76A90" w14:textId="37CFBA5F" w:rsidR="00D52C7D" w:rsidRPr="00311F58" w:rsidRDefault="00190B13" w:rsidP="00311F58">
      <w:pPr>
        <w:pStyle w:val="m2147974441763335827gmail-m-6620451049493064463gmail-msonormal"/>
        <w:shd w:val="clear" w:color="auto" w:fill="FFFFFF"/>
        <w:spacing w:line="242" w:lineRule="atLeast"/>
        <w:jc w:val="center"/>
        <w:rPr>
          <w:rFonts w:ascii="Tahoma" w:hAnsi="Tahoma" w:cs="Tahoma"/>
          <w:b/>
          <w:bCs/>
          <w:sz w:val="26"/>
          <w:szCs w:val="26"/>
          <w:lang w:val="pt-PT"/>
        </w:rPr>
      </w:pPr>
      <w:bookmarkStart w:id="0" w:name="_GoBack"/>
      <w:bookmarkEnd w:id="0"/>
      <w:proofErr w:type="spellStart"/>
      <w:r w:rsidRPr="001B7268">
        <w:rPr>
          <w:rFonts w:ascii="Tahoma" w:hAnsi="Tahoma" w:cs="Tahoma"/>
          <w:b/>
          <w:bCs/>
          <w:sz w:val="26"/>
          <w:szCs w:val="26"/>
          <w:lang w:val="pt-PT"/>
        </w:rPr>
        <w:t>Samyang</w:t>
      </w:r>
      <w:proofErr w:type="spellEnd"/>
      <w:r w:rsidRPr="001B7268">
        <w:rPr>
          <w:rFonts w:ascii="Tahoma" w:hAnsi="Tahoma" w:cs="Tahoma"/>
          <w:b/>
          <w:bCs/>
          <w:sz w:val="26"/>
          <w:szCs w:val="26"/>
          <w:lang w:val="pt-PT"/>
        </w:rPr>
        <w:t xml:space="preserve"> </w:t>
      </w:r>
      <w:proofErr w:type="spellStart"/>
      <w:r w:rsidRPr="001B7268">
        <w:rPr>
          <w:rFonts w:ascii="Tahoma" w:hAnsi="Tahoma" w:cs="Tahoma"/>
          <w:b/>
          <w:bCs/>
          <w:sz w:val="26"/>
          <w:szCs w:val="26"/>
          <w:lang w:val="pt-PT"/>
        </w:rPr>
        <w:t>Optics</w:t>
      </w:r>
      <w:proofErr w:type="spellEnd"/>
      <w:r w:rsidRPr="001B7268">
        <w:rPr>
          <w:rFonts w:ascii="Tahoma" w:hAnsi="Tahoma" w:cs="Tahoma"/>
          <w:b/>
          <w:bCs/>
          <w:sz w:val="26"/>
          <w:szCs w:val="26"/>
          <w:lang w:val="pt-PT"/>
        </w:rPr>
        <w:t xml:space="preserve"> lança a objetiva</w:t>
      </w:r>
      <w:r>
        <w:rPr>
          <w:rFonts w:ascii="Tahoma" w:hAnsi="Tahoma" w:cs="Tahoma"/>
          <w:b/>
          <w:bCs/>
          <w:sz w:val="26"/>
          <w:szCs w:val="26"/>
          <w:lang w:val="pt-PT"/>
        </w:rPr>
        <w:t xml:space="preserve"> </w:t>
      </w:r>
      <w:proofErr w:type="spellStart"/>
      <w:r w:rsidRPr="00003246">
        <w:rPr>
          <w:rFonts w:ascii="Tahoma" w:hAnsi="Tahoma" w:cs="Tahoma"/>
          <w:b/>
          <w:bCs/>
          <w:i/>
          <w:sz w:val="26"/>
          <w:szCs w:val="26"/>
          <w:lang w:val="pt-PT"/>
        </w:rPr>
        <w:t>premium</w:t>
      </w:r>
      <w:proofErr w:type="spellEnd"/>
      <w:r w:rsidRPr="001B7268">
        <w:rPr>
          <w:rFonts w:ascii="Tahoma" w:hAnsi="Tahoma" w:cs="Tahoma"/>
          <w:b/>
          <w:bCs/>
          <w:sz w:val="26"/>
          <w:szCs w:val="26"/>
          <w:lang w:val="pt-PT"/>
        </w:rPr>
        <w:t xml:space="preserve"> XP 50mm F1.2</w:t>
      </w:r>
      <w:r w:rsidR="00D52C7D" w:rsidRPr="00F77BC1">
        <w:rPr>
          <w:rFonts w:ascii="Arial" w:hAnsi="Arial" w:cs="Arial"/>
          <w:bCs/>
          <w:sz w:val="18"/>
          <w:lang w:val="pt-PT"/>
        </w:rPr>
        <w:br/>
      </w:r>
      <w:r w:rsidR="00711547">
        <w:rPr>
          <w:rFonts w:ascii="Tahoma" w:hAnsi="Tahoma" w:cs="Tahoma"/>
          <w:b/>
          <w:bCs/>
          <w:sz w:val="26"/>
          <w:szCs w:val="26"/>
          <w:lang w:val="pt-PT"/>
        </w:rPr>
        <w:br/>
      </w:r>
      <w:r w:rsidR="00711547">
        <w:rPr>
          <w:rFonts w:ascii="Tahoma" w:hAnsi="Tahoma" w:cs="Tahoma"/>
          <w:b/>
          <w:bCs/>
          <w:noProof/>
          <w:sz w:val="26"/>
          <w:szCs w:val="26"/>
          <w:lang w:val="pt-PT"/>
        </w:rPr>
        <w:drawing>
          <wp:inline distT="0" distB="0" distL="0" distR="0" wp14:anchorId="598FCBC5" wp14:editId="33EFC29E">
            <wp:extent cx="2133000" cy="2160000"/>
            <wp:effectExtent l="0" t="0" r="63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_XP 50mm F1.2_45_robisa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1547">
        <w:rPr>
          <w:rFonts w:ascii="Tahoma" w:hAnsi="Tahoma" w:cs="Tahoma"/>
          <w:b/>
          <w:bCs/>
          <w:noProof/>
          <w:sz w:val="26"/>
          <w:szCs w:val="26"/>
          <w:lang w:val="pt-PT"/>
        </w:rPr>
        <w:drawing>
          <wp:inline distT="0" distB="0" distL="0" distR="0" wp14:anchorId="372D976B" wp14:editId="2EA82FE6">
            <wp:extent cx="3240000" cy="21600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ju-Lian Chng_XP 50mm F1.2 (17)_robisa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FFE18B" w14:textId="7DC0EAA8" w:rsidR="00D52C7D" w:rsidRDefault="00D52C7D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>Lisboa,</w:t>
      </w:r>
      <w:r w:rsidR="00BD2E61">
        <w:rPr>
          <w:rFonts w:ascii="Arial" w:hAnsi="Arial" w:cs="Arial"/>
          <w:b/>
          <w:bCs/>
          <w:szCs w:val="24"/>
        </w:rPr>
        <w:t xml:space="preserve"> Portugal</w:t>
      </w:r>
      <w:r>
        <w:rPr>
          <w:rFonts w:ascii="Arial" w:hAnsi="Arial" w:cs="Arial"/>
          <w:b/>
          <w:bCs/>
          <w:szCs w:val="24"/>
        </w:rPr>
        <w:t xml:space="preserve"> </w:t>
      </w:r>
      <w:r w:rsidR="00BD2E61">
        <w:rPr>
          <w:rFonts w:ascii="Arial" w:hAnsi="Arial" w:cs="Arial"/>
          <w:b/>
          <w:bCs/>
          <w:szCs w:val="24"/>
        </w:rPr>
        <w:t>(</w:t>
      </w:r>
      <w:r w:rsidR="00A3491C">
        <w:rPr>
          <w:rFonts w:ascii="Arial" w:hAnsi="Arial" w:cs="Arial"/>
          <w:b/>
          <w:bCs/>
          <w:szCs w:val="24"/>
        </w:rPr>
        <w:t>20</w:t>
      </w:r>
      <w:r w:rsidR="002724D9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 xml:space="preserve">de </w:t>
      </w:r>
      <w:r w:rsidR="00A3491C">
        <w:rPr>
          <w:rFonts w:ascii="Arial" w:hAnsi="Arial" w:cs="Arial"/>
          <w:b/>
          <w:bCs/>
          <w:szCs w:val="24"/>
        </w:rPr>
        <w:t>fevereiro</w:t>
      </w:r>
      <w:r w:rsidR="00BD2E61">
        <w:rPr>
          <w:rFonts w:ascii="Arial" w:hAnsi="Arial" w:cs="Arial"/>
          <w:b/>
          <w:bCs/>
          <w:szCs w:val="24"/>
        </w:rPr>
        <w:t>,</w:t>
      </w:r>
      <w:r>
        <w:rPr>
          <w:rFonts w:ascii="Arial" w:hAnsi="Arial" w:cs="Arial"/>
          <w:b/>
          <w:bCs/>
          <w:szCs w:val="24"/>
        </w:rPr>
        <w:t xml:space="preserve"> </w:t>
      </w:r>
      <w:r w:rsidR="002724D9">
        <w:rPr>
          <w:rFonts w:ascii="Arial" w:hAnsi="Arial" w:cs="Arial"/>
          <w:b/>
          <w:bCs/>
          <w:szCs w:val="24"/>
        </w:rPr>
        <w:t>2018</w:t>
      </w:r>
      <w:r w:rsidR="00BD2E61">
        <w:rPr>
          <w:rFonts w:ascii="Arial" w:hAnsi="Arial" w:cs="Arial"/>
          <w:b/>
          <w:bCs/>
          <w:szCs w:val="24"/>
        </w:rPr>
        <w:t>)</w:t>
      </w:r>
      <w:r>
        <w:rPr>
          <w:rFonts w:ascii="Arial" w:hAnsi="Arial" w:cs="Arial"/>
          <w:b/>
          <w:bCs/>
          <w:szCs w:val="24"/>
        </w:rPr>
        <w:t xml:space="preserve"> </w:t>
      </w:r>
      <w:r w:rsidR="00190B13" w:rsidRPr="00190B13">
        <w:rPr>
          <w:rFonts w:ascii="Arial" w:hAnsi="Arial" w:cs="Arial"/>
          <w:bCs/>
          <w:szCs w:val="24"/>
        </w:rPr>
        <w:t xml:space="preserve">O fabricante internacional de objetivas fotográficas </w:t>
      </w:r>
      <w:proofErr w:type="spellStart"/>
      <w:r w:rsidR="00190B13" w:rsidRPr="00190B13">
        <w:rPr>
          <w:rFonts w:ascii="Arial" w:hAnsi="Arial" w:cs="Arial"/>
          <w:bCs/>
          <w:szCs w:val="24"/>
        </w:rPr>
        <w:t>Samyang</w:t>
      </w:r>
      <w:proofErr w:type="spellEnd"/>
      <w:r w:rsidR="00190B13" w:rsidRPr="00190B13">
        <w:rPr>
          <w:rFonts w:ascii="Arial" w:hAnsi="Arial" w:cs="Arial"/>
          <w:bCs/>
          <w:szCs w:val="24"/>
        </w:rPr>
        <w:t xml:space="preserve"> </w:t>
      </w:r>
      <w:proofErr w:type="spellStart"/>
      <w:r w:rsidR="00190B13" w:rsidRPr="00190B13">
        <w:rPr>
          <w:rFonts w:ascii="Arial" w:hAnsi="Arial" w:cs="Arial"/>
          <w:bCs/>
          <w:szCs w:val="24"/>
        </w:rPr>
        <w:t>Optics</w:t>
      </w:r>
      <w:proofErr w:type="spellEnd"/>
      <w:r w:rsidR="00190B13" w:rsidRPr="00190B13">
        <w:rPr>
          <w:rFonts w:ascii="Arial" w:hAnsi="Arial" w:cs="Arial"/>
          <w:bCs/>
          <w:szCs w:val="24"/>
        </w:rPr>
        <w:t xml:space="preserve">, marca distribuída em Portugal pela Robisa, tem o prazer de revelar a objetiva </w:t>
      </w:r>
      <w:proofErr w:type="spellStart"/>
      <w:r w:rsidR="00190B13" w:rsidRPr="00311F58">
        <w:rPr>
          <w:rFonts w:ascii="Arial" w:hAnsi="Arial" w:cs="Arial"/>
          <w:bCs/>
          <w:i/>
          <w:szCs w:val="24"/>
        </w:rPr>
        <w:t>premium</w:t>
      </w:r>
      <w:proofErr w:type="spellEnd"/>
      <w:r w:rsidR="00190B13" w:rsidRPr="00190B13">
        <w:rPr>
          <w:rFonts w:ascii="Arial" w:hAnsi="Arial" w:cs="Arial"/>
          <w:bCs/>
          <w:szCs w:val="24"/>
        </w:rPr>
        <w:t xml:space="preserve"> XP 50mm F1.2 para câm</w:t>
      </w:r>
      <w:r w:rsidR="00F77BC1">
        <w:rPr>
          <w:rFonts w:ascii="Arial" w:hAnsi="Arial" w:cs="Arial"/>
          <w:bCs/>
          <w:szCs w:val="24"/>
        </w:rPr>
        <w:t>a</w:t>
      </w:r>
      <w:r w:rsidR="00190B13" w:rsidRPr="00190B13">
        <w:rPr>
          <w:rFonts w:ascii="Arial" w:hAnsi="Arial" w:cs="Arial"/>
          <w:bCs/>
          <w:szCs w:val="24"/>
        </w:rPr>
        <w:t xml:space="preserve">ras DSLR </w:t>
      </w:r>
      <w:proofErr w:type="spellStart"/>
      <w:r w:rsidR="00190B13" w:rsidRPr="00190B13">
        <w:rPr>
          <w:rFonts w:ascii="Arial" w:hAnsi="Arial" w:cs="Arial"/>
          <w:bCs/>
          <w:szCs w:val="24"/>
        </w:rPr>
        <w:t>full-frame</w:t>
      </w:r>
      <w:proofErr w:type="spellEnd"/>
      <w:r w:rsidR="00190B13" w:rsidRPr="00190B13">
        <w:rPr>
          <w:rFonts w:ascii="Arial" w:hAnsi="Arial" w:cs="Arial"/>
          <w:bCs/>
          <w:szCs w:val="24"/>
        </w:rPr>
        <w:t xml:space="preserve"> da Canon. A XP 50mm F1.2 é a terceira objetiva da linha </w:t>
      </w:r>
      <w:proofErr w:type="spellStart"/>
      <w:r w:rsidR="00190B13" w:rsidRPr="00190B13">
        <w:rPr>
          <w:rFonts w:ascii="Arial" w:hAnsi="Arial" w:cs="Arial"/>
          <w:bCs/>
          <w:i/>
          <w:szCs w:val="24"/>
        </w:rPr>
        <w:t>premium</w:t>
      </w:r>
      <w:proofErr w:type="spellEnd"/>
      <w:r w:rsidR="00190B13" w:rsidRPr="00190B13">
        <w:rPr>
          <w:rFonts w:ascii="Arial" w:hAnsi="Arial" w:cs="Arial"/>
          <w:bCs/>
          <w:szCs w:val="24"/>
        </w:rPr>
        <w:t xml:space="preserve"> XP Series, criada de acordo com o lema “</w:t>
      </w:r>
      <w:proofErr w:type="spellStart"/>
      <w:r w:rsidR="00190B13" w:rsidRPr="00190B13">
        <w:rPr>
          <w:rFonts w:ascii="Arial" w:hAnsi="Arial" w:cs="Arial"/>
          <w:bCs/>
          <w:szCs w:val="24"/>
        </w:rPr>
        <w:t>Excellence</w:t>
      </w:r>
      <w:proofErr w:type="spellEnd"/>
      <w:r w:rsidR="00190B13" w:rsidRPr="00190B13">
        <w:rPr>
          <w:rFonts w:ascii="Arial" w:hAnsi="Arial" w:cs="Arial"/>
          <w:bCs/>
          <w:szCs w:val="24"/>
        </w:rPr>
        <w:t xml:space="preserve"> </w:t>
      </w:r>
      <w:proofErr w:type="spellStart"/>
      <w:r w:rsidR="00190B13" w:rsidRPr="00190B13">
        <w:rPr>
          <w:rFonts w:ascii="Arial" w:hAnsi="Arial" w:cs="Arial"/>
          <w:bCs/>
          <w:szCs w:val="24"/>
        </w:rPr>
        <w:t>in</w:t>
      </w:r>
      <w:proofErr w:type="spellEnd"/>
      <w:r w:rsidR="00190B13" w:rsidRPr="00190B13">
        <w:rPr>
          <w:rFonts w:ascii="Arial" w:hAnsi="Arial" w:cs="Arial"/>
          <w:bCs/>
          <w:szCs w:val="24"/>
        </w:rPr>
        <w:t xml:space="preserve"> Performance” (em português, “Excelência no Desempenho”). A objetiva XP 50mm F1.2 procura expandir o poder da marca </w:t>
      </w:r>
      <w:proofErr w:type="spellStart"/>
      <w:r w:rsidR="00190B13" w:rsidRPr="00190B13">
        <w:rPr>
          <w:rFonts w:ascii="Arial" w:hAnsi="Arial" w:cs="Arial"/>
          <w:bCs/>
          <w:szCs w:val="24"/>
        </w:rPr>
        <w:t>Samyang</w:t>
      </w:r>
      <w:proofErr w:type="spellEnd"/>
      <w:r w:rsidR="00190B13" w:rsidRPr="00190B13">
        <w:rPr>
          <w:rFonts w:ascii="Arial" w:hAnsi="Arial" w:cs="Arial"/>
          <w:bCs/>
          <w:szCs w:val="24"/>
        </w:rPr>
        <w:t xml:space="preserve"> no mercado de objetivas </w:t>
      </w:r>
      <w:proofErr w:type="spellStart"/>
      <w:r w:rsidR="00190B13" w:rsidRPr="00190B13">
        <w:rPr>
          <w:rFonts w:ascii="Arial" w:hAnsi="Arial" w:cs="Arial"/>
          <w:bCs/>
          <w:i/>
          <w:szCs w:val="24"/>
        </w:rPr>
        <w:t>premium</w:t>
      </w:r>
      <w:proofErr w:type="spellEnd"/>
      <w:r w:rsidR="00190B13" w:rsidRPr="00190B13">
        <w:rPr>
          <w:rFonts w:ascii="Arial" w:hAnsi="Arial" w:cs="Arial"/>
          <w:bCs/>
          <w:szCs w:val="24"/>
        </w:rPr>
        <w:t xml:space="preserve"> graças à sua fantástica qualidade de imagem, seguindo o exemplo da XP 14mm F2.4 e da XP 85mm F1.2.</w:t>
      </w:r>
    </w:p>
    <w:p w14:paraId="4B7C530F" w14:textId="5853E3F6" w:rsidR="00124946" w:rsidRPr="00676892" w:rsidRDefault="00190B13" w:rsidP="002811C0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190B13">
        <w:rPr>
          <w:rFonts w:ascii="Arial" w:hAnsi="Arial" w:cs="Arial"/>
          <w:b/>
          <w:bCs/>
          <w:szCs w:val="24"/>
        </w:rPr>
        <w:t>Momentos emocionantes com resolução absoluta</w:t>
      </w:r>
    </w:p>
    <w:p w14:paraId="7B8B3DD0" w14:textId="2D837667" w:rsidR="00124946" w:rsidRDefault="00190B13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190B13">
        <w:rPr>
          <w:rFonts w:ascii="Arial" w:hAnsi="Arial" w:cs="Arial"/>
          <w:bCs/>
          <w:szCs w:val="24"/>
        </w:rPr>
        <w:t xml:space="preserve">Esta objetiva, criada para câmaras DSLR, tem uma resolução de mais 50 megapíxeis para fotografia e de 8K para vídeo. O foco manual da objetiva permite captar aqueles momentos emocionantes numa qualidade de imagem perfeita com a sua abertura F1.2 brilhante. Em particular, é otimizada para retratos, capaz de registar as mudanças delicadas dos olhos na altura em que são fotografados, até os detalhes de um fio de cabelo, e uma cor de pele luminosa e bonita. Pode expressar toda a profundidade sem restrições com a abertura brilhante, enquanto as 9 lâminas também proporcionam belos efeitos de </w:t>
      </w:r>
      <w:proofErr w:type="spellStart"/>
      <w:r w:rsidRPr="00311F58">
        <w:rPr>
          <w:rFonts w:ascii="Arial" w:hAnsi="Arial" w:cs="Arial"/>
          <w:bCs/>
          <w:i/>
          <w:szCs w:val="24"/>
        </w:rPr>
        <w:t>bokeh</w:t>
      </w:r>
      <w:proofErr w:type="spellEnd"/>
      <w:r w:rsidRPr="00190B13">
        <w:rPr>
          <w:rFonts w:ascii="Arial" w:hAnsi="Arial" w:cs="Arial"/>
          <w:bCs/>
          <w:szCs w:val="24"/>
        </w:rPr>
        <w:t xml:space="preserve">, </w:t>
      </w:r>
      <w:proofErr w:type="spellStart"/>
      <w:r w:rsidRPr="00311F58">
        <w:rPr>
          <w:rFonts w:ascii="Arial" w:hAnsi="Arial" w:cs="Arial"/>
          <w:bCs/>
          <w:i/>
          <w:szCs w:val="24"/>
        </w:rPr>
        <w:t>starburst</w:t>
      </w:r>
      <w:proofErr w:type="spellEnd"/>
      <w:r w:rsidRPr="00190B13">
        <w:rPr>
          <w:rFonts w:ascii="Arial" w:hAnsi="Arial" w:cs="Arial"/>
          <w:bCs/>
          <w:szCs w:val="24"/>
        </w:rPr>
        <w:t xml:space="preserve"> e desfocagem. Além disso, até pode conseguir uma imagem de alta qualidade em condições de pouca luz e interiores graças à rápida velocidade de obturação.</w:t>
      </w:r>
    </w:p>
    <w:p w14:paraId="305ECB33" w14:textId="77777777" w:rsidR="00190B13" w:rsidRDefault="00190B13" w:rsidP="002811C0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190B13">
        <w:rPr>
          <w:rFonts w:ascii="Arial" w:hAnsi="Arial" w:cs="Arial"/>
          <w:b/>
          <w:bCs/>
          <w:szCs w:val="24"/>
        </w:rPr>
        <w:t>Excelência no Desempenho</w:t>
      </w:r>
    </w:p>
    <w:p w14:paraId="56C302A8" w14:textId="61466944" w:rsidR="004C4BFF" w:rsidRDefault="00190B13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190B13">
        <w:rPr>
          <w:rFonts w:ascii="Arial" w:hAnsi="Arial" w:cs="Arial"/>
          <w:bCs/>
          <w:szCs w:val="24"/>
        </w:rPr>
        <w:t xml:space="preserve">Produzida a partir de um total de 11 lentes em 8 grupos, a objetiva pode minimizar a distorção e várias aberrações cromáticas enquanto produz uma resolução cristalina. As lentes óticas especiais, lentes </w:t>
      </w:r>
      <w:proofErr w:type="spellStart"/>
      <w:r w:rsidRPr="00190B13">
        <w:rPr>
          <w:rFonts w:ascii="Arial" w:hAnsi="Arial" w:cs="Arial"/>
          <w:bCs/>
          <w:szCs w:val="24"/>
        </w:rPr>
        <w:t>asféricas</w:t>
      </w:r>
      <w:proofErr w:type="spellEnd"/>
      <w:r w:rsidRPr="00190B13">
        <w:rPr>
          <w:rFonts w:ascii="Arial" w:hAnsi="Arial" w:cs="Arial"/>
          <w:bCs/>
          <w:szCs w:val="24"/>
        </w:rPr>
        <w:t>, e as lentes de alta refração transmitem imagens nítidas e vívidas aos sensores da câm</w:t>
      </w:r>
      <w:r w:rsidR="00F77BC1">
        <w:rPr>
          <w:rFonts w:ascii="Arial" w:hAnsi="Arial" w:cs="Arial"/>
          <w:bCs/>
          <w:szCs w:val="24"/>
        </w:rPr>
        <w:t>a</w:t>
      </w:r>
      <w:r w:rsidRPr="00190B13">
        <w:rPr>
          <w:rFonts w:ascii="Arial" w:hAnsi="Arial" w:cs="Arial"/>
          <w:bCs/>
          <w:szCs w:val="24"/>
        </w:rPr>
        <w:t>ra, ajustando efetivamente o caminho da luz. Adicionalmente, efeitos de dispersão de luz e imagens “fantasma” podem ser bem controladas graças ao ultra revestimento especial.</w:t>
      </w:r>
    </w:p>
    <w:p w14:paraId="084322FB" w14:textId="57BBBC9F" w:rsidR="00190B13" w:rsidRPr="008970D1" w:rsidRDefault="00190B13" w:rsidP="002811C0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8970D1">
        <w:rPr>
          <w:rFonts w:ascii="Arial" w:hAnsi="Arial" w:cs="Arial"/>
          <w:b/>
          <w:bCs/>
          <w:szCs w:val="24"/>
        </w:rPr>
        <w:lastRenderedPageBreak/>
        <w:t>Disponível a partir de março de 2018</w:t>
      </w:r>
    </w:p>
    <w:p w14:paraId="51B12D5A" w14:textId="340BAAF9" w:rsidR="00190B13" w:rsidRPr="00190B13" w:rsidRDefault="00190B13" w:rsidP="00190B1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190B13">
        <w:rPr>
          <w:rFonts w:ascii="Arial" w:hAnsi="Arial" w:cs="Arial"/>
          <w:bCs/>
          <w:szCs w:val="24"/>
        </w:rPr>
        <w:t xml:space="preserve">A objetiva XP 50mm F1.2 de resolução absoluta </w:t>
      </w:r>
      <w:r w:rsidRPr="00311F58">
        <w:rPr>
          <w:rFonts w:ascii="Arial" w:hAnsi="Arial" w:cs="Arial"/>
          <w:b/>
          <w:bCs/>
          <w:szCs w:val="24"/>
        </w:rPr>
        <w:t xml:space="preserve">estará disponível </w:t>
      </w:r>
      <w:r w:rsidR="00311F58" w:rsidRPr="00311F58">
        <w:rPr>
          <w:rFonts w:ascii="Arial" w:hAnsi="Arial" w:cs="Arial"/>
          <w:b/>
          <w:bCs/>
          <w:szCs w:val="24"/>
        </w:rPr>
        <w:t>a partir de</w:t>
      </w:r>
      <w:r w:rsidRPr="00311F58">
        <w:rPr>
          <w:rFonts w:ascii="Arial" w:hAnsi="Arial" w:cs="Arial"/>
          <w:b/>
          <w:bCs/>
          <w:szCs w:val="24"/>
        </w:rPr>
        <w:t xml:space="preserve"> março e terá um preço recomendado de </w:t>
      </w:r>
      <w:r w:rsidR="00711547">
        <w:rPr>
          <w:rFonts w:ascii="Arial" w:hAnsi="Arial" w:cs="Arial"/>
          <w:b/>
          <w:bCs/>
          <w:szCs w:val="24"/>
        </w:rPr>
        <w:t>9</w:t>
      </w:r>
      <w:r w:rsidR="005A1E6E">
        <w:rPr>
          <w:rFonts w:ascii="Arial" w:hAnsi="Arial" w:cs="Arial"/>
          <w:b/>
          <w:bCs/>
          <w:szCs w:val="24"/>
        </w:rPr>
        <w:t>99</w:t>
      </w:r>
      <w:r w:rsidRPr="00311F58">
        <w:rPr>
          <w:rFonts w:ascii="Arial" w:hAnsi="Arial" w:cs="Arial"/>
          <w:b/>
          <w:bCs/>
          <w:szCs w:val="24"/>
        </w:rPr>
        <w:t xml:space="preserve"> </w:t>
      </w:r>
      <w:r w:rsidR="00711547">
        <w:rPr>
          <w:rFonts w:ascii="Arial" w:hAnsi="Arial" w:cs="Arial"/>
          <w:b/>
          <w:bCs/>
          <w:szCs w:val="24"/>
        </w:rPr>
        <w:t>€</w:t>
      </w:r>
      <w:r w:rsidRPr="00190B13">
        <w:rPr>
          <w:rFonts w:ascii="Arial" w:hAnsi="Arial" w:cs="Arial"/>
          <w:bCs/>
          <w:szCs w:val="24"/>
        </w:rPr>
        <w:t xml:space="preserve">. Para celebrar o lançamento, a </w:t>
      </w:r>
      <w:proofErr w:type="spellStart"/>
      <w:r w:rsidRPr="00190B13">
        <w:rPr>
          <w:rFonts w:ascii="Arial" w:hAnsi="Arial" w:cs="Arial"/>
          <w:bCs/>
          <w:szCs w:val="24"/>
        </w:rPr>
        <w:t>Samyang</w:t>
      </w:r>
      <w:proofErr w:type="spellEnd"/>
      <w:r w:rsidRPr="00190B13">
        <w:rPr>
          <w:rFonts w:ascii="Arial" w:hAnsi="Arial" w:cs="Arial"/>
          <w:bCs/>
          <w:szCs w:val="24"/>
        </w:rPr>
        <w:t xml:space="preserve"> </w:t>
      </w:r>
      <w:proofErr w:type="spellStart"/>
      <w:r w:rsidRPr="00190B13">
        <w:rPr>
          <w:rFonts w:ascii="Arial" w:hAnsi="Arial" w:cs="Arial"/>
          <w:bCs/>
          <w:szCs w:val="24"/>
        </w:rPr>
        <w:t>Optics</w:t>
      </w:r>
      <w:proofErr w:type="spellEnd"/>
      <w:r w:rsidRPr="00190B13">
        <w:rPr>
          <w:rFonts w:ascii="Arial" w:hAnsi="Arial" w:cs="Arial"/>
          <w:bCs/>
          <w:szCs w:val="24"/>
        </w:rPr>
        <w:t xml:space="preserve"> irá realizar vários eventos dirigidos aos consumidores </w:t>
      </w:r>
      <w:r>
        <w:rPr>
          <w:rFonts w:ascii="Arial" w:hAnsi="Arial" w:cs="Arial"/>
          <w:bCs/>
          <w:szCs w:val="24"/>
        </w:rPr>
        <w:t>através do</w:t>
      </w:r>
      <w:r w:rsidRPr="00190B13">
        <w:rPr>
          <w:rFonts w:ascii="Arial" w:hAnsi="Arial" w:cs="Arial"/>
          <w:bCs/>
          <w:szCs w:val="24"/>
        </w:rPr>
        <w:t xml:space="preserve"> </w:t>
      </w:r>
      <w:hyperlink r:id="rId10" w:history="1">
        <w:r w:rsidRPr="00190B13">
          <w:rPr>
            <w:rStyle w:val="Hiperligao"/>
            <w:rFonts w:ascii="Arial" w:hAnsi="Arial" w:cs="Arial"/>
            <w:bCs/>
            <w:szCs w:val="24"/>
          </w:rPr>
          <w:t>Facebook</w:t>
        </w:r>
      </w:hyperlink>
      <w:r w:rsidRPr="00190B13">
        <w:rPr>
          <w:rFonts w:ascii="Arial" w:hAnsi="Arial" w:cs="Arial"/>
          <w:bCs/>
          <w:szCs w:val="24"/>
        </w:rPr>
        <w:t xml:space="preserve"> e </w:t>
      </w:r>
      <w:hyperlink r:id="rId11" w:history="1">
        <w:proofErr w:type="spellStart"/>
        <w:r w:rsidRPr="00190B13">
          <w:rPr>
            <w:rStyle w:val="Hiperligao"/>
            <w:rFonts w:ascii="Arial" w:hAnsi="Arial" w:cs="Arial"/>
            <w:bCs/>
            <w:szCs w:val="24"/>
          </w:rPr>
          <w:t>Instagram</w:t>
        </w:r>
        <w:proofErr w:type="spellEnd"/>
      </w:hyperlink>
      <w:r w:rsidRPr="00190B13">
        <w:rPr>
          <w:rFonts w:ascii="Arial" w:hAnsi="Arial" w:cs="Arial"/>
          <w:bCs/>
          <w:szCs w:val="24"/>
        </w:rPr>
        <w:t>.</w:t>
      </w:r>
    </w:p>
    <w:p w14:paraId="2AE681CE" w14:textId="7F9834D6" w:rsidR="009F6B34" w:rsidRDefault="00190B13" w:rsidP="00190B1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190B13">
        <w:rPr>
          <w:rFonts w:ascii="Arial" w:hAnsi="Arial" w:cs="Arial"/>
          <w:bCs/>
          <w:szCs w:val="24"/>
        </w:rPr>
        <w:t xml:space="preserve">Para mais informações sobre o produto, visite o site oficial da </w:t>
      </w:r>
      <w:hyperlink r:id="rId12" w:history="1">
        <w:proofErr w:type="spellStart"/>
        <w:r w:rsidRPr="00190B13">
          <w:rPr>
            <w:rStyle w:val="Hiperligao"/>
            <w:rFonts w:ascii="Arial" w:hAnsi="Arial" w:cs="Arial"/>
            <w:bCs/>
            <w:szCs w:val="24"/>
          </w:rPr>
          <w:t>Samyang</w:t>
        </w:r>
        <w:proofErr w:type="spellEnd"/>
        <w:r w:rsidRPr="00190B13">
          <w:rPr>
            <w:rStyle w:val="Hiperligao"/>
            <w:rFonts w:ascii="Arial" w:hAnsi="Arial" w:cs="Arial"/>
            <w:bCs/>
            <w:szCs w:val="24"/>
          </w:rPr>
          <w:t xml:space="preserve"> </w:t>
        </w:r>
        <w:proofErr w:type="spellStart"/>
        <w:r w:rsidRPr="00190B13">
          <w:rPr>
            <w:rStyle w:val="Hiperligao"/>
            <w:rFonts w:ascii="Arial" w:hAnsi="Arial" w:cs="Arial"/>
            <w:bCs/>
            <w:szCs w:val="24"/>
          </w:rPr>
          <w:t>Optics</w:t>
        </w:r>
        <w:proofErr w:type="spellEnd"/>
      </w:hyperlink>
      <w:r>
        <w:rPr>
          <w:rFonts w:ascii="Arial" w:hAnsi="Arial" w:cs="Arial"/>
          <w:bCs/>
          <w:szCs w:val="24"/>
        </w:rPr>
        <w:t>.</w:t>
      </w:r>
    </w:p>
    <w:p w14:paraId="0D300575" w14:textId="13E7165B" w:rsidR="00711547" w:rsidRPr="009F6B34" w:rsidRDefault="00711547" w:rsidP="00190B13">
      <w:pPr>
        <w:spacing w:before="100" w:beforeAutospacing="1" w:after="100" w:afterAutospacing="1"/>
        <w:rPr>
          <w:rFonts w:ascii="Arial" w:hAnsi="Arial" w:cs="Arial"/>
        </w:rPr>
      </w:pPr>
      <w:r w:rsidRPr="00711547">
        <w:rPr>
          <w:rFonts w:ascii="Arial" w:hAnsi="Arial" w:cs="Arial"/>
          <w:b/>
        </w:rPr>
        <w:t>Fotos de alta resolução:</w:t>
      </w:r>
      <w:r>
        <w:rPr>
          <w:rFonts w:ascii="Arial" w:hAnsi="Arial" w:cs="Arial"/>
        </w:rPr>
        <w:t xml:space="preserve"> </w:t>
      </w:r>
      <w:hyperlink r:id="rId13" w:history="1">
        <w:r w:rsidRPr="00053218">
          <w:rPr>
            <w:rStyle w:val="Hiperligao"/>
            <w:rFonts w:ascii="Arial" w:hAnsi="Arial" w:cs="Arial"/>
          </w:rPr>
          <w:t>http://fotos.aempress.com/Robisa/Samyang-Optics/XP-50mm-F12/n-vP3Fbm/</w:t>
        </w:r>
      </w:hyperlink>
      <w:r>
        <w:rPr>
          <w:rFonts w:ascii="Arial" w:hAnsi="Arial" w:cs="Arial"/>
        </w:rPr>
        <w:t xml:space="preserve"> </w:t>
      </w:r>
    </w:p>
    <w:p w14:paraId="0F9441EC" w14:textId="77777777" w:rsidR="00D52C7D" w:rsidRDefault="00D52C7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</w:p>
    <w:p w14:paraId="45B1C3CA" w14:textId="77777777" w:rsidR="00A65A2D" w:rsidRPr="00403380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403380">
        <w:rPr>
          <w:rFonts w:ascii="Arial" w:hAnsi="Arial" w:cs="Arial"/>
          <w:b/>
          <w:bCs/>
          <w:sz w:val="18"/>
          <w:szCs w:val="20"/>
        </w:rPr>
        <w:t>Para mais informações, contacte:</w:t>
      </w:r>
    </w:p>
    <w:p w14:paraId="4FB0FA0B" w14:textId="77777777" w:rsidR="00EC4D30" w:rsidRDefault="001A2BD2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403380">
        <w:rPr>
          <w:rFonts w:ascii="Arial" w:hAnsi="Arial" w:cs="Arial"/>
          <w:bCs/>
          <w:noProof/>
          <w:sz w:val="18"/>
          <w:szCs w:val="20"/>
          <w:lang w:eastAsia="pt-PT"/>
        </w:rPr>
        <w:drawing>
          <wp:inline distT="0" distB="0" distL="0" distR="0" wp14:anchorId="1E02DBB4" wp14:editId="6EB35677">
            <wp:extent cx="1367790" cy="446405"/>
            <wp:effectExtent l="0" t="0" r="3810" b="0"/>
            <wp:docPr id="2" name="Picture 2" descr="Logo AEMpress 2014 FUNDO BRANCO_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EMpress 2014 FUNDO BRANCO_PR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A2D" w:rsidRPr="00403380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/ Nuno Ramos</w:t>
      </w:r>
      <w:r w:rsidR="00A65A2D" w:rsidRPr="00403380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5" w:history="1">
        <w:r w:rsidR="00D55277" w:rsidRPr="00403380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="00A65A2D" w:rsidRPr="00403380">
        <w:rPr>
          <w:rFonts w:ascii="Arial" w:hAnsi="Arial" w:cs="Arial"/>
          <w:sz w:val="20"/>
        </w:rPr>
        <w:br/>
      </w:r>
      <w:proofErr w:type="spellStart"/>
      <w:r w:rsidR="00A65A2D" w:rsidRPr="00403380">
        <w:rPr>
          <w:rFonts w:ascii="Arial" w:hAnsi="Arial" w:cs="Arial"/>
          <w:bCs/>
          <w:sz w:val="18"/>
          <w:szCs w:val="20"/>
        </w:rPr>
        <w:t>Tlm</w:t>
      </w:r>
      <w:proofErr w:type="spellEnd"/>
      <w:r w:rsidR="00A65A2D" w:rsidRPr="00403380">
        <w:rPr>
          <w:rFonts w:ascii="Arial" w:hAnsi="Arial" w:cs="Arial"/>
          <w:bCs/>
          <w:sz w:val="18"/>
          <w:szCs w:val="20"/>
        </w:rPr>
        <w:t>.: 218 019 830</w:t>
      </w:r>
    </w:p>
    <w:sectPr w:rsidR="00EC4D30">
      <w:headerReference w:type="default" r:id="rId16"/>
      <w:foot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EE7DB" w14:textId="77777777" w:rsidR="001C6D17" w:rsidRDefault="001C6D17" w:rsidP="00407E14">
      <w:pPr>
        <w:spacing w:after="0" w:line="240" w:lineRule="auto"/>
      </w:pPr>
      <w:r>
        <w:separator/>
      </w:r>
    </w:p>
  </w:endnote>
  <w:endnote w:type="continuationSeparator" w:id="0">
    <w:p w14:paraId="420172F5" w14:textId="77777777" w:rsidR="001C6D17" w:rsidRDefault="001C6D17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F1800" w14:textId="60F612FD" w:rsidR="008B70A5" w:rsidRDefault="008B70A5" w:rsidP="008B70A5">
    <w:pPr>
      <w:pStyle w:val="Rodap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5A1E6E">
      <w:rPr>
        <w:rFonts w:cs="Arial"/>
        <w:bCs/>
        <w:noProof/>
        <w:sz w:val="18"/>
        <w:szCs w:val="20"/>
      </w:rPr>
      <w:t>fevereiro de 2018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proofErr w:type="spellStart"/>
    <w:r w:rsidR="00BD2E61">
      <w:rPr>
        <w:rFonts w:cs="Arial"/>
        <w:bCs/>
        <w:sz w:val="18"/>
        <w:szCs w:val="20"/>
      </w:rPr>
      <w:t>Samyang</w:t>
    </w:r>
    <w:proofErr w:type="spellEnd"/>
    <w:r w:rsidR="00BD2E61">
      <w:rPr>
        <w:rFonts w:cs="Arial"/>
        <w:bCs/>
        <w:sz w:val="18"/>
        <w:szCs w:val="20"/>
      </w:rPr>
      <w:t xml:space="preserve"> </w:t>
    </w:r>
    <w:r w:rsidR="00190B13" w:rsidRPr="00190B13">
      <w:rPr>
        <w:rFonts w:cs="Arial"/>
        <w:bCs/>
        <w:sz w:val="18"/>
        <w:szCs w:val="20"/>
      </w:rPr>
      <w:t>XP 50mm F1.2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E8ABC4" w14:textId="77777777" w:rsidR="001C6D17" w:rsidRDefault="001C6D17" w:rsidP="00407E14">
      <w:pPr>
        <w:spacing w:after="0" w:line="240" w:lineRule="auto"/>
      </w:pPr>
      <w:r>
        <w:separator/>
      </w:r>
    </w:p>
  </w:footnote>
  <w:footnote w:type="continuationSeparator" w:id="0">
    <w:p w14:paraId="31124A08" w14:textId="77777777" w:rsidR="001C6D17" w:rsidRDefault="001C6D17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C0D0D" w14:textId="77777777" w:rsidR="00407E14" w:rsidRDefault="001A2BD2">
    <w:pPr>
      <w:pStyle w:val="Cabealh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2BDE3BD1" wp14:editId="07A97874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EB7312">
      <w:rPr>
        <w:noProof/>
        <w:lang w:eastAsia="pt-PT"/>
      </w:rPr>
      <w:drawing>
        <wp:inline distT="0" distB="0" distL="0" distR="0" wp14:anchorId="0B7E9E1C" wp14:editId="138452D8">
          <wp:extent cx="2366645" cy="260828"/>
          <wp:effectExtent l="0" t="0" r="0" b="6350"/>
          <wp:docPr id="5" name="Picture 5" descr="2_Samyang-logo_Full_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26" cy="289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6A2D8D0D" w14:textId="77777777" w:rsidR="00BA1EBE" w:rsidRDefault="00BA1EB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2C1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135DC"/>
    <w:rsid w:val="00117B8A"/>
    <w:rsid w:val="001209AE"/>
    <w:rsid w:val="00124946"/>
    <w:rsid w:val="00127795"/>
    <w:rsid w:val="001321C3"/>
    <w:rsid w:val="001327BB"/>
    <w:rsid w:val="00136679"/>
    <w:rsid w:val="001413FA"/>
    <w:rsid w:val="001432BF"/>
    <w:rsid w:val="001434A7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0B13"/>
    <w:rsid w:val="00195515"/>
    <w:rsid w:val="00197433"/>
    <w:rsid w:val="001A2BD2"/>
    <w:rsid w:val="001A2DBC"/>
    <w:rsid w:val="001A63C1"/>
    <w:rsid w:val="001A70CA"/>
    <w:rsid w:val="001B1675"/>
    <w:rsid w:val="001B1D60"/>
    <w:rsid w:val="001B3EF8"/>
    <w:rsid w:val="001C605B"/>
    <w:rsid w:val="001C6BBB"/>
    <w:rsid w:val="001C6D17"/>
    <w:rsid w:val="001D4A6D"/>
    <w:rsid w:val="001E422E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23B3E"/>
    <w:rsid w:val="00233EDA"/>
    <w:rsid w:val="0024237D"/>
    <w:rsid w:val="002462D9"/>
    <w:rsid w:val="00256F90"/>
    <w:rsid w:val="002656FE"/>
    <w:rsid w:val="002673BC"/>
    <w:rsid w:val="00270626"/>
    <w:rsid w:val="002724D9"/>
    <w:rsid w:val="0027377B"/>
    <w:rsid w:val="00273D5F"/>
    <w:rsid w:val="002755D2"/>
    <w:rsid w:val="00277E27"/>
    <w:rsid w:val="002811C0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300B77"/>
    <w:rsid w:val="00303B64"/>
    <w:rsid w:val="00305D53"/>
    <w:rsid w:val="00307774"/>
    <w:rsid w:val="00311F58"/>
    <w:rsid w:val="003151B5"/>
    <w:rsid w:val="003160FD"/>
    <w:rsid w:val="00320B91"/>
    <w:rsid w:val="0033176C"/>
    <w:rsid w:val="00331C4A"/>
    <w:rsid w:val="00335B27"/>
    <w:rsid w:val="00343E66"/>
    <w:rsid w:val="00344BAC"/>
    <w:rsid w:val="003451D6"/>
    <w:rsid w:val="00361B87"/>
    <w:rsid w:val="00373D17"/>
    <w:rsid w:val="0038516B"/>
    <w:rsid w:val="00393DE9"/>
    <w:rsid w:val="003A1B86"/>
    <w:rsid w:val="003A27F4"/>
    <w:rsid w:val="003C244A"/>
    <w:rsid w:val="003C38EC"/>
    <w:rsid w:val="003D36A2"/>
    <w:rsid w:val="003D3751"/>
    <w:rsid w:val="003D4DCA"/>
    <w:rsid w:val="003D6968"/>
    <w:rsid w:val="003D6B33"/>
    <w:rsid w:val="003E23D9"/>
    <w:rsid w:val="003E5BF6"/>
    <w:rsid w:val="003F07FC"/>
    <w:rsid w:val="003F0C6B"/>
    <w:rsid w:val="003F6CCF"/>
    <w:rsid w:val="00403380"/>
    <w:rsid w:val="00407E14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2E01"/>
    <w:rsid w:val="004A59BD"/>
    <w:rsid w:val="004A5D98"/>
    <w:rsid w:val="004B0558"/>
    <w:rsid w:val="004B4395"/>
    <w:rsid w:val="004C153C"/>
    <w:rsid w:val="004C2B63"/>
    <w:rsid w:val="004C2DC5"/>
    <w:rsid w:val="004C4BFF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A0"/>
    <w:rsid w:val="00534EDD"/>
    <w:rsid w:val="005464E4"/>
    <w:rsid w:val="00547131"/>
    <w:rsid w:val="005509D0"/>
    <w:rsid w:val="00566932"/>
    <w:rsid w:val="00574363"/>
    <w:rsid w:val="00575FBE"/>
    <w:rsid w:val="00576030"/>
    <w:rsid w:val="005934B9"/>
    <w:rsid w:val="005977C9"/>
    <w:rsid w:val="005A1E6E"/>
    <w:rsid w:val="005A6C91"/>
    <w:rsid w:val="005B5D3C"/>
    <w:rsid w:val="005B5F7D"/>
    <w:rsid w:val="005B63FC"/>
    <w:rsid w:val="005B6BE8"/>
    <w:rsid w:val="005C05C7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362C"/>
    <w:rsid w:val="0061547C"/>
    <w:rsid w:val="006167EC"/>
    <w:rsid w:val="00630CB7"/>
    <w:rsid w:val="00631B62"/>
    <w:rsid w:val="006354FB"/>
    <w:rsid w:val="00640A09"/>
    <w:rsid w:val="006442D2"/>
    <w:rsid w:val="0065164E"/>
    <w:rsid w:val="00651BDC"/>
    <w:rsid w:val="00656AD7"/>
    <w:rsid w:val="00661A7F"/>
    <w:rsid w:val="0066662F"/>
    <w:rsid w:val="00672F20"/>
    <w:rsid w:val="00676892"/>
    <w:rsid w:val="00680453"/>
    <w:rsid w:val="00684DEC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F0D32"/>
    <w:rsid w:val="00706787"/>
    <w:rsid w:val="00711547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57F"/>
    <w:rsid w:val="007D5875"/>
    <w:rsid w:val="007D6A81"/>
    <w:rsid w:val="007E2EB5"/>
    <w:rsid w:val="007F6112"/>
    <w:rsid w:val="00800CBE"/>
    <w:rsid w:val="00802744"/>
    <w:rsid w:val="00810CD2"/>
    <w:rsid w:val="008121D2"/>
    <w:rsid w:val="00812534"/>
    <w:rsid w:val="00831AD4"/>
    <w:rsid w:val="00832AB9"/>
    <w:rsid w:val="00833B65"/>
    <w:rsid w:val="00834595"/>
    <w:rsid w:val="00840F28"/>
    <w:rsid w:val="00845D32"/>
    <w:rsid w:val="00846D72"/>
    <w:rsid w:val="00851B40"/>
    <w:rsid w:val="00861429"/>
    <w:rsid w:val="008633DA"/>
    <w:rsid w:val="0086359A"/>
    <w:rsid w:val="008671EE"/>
    <w:rsid w:val="0086798F"/>
    <w:rsid w:val="008703BC"/>
    <w:rsid w:val="00887CA4"/>
    <w:rsid w:val="008942A1"/>
    <w:rsid w:val="008970D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316E"/>
    <w:rsid w:val="0094738C"/>
    <w:rsid w:val="009522C1"/>
    <w:rsid w:val="00955877"/>
    <w:rsid w:val="00957AA5"/>
    <w:rsid w:val="00960219"/>
    <w:rsid w:val="009666B7"/>
    <w:rsid w:val="009713A9"/>
    <w:rsid w:val="00974446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18F4"/>
    <w:rsid w:val="009A7244"/>
    <w:rsid w:val="009B1E71"/>
    <w:rsid w:val="009B4674"/>
    <w:rsid w:val="009C61E8"/>
    <w:rsid w:val="009C719A"/>
    <w:rsid w:val="009C71BA"/>
    <w:rsid w:val="009D3F36"/>
    <w:rsid w:val="009D4D61"/>
    <w:rsid w:val="009E5EE0"/>
    <w:rsid w:val="009F1431"/>
    <w:rsid w:val="009F2AA2"/>
    <w:rsid w:val="009F3161"/>
    <w:rsid w:val="009F6B34"/>
    <w:rsid w:val="009F7A90"/>
    <w:rsid w:val="00A01945"/>
    <w:rsid w:val="00A05583"/>
    <w:rsid w:val="00A12C7D"/>
    <w:rsid w:val="00A13678"/>
    <w:rsid w:val="00A202E7"/>
    <w:rsid w:val="00A30DFB"/>
    <w:rsid w:val="00A31B59"/>
    <w:rsid w:val="00A3491C"/>
    <w:rsid w:val="00A34B7C"/>
    <w:rsid w:val="00A35750"/>
    <w:rsid w:val="00A358CB"/>
    <w:rsid w:val="00A478BC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672F"/>
    <w:rsid w:val="00A979E9"/>
    <w:rsid w:val="00AA01B0"/>
    <w:rsid w:val="00AA1DD3"/>
    <w:rsid w:val="00AA418D"/>
    <w:rsid w:val="00AA4AED"/>
    <w:rsid w:val="00AA64D0"/>
    <w:rsid w:val="00AA7B6B"/>
    <w:rsid w:val="00AB16AD"/>
    <w:rsid w:val="00AB54C6"/>
    <w:rsid w:val="00AC5868"/>
    <w:rsid w:val="00AD3F04"/>
    <w:rsid w:val="00AD52EB"/>
    <w:rsid w:val="00AE0835"/>
    <w:rsid w:val="00AE0CF7"/>
    <w:rsid w:val="00AE4624"/>
    <w:rsid w:val="00AE6279"/>
    <w:rsid w:val="00AF1407"/>
    <w:rsid w:val="00AF7D8C"/>
    <w:rsid w:val="00B03565"/>
    <w:rsid w:val="00B11D2C"/>
    <w:rsid w:val="00B154A7"/>
    <w:rsid w:val="00B170B9"/>
    <w:rsid w:val="00B173CF"/>
    <w:rsid w:val="00B23EDE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A67D5"/>
    <w:rsid w:val="00BB3F0F"/>
    <w:rsid w:val="00BB66DB"/>
    <w:rsid w:val="00BB6A26"/>
    <w:rsid w:val="00BC70D8"/>
    <w:rsid w:val="00BD1C1B"/>
    <w:rsid w:val="00BD2E61"/>
    <w:rsid w:val="00BD4E03"/>
    <w:rsid w:val="00BE01EB"/>
    <w:rsid w:val="00BE7DEF"/>
    <w:rsid w:val="00BF0008"/>
    <w:rsid w:val="00BF44A0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4603E"/>
    <w:rsid w:val="00D52C7D"/>
    <w:rsid w:val="00D55277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34CF"/>
    <w:rsid w:val="00EB5AE1"/>
    <w:rsid w:val="00EB7312"/>
    <w:rsid w:val="00EC0E7C"/>
    <w:rsid w:val="00EC3B06"/>
    <w:rsid w:val="00EC4D30"/>
    <w:rsid w:val="00ED1A3A"/>
    <w:rsid w:val="00ED4F2F"/>
    <w:rsid w:val="00EE40D0"/>
    <w:rsid w:val="00EE495F"/>
    <w:rsid w:val="00EE4A92"/>
    <w:rsid w:val="00EE6371"/>
    <w:rsid w:val="00EE7C39"/>
    <w:rsid w:val="00EF6DFC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501B8"/>
    <w:rsid w:val="00F52CC9"/>
    <w:rsid w:val="00F53175"/>
    <w:rsid w:val="00F56730"/>
    <w:rsid w:val="00F60E77"/>
    <w:rsid w:val="00F637A3"/>
    <w:rsid w:val="00F65223"/>
    <w:rsid w:val="00F72000"/>
    <w:rsid w:val="00F72680"/>
    <w:rsid w:val="00F77BC1"/>
    <w:rsid w:val="00F909AD"/>
    <w:rsid w:val="00F9622F"/>
    <w:rsid w:val="00FA04E1"/>
    <w:rsid w:val="00FA5632"/>
    <w:rsid w:val="00FA7F02"/>
    <w:rsid w:val="00FB4D38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8BDB9A2"/>
  <w14:discardImageEditingData/>
  <w14:defaultImageDpi w14:val="150"/>
  <w15:docId w15:val="{AE6B2259-19E1-4E02-B426-B9DDCAEFD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07E14"/>
  </w:style>
  <w:style w:type="paragraph" w:styleId="Rodap">
    <w:name w:val="footer"/>
    <w:basedOn w:val="Normal"/>
    <w:link w:val="Rodap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07E14"/>
  </w:style>
  <w:style w:type="paragraph" w:styleId="Textodebalo">
    <w:name w:val="Balloon Text"/>
    <w:basedOn w:val="Normal"/>
    <w:link w:val="TextodebaloCarte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003737"/>
    <w:rPr>
      <w:color w:val="0000FF"/>
      <w:u w:val="single"/>
    </w:rPr>
  </w:style>
  <w:style w:type="character" w:styleId="Hiperligaovisitada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Forte">
    <w:name w:val="Strong"/>
    <w:uiPriority w:val="22"/>
    <w:qFormat/>
    <w:rsid w:val="00997435"/>
    <w:rPr>
      <w:b/>
      <w:bCs/>
    </w:rPr>
  </w:style>
  <w:style w:type="character" w:styleId="nfase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2755D2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rsid w:val="002755D2"/>
    <w:rPr>
      <w:lang w:eastAsia="en-US"/>
    </w:rPr>
  </w:style>
  <w:style w:type="character" w:styleId="Refdenotaderodap">
    <w:name w:val="footnote reference"/>
    <w:uiPriority w:val="99"/>
    <w:semiHidden/>
    <w:unhideWhenUsed/>
    <w:rsid w:val="002755D2"/>
    <w:rPr>
      <w:vertAlign w:val="superscri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9F6B34"/>
    <w:rPr>
      <w:color w:val="808080"/>
      <w:shd w:val="clear" w:color="auto" w:fill="E6E6E6"/>
    </w:rPr>
  </w:style>
  <w:style w:type="paragraph" w:customStyle="1" w:styleId="m2147974441763335827gmail-m-6620451049493064463gmail-msonormal">
    <w:name w:val="m_2147974441763335827gmail-m_-6620451049493064463gmail-msonormal"/>
    <w:basedOn w:val="Normal"/>
    <w:rsid w:val="00190B13"/>
    <w:pPr>
      <w:spacing w:before="100" w:beforeAutospacing="1" w:after="100" w:afterAutospacing="1" w:line="240" w:lineRule="auto"/>
    </w:pPr>
    <w:rPr>
      <w:rFonts w:ascii="Gulim" w:eastAsia="Gulim" w:hAnsi="Gulim" w:cs="Gulim"/>
      <w:sz w:val="24"/>
      <w:szCs w:val="24"/>
      <w:lang w:val="en-GB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fotos.aempress.com/Robisa/Samyang-Optics/XP-50mm-F12/n-vP3Fb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amyanglensglobal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stagram.com/samyanglensglob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obisa@aempress.com" TargetMode="External"/><Relationship Id="rId10" Type="http://schemas.openxmlformats.org/officeDocument/2006/relationships/hyperlink" Target="http://www.facebook.com/samyanglensgloba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QNAP-TVS463\AEMpress\Templates\Robisa%20-%20Samyang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1E469-E4EC-4C2F-9751-C851BB341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Robisa - Samyang.dotx</Template>
  <TotalTime>73</TotalTime>
  <Pages>2</Pages>
  <Words>446</Words>
  <Characters>2409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2850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Marques</dc:creator>
  <cp:keywords>Robisa</cp:keywords>
  <cp:lastModifiedBy>Nuno Ramos</cp:lastModifiedBy>
  <cp:revision>16</cp:revision>
  <dcterms:created xsi:type="dcterms:W3CDTF">2018-01-09T14:45:00Z</dcterms:created>
  <dcterms:modified xsi:type="dcterms:W3CDTF">2018-02-19T17:01:00Z</dcterms:modified>
</cp:coreProperties>
</file>