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76A90" w14:textId="6F2B2363" w:rsidR="00D52C7D" w:rsidRPr="00032C2B" w:rsidRDefault="00032C2B" w:rsidP="00311F58">
      <w:pPr>
        <w:pStyle w:val="m2147974441763335827gmail-m-6620451049493064463gmail-msonormal"/>
        <w:shd w:val="clear" w:color="auto" w:fill="FFFFFF"/>
        <w:spacing w:line="242" w:lineRule="atLeast"/>
        <w:jc w:val="center"/>
        <w:rPr>
          <w:rFonts w:ascii="Tahoma" w:hAnsi="Tahoma" w:cs="Tahoma"/>
          <w:b/>
          <w:bCs/>
          <w:sz w:val="26"/>
          <w:szCs w:val="26"/>
          <w:lang w:val="pt-PT"/>
        </w:rPr>
      </w:pPr>
      <w:bookmarkStart w:id="0" w:name="_GoBack"/>
      <w:bookmarkEnd w:id="0"/>
      <w:proofErr w:type="spellStart"/>
      <w:r w:rsidRPr="00032C2B">
        <w:rPr>
          <w:rFonts w:ascii="Arial" w:hAnsi="Arial" w:cs="Arial"/>
          <w:b/>
          <w:bCs/>
          <w:sz w:val="36"/>
          <w:szCs w:val="26"/>
          <w:lang w:val="pt-PT"/>
        </w:rPr>
        <w:t>Samyang</w:t>
      </w:r>
      <w:proofErr w:type="spellEnd"/>
      <w:r w:rsidRPr="00032C2B">
        <w:rPr>
          <w:rFonts w:ascii="Arial" w:hAnsi="Arial" w:cs="Arial"/>
          <w:b/>
          <w:bCs/>
          <w:sz w:val="36"/>
          <w:szCs w:val="26"/>
          <w:lang w:val="pt-PT"/>
        </w:rPr>
        <w:t xml:space="preserve"> AF 35mm F2.8 FE conquista </w:t>
      </w:r>
      <w:r>
        <w:rPr>
          <w:rFonts w:ascii="Arial" w:hAnsi="Arial" w:cs="Arial"/>
          <w:b/>
          <w:bCs/>
          <w:sz w:val="36"/>
          <w:szCs w:val="26"/>
          <w:lang w:val="pt-PT"/>
        </w:rPr>
        <w:br/>
      </w:r>
      <w:r w:rsidRPr="00032C2B">
        <w:rPr>
          <w:rFonts w:ascii="Arial" w:hAnsi="Arial" w:cs="Arial"/>
          <w:b/>
          <w:bCs/>
          <w:sz w:val="36"/>
          <w:szCs w:val="26"/>
          <w:lang w:val="pt-PT"/>
        </w:rPr>
        <w:t>TIPA AWARD 2018</w:t>
      </w:r>
      <w:r w:rsidR="00D52C7D" w:rsidRPr="00F77BC1">
        <w:rPr>
          <w:rFonts w:ascii="Arial" w:hAnsi="Arial" w:cs="Arial"/>
          <w:bCs/>
          <w:sz w:val="18"/>
          <w:lang w:val="pt-PT"/>
        </w:rPr>
        <w:br/>
      </w:r>
      <w:r w:rsidR="00711547">
        <w:rPr>
          <w:rFonts w:ascii="Tahoma" w:hAnsi="Tahoma" w:cs="Tahoma"/>
          <w:b/>
          <w:bCs/>
          <w:sz w:val="26"/>
          <w:szCs w:val="26"/>
          <w:lang w:val="pt-PT"/>
        </w:rPr>
        <w:br/>
      </w:r>
      <w:r w:rsidRPr="00B95402">
        <w:rPr>
          <w:noProof/>
          <w:lang w:val="es-ES"/>
        </w:rPr>
        <w:drawing>
          <wp:inline distT="0" distB="0" distL="0" distR="0" wp14:anchorId="29E22BB0" wp14:editId="08AF8A09">
            <wp:extent cx="5400040" cy="1998242"/>
            <wp:effectExtent l="0" t="0" r="0" b="254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998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9C419F" w14:textId="7D81EEB9" w:rsidR="00370A34" w:rsidRDefault="00D52C7D" w:rsidP="002811C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bCs/>
          <w:szCs w:val="24"/>
        </w:rPr>
        <w:t>Lisboa,</w:t>
      </w:r>
      <w:r w:rsidR="00BD2E61">
        <w:rPr>
          <w:rFonts w:ascii="Arial" w:hAnsi="Arial" w:cs="Arial"/>
          <w:b/>
          <w:bCs/>
          <w:szCs w:val="24"/>
        </w:rPr>
        <w:t xml:space="preserve"> Portugal</w:t>
      </w:r>
      <w:r>
        <w:rPr>
          <w:rFonts w:ascii="Arial" w:hAnsi="Arial" w:cs="Arial"/>
          <w:b/>
          <w:bCs/>
          <w:szCs w:val="24"/>
        </w:rPr>
        <w:t xml:space="preserve"> </w:t>
      </w:r>
      <w:r w:rsidR="00BD2E61">
        <w:rPr>
          <w:rFonts w:ascii="Arial" w:hAnsi="Arial" w:cs="Arial"/>
          <w:b/>
          <w:bCs/>
          <w:szCs w:val="24"/>
        </w:rPr>
        <w:t>(</w:t>
      </w:r>
      <w:r w:rsidR="00AD511F">
        <w:rPr>
          <w:rFonts w:ascii="Arial" w:hAnsi="Arial" w:cs="Arial"/>
          <w:b/>
          <w:bCs/>
          <w:szCs w:val="24"/>
        </w:rPr>
        <w:t>7</w:t>
      </w:r>
      <w:r w:rsidR="002724D9">
        <w:rPr>
          <w:rFonts w:ascii="Arial" w:hAnsi="Arial" w:cs="Arial"/>
          <w:b/>
          <w:bCs/>
          <w:szCs w:val="24"/>
        </w:rPr>
        <w:t xml:space="preserve"> </w:t>
      </w:r>
      <w:r>
        <w:rPr>
          <w:rFonts w:ascii="Arial" w:hAnsi="Arial" w:cs="Arial"/>
          <w:b/>
          <w:bCs/>
          <w:szCs w:val="24"/>
        </w:rPr>
        <w:t xml:space="preserve">de </w:t>
      </w:r>
      <w:r w:rsidR="00F438E4">
        <w:rPr>
          <w:rFonts w:ascii="Arial" w:hAnsi="Arial" w:cs="Arial"/>
          <w:b/>
          <w:bCs/>
          <w:szCs w:val="24"/>
        </w:rPr>
        <w:t>maio</w:t>
      </w:r>
      <w:r w:rsidR="00BD2E61">
        <w:rPr>
          <w:rFonts w:ascii="Arial" w:hAnsi="Arial" w:cs="Arial"/>
          <w:b/>
          <w:bCs/>
          <w:szCs w:val="24"/>
        </w:rPr>
        <w:t>,</w:t>
      </w:r>
      <w:r>
        <w:rPr>
          <w:rFonts w:ascii="Arial" w:hAnsi="Arial" w:cs="Arial"/>
          <w:b/>
          <w:bCs/>
          <w:szCs w:val="24"/>
        </w:rPr>
        <w:t xml:space="preserve"> </w:t>
      </w:r>
      <w:r w:rsidR="002724D9">
        <w:rPr>
          <w:rFonts w:ascii="Arial" w:hAnsi="Arial" w:cs="Arial"/>
          <w:b/>
          <w:bCs/>
          <w:szCs w:val="24"/>
        </w:rPr>
        <w:t>2018</w:t>
      </w:r>
      <w:r w:rsidR="00BD2E61">
        <w:rPr>
          <w:rFonts w:ascii="Arial" w:hAnsi="Arial" w:cs="Arial"/>
          <w:b/>
          <w:bCs/>
          <w:szCs w:val="24"/>
        </w:rPr>
        <w:t>)</w:t>
      </w:r>
      <w:r>
        <w:rPr>
          <w:rFonts w:ascii="Arial" w:hAnsi="Arial" w:cs="Arial"/>
          <w:b/>
          <w:bCs/>
          <w:szCs w:val="24"/>
        </w:rPr>
        <w:t xml:space="preserve"> </w:t>
      </w:r>
      <w:r w:rsidR="00B74B6B">
        <w:rPr>
          <w:rFonts w:ascii="Arial" w:hAnsi="Arial" w:cs="Arial"/>
          <w:bCs/>
          <w:szCs w:val="24"/>
        </w:rPr>
        <w:t xml:space="preserve">- </w:t>
      </w:r>
      <w:r w:rsidR="00190B13" w:rsidRPr="00190B13">
        <w:rPr>
          <w:rFonts w:ascii="Arial" w:hAnsi="Arial" w:cs="Arial"/>
          <w:bCs/>
          <w:szCs w:val="24"/>
        </w:rPr>
        <w:t xml:space="preserve">O fabricante </w:t>
      </w:r>
      <w:r w:rsidR="00370A34">
        <w:rPr>
          <w:rFonts w:ascii="Arial" w:hAnsi="Arial" w:cs="Arial"/>
          <w:bCs/>
          <w:szCs w:val="24"/>
        </w:rPr>
        <w:t xml:space="preserve">internacional </w:t>
      </w:r>
      <w:r w:rsidR="00190B13" w:rsidRPr="00190B13">
        <w:rPr>
          <w:rFonts w:ascii="Arial" w:hAnsi="Arial" w:cs="Arial"/>
          <w:bCs/>
          <w:szCs w:val="24"/>
        </w:rPr>
        <w:t xml:space="preserve">de objetivas </w:t>
      </w:r>
      <w:r w:rsidR="00370A34">
        <w:rPr>
          <w:rFonts w:ascii="Arial" w:hAnsi="Arial" w:cs="Arial"/>
          <w:bCs/>
          <w:szCs w:val="24"/>
        </w:rPr>
        <w:t>para fotografia e cinema</w:t>
      </w:r>
      <w:r w:rsidR="00190B13" w:rsidRPr="00190B13">
        <w:rPr>
          <w:rFonts w:ascii="Arial" w:hAnsi="Arial" w:cs="Arial"/>
          <w:bCs/>
          <w:szCs w:val="24"/>
        </w:rPr>
        <w:t xml:space="preserve"> </w:t>
      </w:r>
      <w:proofErr w:type="spellStart"/>
      <w:r w:rsidR="00190B13" w:rsidRPr="00190B13">
        <w:rPr>
          <w:rFonts w:ascii="Arial" w:hAnsi="Arial" w:cs="Arial"/>
          <w:bCs/>
          <w:szCs w:val="24"/>
        </w:rPr>
        <w:t>Samyang</w:t>
      </w:r>
      <w:proofErr w:type="spellEnd"/>
      <w:r w:rsidR="00190B13" w:rsidRPr="00190B13">
        <w:rPr>
          <w:rFonts w:ascii="Arial" w:hAnsi="Arial" w:cs="Arial"/>
          <w:bCs/>
          <w:szCs w:val="24"/>
        </w:rPr>
        <w:t xml:space="preserve"> </w:t>
      </w:r>
      <w:proofErr w:type="spellStart"/>
      <w:r w:rsidR="00190B13" w:rsidRPr="00190B13">
        <w:rPr>
          <w:rFonts w:ascii="Arial" w:hAnsi="Arial" w:cs="Arial"/>
          <w:bCs/>
          <w:szCs w:val="24"/>
        </w:rPr>
        <w:t>Optics</w:t>
      </w:r>
      <w:proofErr w:type="spellEnd"/>
      <w:r w:rsidR="00370A34">
        <w:rPr>
          <w:rFonts w:ascii="Arial" w:hAnsi="Arial" w:cs="Arial"/>
          <w:bCs/>
          <w:szCs w:val="24"/>
        </w:rPr>
        <w:t xml:space="preserve"> </w:t>
      </w:r>
      <w:r w:rsidR="00150470">
        <w:rPr>
          <w:rFonts w:ascii="Arial" w:hAnsi="Arial" w:cs="Arial"/>
          <w:bCs/>
          <w:szCs w:val="24"/>
        </w:rPr>
        <w:t xml:space="preserve">orgulha-se em anunciar que a sua objetiva 35mm F2.8 FE, da série </w:t>
      </w:r>
      <w:proofErr w:type="spellStart"/>
      <w:r w:rsidR="00150470">
        <w:rPr>
          <w:rFonts w:ascii="Arial" w:hAnsi="Arial" w:cs="Arial"/>
          <w:bCs/>
          <w:szCs w:val="24"/>
        </w:rPr>
        <w:t>autofocus</w:t>
      </w:r>
      <w:proofErr w:type="spellEnd"/>
      <w:r w:rsidR="00150470">
        <w:rPr>
          <w:rFonts w:ascii="Arial" w:hAnsi="Arial" w:cs="Arial"/>
          <w:bCs/>
          <w:szCs w:val="24"/>
        </w:rPr>
        <w:t xml:space="preserve">, conquistou o prestigiante TIPA </w:t>
      </w:r>
      <w:proofErr w:type="spellStart"/>
      <w:r w:rsidR="00150470">
        <w:rPr>
          <w:rFonts w:ascii="Arial" w:hAnsi="Arial" w:cs="Arial"/>
          <w:bCs/>
          <w:szCs w:val="24"/>
        </w:rPr>
        <w:t>Award</w:t>
      </w:r>
      <w:proofErr w:type="spellEnd"/>
      <w:r w:rsidR="00150470">
        <w:rPr>
          <w:rFonts w:ascii="Arial" w:hAnsi="Arial" w:cs="Arial"/>
          <w:bCs/>
          <w:szCs w:val="24"/>
        </w:rPr>
        <w:t xml:space="preserve"> na categoria </w:t>
      </w:r>
      <w:r w:rsidR="00150470" w:rsidRPr="00F50109">
        <w:rPr>
          <w:rFonts w:ascii="Arial" w:hAnsi="Arial" w:cs="Arial"/>
          <w:b/>
          <w:bCs/>
          <w:szCs w:val="24"/>
        </w:rPr>
        <w:t>“</w:t>
      </w:r>
      <w:r w:rsidR="00F50109" w:rsidRPr="00F50109">
        <w:rPr>
          <w:rFonts w:ascii="Arial" w:hAnsi="Arial" w:cs="Arial"/>
          <w:b/>
          <w:bCs/>
          <w:szCs w:val="24"/>
        </w:rPr>
        <w:t>MELHOR OBJETIVA FIXA PARA CÂMARAS MIRRORLESS”</w:t>
      </w:r>
      <w:r w:rsidR="00F50109">
        <w:rPr>
          <w:rFonts w:ascii="Arial" w:hAnsi="Arial" w:cs="Arial"/>
          <w:bCs/>
          <w:szCs w:val="24"/>
        </w:rPr>
        <w:t>.</w:t>
      </w:r>
    </w:p>
    <w:p w14:paraId="1BD66084" w14:textId="70AB40BC" w:rsidR="00F50109" w:rsidRDefault="008C5484" w:rsidP="002811C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Todos os anos, o painel de júris da </w:t>
      </w:r>
      <w:proofErr w:type="spellStart"/>
      <w:r>
        <w:rPr>
          <w:rFonts w:ascii="Arial" w:hAnsi="Arial" w:cs="Arial"/>
          <w:bCs/>
          <w:szCs w:val="24"/>
        </w:rPr>
        <w:t>Technical</w:t>
      </w:r>
      <w:proofErr w:type="spellEnd"/>
      <w:r>
        <w:rPr>
          <w:rFonts w:ascii="Arial" w:hAnsi="Arial" w:cs="Arial"/>
          <w:bCs/>
          <w:szCs w:val="24"/>
        </w:rPr>
        <w:t xml:space="preserve"> </w:t>
      </w:r>
      <w:proofErr w:type="spellStart"/>
      <w:r>
        <w:rPr>
          <w:rFonts w:ascii="Arial" w:hAnsi="Arial" w:cs="Arial"/>
          <w:bCs/>
          <w:szCs w:val="24"/>
        </w:rPr>
        <w:t>Image</w:t>
      </w:r>
      <w:proofErr w:type="spellEnd"/>
      <w:r>
        <w:rPr>
          <w:rFonts w:ascii="Arial" w:hAnsi="Arial" w:cs="Arial"/>
          <w:bCs/>
          <w:szCs w:val="24"/>
        </w:rPr>
        <w:t xml:space="preserve"> </w:t>
      </w:r>
      <w:proofErr w:type="spellStart"/>
      <w:r>
        <w:rPr>
          <w:rFonts w:ascii="Arial" w:hAnsi="Arial" w:cs="Arial"/>
          <w:bCs/>
          <w:szCs w:val="24"/>
        </w:rPr>
        <w:t>Press</w:t>
      </w:r>
      <w:proofErr w:type="spellEnd"/>
      <w:r>
        <w:rPr>
          <w:rFonts w:ascii="Arial" w:hAnsi="Arial" w:cs="Arial"/>
          <w:bCs/>
          <w:szCs w:val="24"/>
        </w:rPr>
        <w:t xml:space="preserve"> </w:t>
      </w:r>
      <w:proofErr w:type="spellStart"/>
      <w:r>
        <w:rPr>
          <w:rFonts w:ascii="Arial" w:hAnsi="Arial" w:cs="Arial"/>
          <w:bCs/>
          <w:szCs w:val="24"/>
        </w:rPr>
        <w:t>Association</w:t>
      </w:r>
      <w:proofErr w:type="spellEnd"/>
      <w:r>
        <w:rPr>
          <w:rFonts w:ascii="Arial" w:hAnsi="Arial" w:cs="Arial"/>
          <w:bCs/>
          <w:szCs w:val="24"/>
        </w:rPr>
        <w:t xml:space="preserve"> (TIPA) reúne-se para eleger os melhores produtos de imagem e fotografia lançados no mercado. Este ano atribuiu prémios em 40 categorias diferentes. A AF 35mm F2.8 foi eleita campeã de uma das categorias em maior crescimento no mercado: melhor objetiva fixa para câmaras </w:t>
      </w:r>
      <w:proofErr w:type="spellStart"/>
      <w:r>
        <w:rPr>
          <w:rFonts w:ascii="Arial" w:hAnsi="Arial" w:cs="Arial"/>
          <w:bCs/>
          <w:szCs w:val="24"/>
        </w:rPr>
        <w:t>mirrorless</w:t>
      </w:r>
      <w:proofErr w:type="spellEnd"/>
      <w:r>
        <w:rPr>
          <w:rFonts w:ascii="Arial" w:hAnsi="Arial" w:cs="Arial"/>
          <w:bCs/>
          <w:szCs w:val="24"/>
        </w:rPr>
        <w:t xml:space="preserve"> CSC.</w:t>
      </w:r>
    </w:p>
    <w:p w14:paraId="438D7B42" w14:textId="77777777" w:rsidR="008C5484" w:rsidRPr="00BF05FC" w:rsidRDefault="008C5484" w:rsidP="008C5484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BF05FC">
        <w:rPr>
          <w:rFonts w:ascii="Arial" w:hAnsi="Arial" w:cs="Arial"/>
          <w:b/>
          <w:bCs/>
          <w:szCs w:val="24"/>
        </w:rPr>
        <w:t>Comentários do painel de júris da TIPA:</w:t>
      </w:r>
    </w:p>
    <w:p w14:paraId="25BE7754" w14:textId="54940F4D" w:rsidR="008C5484" w:rsidRPr="00BF05FC" w:rsidRDefault="00B611E4" w:rsidP="008C5484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B611E4">
        <w:rPr>
          <w:rFonts w:ascii="Arial" w:hAnsi="Arial" w:cs="Arial"/>
          <w:b/>
          <w:bCs/>
          <w:szCs w:val="24"/>
        </w:rPr>
        <w:t>MELHOR OBJETIVA FIXA PARA CÂMARAS MIRRORLESS</w:t>
      </w:r>
      <w:r w:rsidR="008C5484" w:rsidRPr="00BF05FC">
        <w:rPr>
          <w:rFonts w:ascii="Arial" w:hAnsi="Arial" w:cs="Arial"/>
          <w:b/>
          <w:bCs/>
          <w:szCs w:val="24"/>
        </w:rPr>
        <w:br/>
      </w:r>
      <w:proofErr w:type="spellStart"/>
      <w:r w:rsidRPr="00B611E4">
        <w:rPr>
          <w:rFonts w:ascii="Arial" w:hAnsi="Arial" w:cs="Arial"/>
          <w:b/>
          <w:bCs/>
          <w:szCs w:val="24"/>
        </w:rPr>
        <w:t>Samyang</w:t>
      </w:r>
      <w:proofErr w:type="spellEnd"/>
      <w:r w:rsidRPr="00B611E4">
        <w:rPr>
          <w:rFonts w:ascii="Arial" w:hAnsi="Arial" w:cs="Arial"/>
          <w:b/>
          <w:bCs/>
          <w:szCs w:val="24"/>
        </w:rPr>
        <w:t xml:space="preserve"> AF 35mm F2.8 FE</w:t>
      </w:r>
    </w:p>
    <w:p w14:paraId="7E0DFE73" w14:textId="264E061A" w:rsidR="00370A34" w:rsidRDefault="008C5484" w:rsidP="008C5484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“</w:t>
      </w:r>
      <w:r w:rsidR="00001500">
        <w:rPr>
          <w:rFonts w:ascii="Arial" w:hAnsi="Arial" w:cs="Arial"/>
          <w:bCs/>
          <w:szCs w:val="24"/>
        </w:rPr>
        <w:t xml:space="preserve">Concebidas para câmaras </w:t>
      </w:r>
      <w:proofErr w:type="spellStart"/>
      <w:r w:rsidR="00001500">
        <w:rPr>
          <w:rFonts w:ascii="Arial" w:hAnsi="Arial" w:cs="Arial"/>
          <w:bCs/>
          <w:szCs w:val="24"/>
        </w:rPr>
        <w:t>full</w:t>
      </w:r>
      <w:proofErr w:type="spellEnd"/>
      <w:r w:rsidR="00001500">
        <w:rPr>
          <w:rFonts w:ascii="Arial" w:hAnsi="Arial" w:cs="Arial"/>
          <w:bCs/>
          <w:szCs w:val="24"/>
        </w:rPr>
        <w:t xml:space="preserve"> frame </w:t>
      </w:r>
      <w:proofErr w:type="spellStart"/>
      <w:r w:rsidR="00001500">
        <w:rPr>
          <w:rFonts w:ascii="Arial" w:hAnsi="Arial" w:cs="Arial"/>
          <w:bCs/>
          <w:szCs w:val="24"/>
        </w:rPr>
        <w:t>mirrorless</w:t>
      </w:r>
      <w:proofErr w:type="spellEnd"/>
      <w:r w:rsidR="00001500">
        <w:rPr>
          <w:rFonts w:ascii="Arial" w:hAnsi="Arial" w:cs="Arial"/>
          <w:bCs/>
          <w:szCs w:val="24"/>
        </w:rPr>
        <w:t xml:space="preserve"> da Sony, esta </w:t>
      </w:r>
      <w:proofErr w:type="spellStart"/>
      <w:r w:rsidR="00001500">
        <w:rPr>
          <w:rFonts w:ascii="Arial" w:hAnsi="Arial" w:cs="Arial"/>
          <w:bCs/>
          <w:szCs w:val="24"/>
        </w:rPr>
        <w:t>Samyang</w:t>
      </w:r>
      <w:proofErr w:type="spellEnd"/>
      <w:r w:rsidR="00001500">
        <w:rPr>
          <w:rFonts w:ascii="Arial" w:hAnsi="Arial" w:cs="Arial"/>
          <w:bCs/>
          <w:szCs w:val="24"/>
        </w:rPr>
        <w:t xml:space="preserve"> AF 35mm F2.8 FE é compacta, leve e muito luminosa. A objetiva possui apenas 3,3cm de largura e pesa 85g (sem o para-sol ou tampa frontal)</w:t>
      </w:r>
      <w:r w:rsidR="00547186">
        <w:rPr>
          <w:rFonts w:ascii="Arial" w:hAnsi="Arial" w:cs="Arial"/>
          <w:bCs/>
          <w:szCs w:val="24"/>
        </w:rPr>
        <w:t xml:space="preserve">. </w:t>
      </w:r>
      <w:r w:rsidR="00001500">
        <w:rPr>
          <w:rFonts w:ascii="Arial" w:hAnsi="Arial" w:cs="Arial"/>
          <w:bCs/>
          <w:szCs w:val="24"/>
        </w:rPr>
        <w:t xml:space="preserve">Ela é constituída por sete elementos distribuídos em seis grupos, entre eles duas lentes </w:t>
      </w:r>
      <w:proofErr w:type="spellStart"/>
      <w:r w:rsidR="00001500">
        <w:rPr>
          <w:rFonts w:ascii="Arial" w:hAnsi="Arial" w:cs="Arial"/>
          <w:bCs/>
          <w:szCs w:val="24"/>
        </w:rPr>
        <w:t>asféricas</w:t>
      </w:r>
      <w:proofErr w:type="spellEnd"/>
      <w:r w:rsidR="00001500">
        <w:rPr>
          <w:rFonts w:ascii="Arial" w:hAnsi="Arial" w:cs="Arial"/>
          <w:bCs/>
          <w:szCs w:val="24"/>
        </w:rPr>
        <w:t xml:space="preserve"> e uma de alta refração</w:t>
      </w:r>
      <w:r w:rsidR="00547186">
        <w:rPr>
          <w:rFonts w:ascii="Arial" w:hAnsi="Arial" w:cs="Arial"/>
          <w:bCs/>
          <w:szCs w:val="24"/>
        </w:rPr>
        <w:t xml:space="preserve"> que possui ainda um revestimento especial UMC (Ultra </w:t>
      </w:r>
      <w:proofErr w:type="spellStart"/>
      <w:r w:rsidR="00547186">
        <w:rPr>
          <w:rFonts w:ascii="Arial" w:hAnsi="Arial" w:cs="Arial"/>
          <w:bCs/>
          <w:szCs w:val="24"/>
        </w:rPr>
        <w:t>Multi</w:t>
      </w:r>
      <w:proofErr w:type="spellEnd"/>
      <w:r w:rsidR="00547186">
        <w:rPr>
          <w:rFonts w:ascii="Arial" w:hAnsi="Arial" w:cs="Arial"/>
          <w:bCs/>
          <w:szCs w:val="24"/>
        </w:rPr>
        <w:t xml:space="preserve"> </w:t>
      </w:r>
      <w:proofErr w:type="spellStart"/>
      <w:r w:rsidR="00547186">
        <w:rPr>
          <w:rFonts w:ascii="Arial" w:hAnsi="Arial" w:cs="Arial"/>
          <w:bCs/>
          <w:szCs w:val="24"/>
        </w:rPr>
        <w:t>Coating</w:t>
      </w:r>
      <w:proofErr w:type="spellEnd"/>
      <w:r w:rsidR="00547186">
        <w:rPr>
          <w:rFonts w:ascii="Arial" w:hAnsi="Arial" w:cs="Arial"/>
          <w:bCs/>
          <w:szCs w:val="24"/>
        </w:rPr>
        <w:t xml:space="preserve">) patenteado pela </w:t>
      </w:r>
      <w:proofErr w:type="spellStart"/>
      <w:r w:rsidR="00547186">
        <w:rPr>
          <w:rFonts w:ascii="Arial" w:hAnsi="Arial" w:cs="Arial"/>
          <w:bCs/>
          <w:szCs w:val="24"/>
        </w:rPr>
        <w:t>Samyang</w:t>
      </w:r>
      <w:proofErr w:type="spellEnd"/>
      <w:r w:rsidR="00547186">
        <w:rPr>
          <w:rFonts w:ascii="Arial" w:hAnsi="Arial" w:cs="Arial"/>
          <w:bCs/>
          <w:szCs w:val="24"/>
        </w:rPr>
        <w:t xml:space="preserve"> </w:t>
      </w:r>
      <w:proofErr w:type="spellStart"/>
      <w:r w:rsidR="00547186">
        <w:rPr>
          <w:rFonts w:ascii="Arial" w:hAnsi="Arial" w:cs="Arial"/>
          <w:bCs/>
          <w:szCs w:val="24"/>
        </w:rPr>
        <w:t>Optics</w:t>
      </w:r>
      <w:proofErr w:type="spellEnd"/>
      <w:r w:rsidR="00547186">
        <w:rPr>
          <w:rFonts w:ascii="Arial" w:hAnsi="Arial" w:cs="Arial"/>
          <w:bCs/>
          <w:szCs w:val="24"/>
        </w:rPr>
        <w:t xml:space="preserve"> para minimizar aberrações e a dispersão desnecessária de luz. As sete lâminas do diafragma contribuem para uma incrível prestação ótica e um preço mais que razoável. Esta objetiva súper portátil é ideal para fotógrafos que desejam capturar cada momento da sua viagem com imagens de alta qualidade.”</w:t>
      </w:r>
    </w:p>
    <w:p w14:paraId="1A4CD23D" w14:textId="102A29E2" w:rsidR="00492BB9" w:rsidRDefault="00492BB9" w:rsidP="008C5484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</w:p>
    <w:p w14:paraId="3C956DA9" w14:textId="77777777" w:rsidR="00492BB9" w:rsidRDefault="00492BB9" w:rsidP="008C5484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</w:p>
    <w:p w14:paraId="6D1A3259" w14:textId="56D710CB" w:rsidR="00EC2D58" w:rsidRPr="00EC2D58" w:rsidRDefault="00EC2D58" w:rsidP="008C5484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EC2D58">
        <w:rPr>
          <w:rFonts w:ascii="Arial" w:hAnsi="Arial" w:cs="Arial"/>
          <w:b/>
          <w:bCs/>
          <w:szCs w:val="24"/>
        </w:rPr>
        <w:lastRenderedPageBreak/>
        <w:t>Confiança em todas as viagens</w:t>
      </w:r>
    </w:p>
    <w:p w14:paraId="51B12D5A" w14:textId="5F15EE66" w:rsidR="00190B13" w:rsidRDefault="00547186" w:rsidP="00190B1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Em busca constante da melhor qualidade de imagem, a </w:t>
      </w:r>
      <w:proofErr w:type="spellStart"/>
      <w:r>
        <w:rPr>
          <w:rFonts w:ascii="Arial" w:hAnsi="Arial" w:cs="Arial"/>
          <w:bCs/>
          <w:szCs w:val="24"/>
        </w:rPr>
        <w:t>Samyang</w:t>
      </w:r>
      <w:proofErr w:type="spellEnd"/>
      <w:r>
        <w:rPr>
          <w:rFonts w:ascii="Arial" w:hAnsi="Arial" w:cs="Arial"/>
          <w:bCs/>
          <w:szCs w:val="24"/>
        </w:rPr>
        <w:t xml:space="preserve"> continua a desenvolver, anos após ano, objetivas de qualidade ímpar que respondem às exigências de profissionais em busca de soluções completas para as suas necessidades de foto e vídeo. A </w:t>
      </w:r>
      <w:r w:rsidRPr="00547186">
        <w:rPr>
          <w:rFonts w:ascii="Arial" w:hAnsi="Arial" w:cs="Arial"/>
          <w:bCs/>
          <w:szCs w:val="24"/>
        </w:rPr>
        <w:t>AF 35mm F2.8 FE</w:t>
      </w:r>
      <w:r>
        <w:rPr>
          <w:rFonts w:ascii="Arial" w:hAnsi="Arial" w:cs="Arial"/>
          <w:bCs/>
          <w:szCs w:val="24"/>
        </w:rPr>
        <w:t xml:space="preserve"> foi criada especificamente para trabalhar com câmaras Sony de última geração, as </w:t>
      </w:r>
      <w:proofErr w:type="spellStart"/>
      <w:r>
        <w:rPr>
          <w:rFonts w:ascii="Arial" w:hAnsi="Arial" w:cs="Arial"/>
          <w:bCs/>
          <w:szCs w:val="24"/>
        </w:rPr>
        <w:t>E-Mount</w:t>
      </w:r>
      <w:proofErr w:type="spellEnd"/>
      <w:r>
        <w:rPr>
          <w:rFonts w:ascii="Arial" w:hAnsi="Arial" w:cs="Arial"/>
          <w:bCs/>
          <w:szCs w:val="24"/>
        </w:rPr>
        <w:t xml:space="preserve">. Tratam-se de câmaras com um sensor </w:t>
      </w:r>
      <w:proofErr w:type="spellStart"/>
      <w:r>
        <w:rPr>
          <w:rFonts w:ascii="Arial" w:hAnsi="Arial" w:cs="Arial"/>
          <w:bCs/>
          <w:szCs w:val="24"/>
        </w:rPr>
        <w:t>full</w:t>
      </w:r>
      <w:proofErr w:type="spellEnd"/>
      <w:r>
        <w:rPr>
          <w:rFonts w:ascii="Arial" w:hAnsi="Arial" w:cs="Arial"/>
          <w:bCs/>
          <w:szCs w:val="24"/>
        </w:rPr>
        <w:t xml:space="preserve"> frame, a distância de focagem que mais se assemelha à do olho humano. Para as </w:t>
      </w:r>
      <w:proofErr w:type="spellStart"/>
      <w:r>
        <w:rPr>
          <w:rFonts w:ascii="Arial" w:hAnsi="Arial" w:cs="Arial"/>
          <w:bCs/>
          <w:szCs w:val="24"/>
        </w:rPr>
        <w:t>E-Mount</w:t>
      </w:r>
      <w:proofErr w:type="spellEnd"/>
      <w:r>
        <w:rPr>
          <w:rFonts w:ascii="Arial" w:hAnsi="Arial" w:cs="Arial"/>
          <w:bCs/>
          <w:szCs w:val="24"/>
        </w:rPr>
        <w:t xml:space="preserve"> que possuam um sensor APS-C, como é o caso das séries Sony alfa 6000 e 5000, a objetiva é mais ou menos equivalente a uma 52mm, uma das distâncias focais mais populares entre fotógrafos.</w:t>
      </w:r>
    </w:p>
    <w:p w14:paraId="6767B18B" w14:textId="1C2D1D2B" w:rsidR="00547186" w:rsidRDefault="00547186" w:rsidP="00190B1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O seu tamanho, versatilidade e qualidade de imagem convertem a AF 35mm F2.8 FE na escolha preferida dos fotógrafos que movem em exteriores. A focagem automática é rápida e precisa, ideal para fotografia de rua e de </w:t>
      </w:r>
      <w:r w:rsidR="00FB5054">
        <w:rPr>
          <w:rFonts w:ascii="Arial" w:hAnsi="Arial" w:cs="Arial"/>
          <w:bCs/>
          <w:szCs w:val="24"/>
        </w:rPr>
        <w:t>todo</w:t>
      </w:r>
      <w:r>
        <w:rPr>
          <w:rFonts w:ascii="Arial" w:hAnsi="Arial" w:cs="Arial"/>
          <w:bCs/>
          <w:szCs w:val="24"/>
        </w:rPr>
        <w:t xml:space="preserve"> o tipo de eventos (excursões, festas, etc.). Também está apta para retratos e paisagens. Com uma distância mínima de focagem de apenas 35cm, a objetiva permite uma variedade de fotos criativas. E em todas elas, a qualidade de imagem é excelente.</w:t>
      </w:r>
    </w:p>
    <w:p w14:paraId="46E4FE6E" w14:textId="77777777" w:rsidR="00547186" w:rsidRPr="00DA0079" w:rsidRDefault="00547186" w:rsidP="00547186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DA0079">
        <w:rPr>
          <w:rFonts w:ascii="Arial" w:hAnsi="Arial" w:cs="Arial"/>
          <w:b/>
          <w:bCs/>
          <w:szCs w:val="24"/>
        </w:rPr>
        <w:t xml:space="preserve">Sobre os TIPA </w:t>
      </w:r>
      <w:proofErr w:type="spellStart"/>
      <w:r w:rsidRPr="00DA0079">
        <w:rPr>
          <w:rFonts w:ascii="Arial" w:hAnsi="Arial" w:cs="Arial"/>
          <w:b/>
          <w:bCs/>
          <w:szCs w:val="24"/>
        </w:rPr>
        <w:t>Awards</w:t>
      </w:r>
      <w:proofErr w:type="spellEnd"/>
    </w:p>
    <w:p w14:paraId="621E7E6D" w14:textId="6F59B354" w:rsidR="00547186" w:rsidRPr="00190B13" w:rsidRDefault="00547186" w:rsidP="0054718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Os TIPA </w:t>
      </w:r>
      <w:proofErr w:type="spellStart"/>
      <w:r>
        <w:rPr>
          <w:rFonts w:ascii="Arial" w:hAnsi="Arial" w:cs="Arial"/>
          <w:bCs/>
          <w:szCs w:val="24"/>
        </w:rPr>
        <w:t>Awards</w:t>
      </w:r>
      <w:proofErr w:type="spellEnd"/>
      <w:r>
        <w:rPr>
          <w:rFonts w:ascii="Arial" w:hAnsi="Arial" w:cs="Arial"/>
          <w:bCs/>
          <w:szCs w:val="24"/>
        </w:rPr>
        <w:t xml:space="preserve"> são mundialmente reconhecidos na indústria enquanto os prémios mais influentes atribuídos a equipamento de foto e imagem. A </w:t>
      </w:r>
      <w:proofErr w:type="spellStart"/>
      <w:r w:rsidRPr="00A271FF">
        <w:rPr>
          <w:rFonts w:ascii="Arial" w:hAnsi="Arial" w:cs="Arial"/>
          <w:bCs/>
          <w:szCs w:val="24"/>
        </w:rPr>
        <w:t>Technical</w:t>
      </w:r>
      <w:proofErr w:type="spellEnd"/>
      <w:r w:rsidRPr="00A271FF">
        <w:rPr>
          <w:rFonts w:ascii="Arial" w:hAnsi="Arial" w:cs="Arial"/>
          <w:bCs/>
          <w:szCs w:val="24"/>
        </w:rPr>
        <w:t xml:space="preserve"> </w:t>
      </w:r>
      <w:proofErr w:type="spellStart"/>
      <w:r w:rsidRPr="00A271FF">
        <w:rPr>
          <w:rFonts w:ascii="Arial" w:hAnsi="Arial" w:cs="Arial"/>
          <w:bCs/>
          <w:szCs w:val="24"/>
        </w:rPr>
        <w:t>Image</w:t>
      </w:r>
      <w:proofErr w:type="spellEnd"/>
      <w:r w:rsidRPr="00A271FF">
        <w:rPr>
          <w:rFonts w:ascii="Arial" w:hAnsi="Arial" w:cs="Arial"/>
          <w:bCs/>
          <w:szCs w:val="24"/>
        </w:rPr>
        <w:t xml:space="preserve"> </w:t>
      </w:r>
      <w:proofErr w:type="spellStart"/>
      <w:r w:rsidRPr="00A271FF">
        <w:rPr>
          <w:rFonts w:ascii="Arial" w:hAnsi="Arial" w:cs="Arial"/>
          <w:bCs/>
          <w:szCs w:val="24"/>
        </w:rPr>
        <w:t>Press</w:t>
      </w:r>
      <w:proofErr w:type="spellEnd"/>
      <w:r w:rsidRPr="00A271FF">
        <w:rPr>
          <w:rFonts w:ascii="Arial" w:hAnsi="Arial" w:cs="Arial"/>
          <w:bCs/>
          <w:szCs w:val="24"/>
        </w:rPr>
        <w:t xml:space="preserve"> </w:t>
      </w:r>
      <w:proofErr w:type="spellStart"/>
      <w:r w:rsidRPr="00A271FF">
        <w:rPr>
          <w:rFonts w:ascii="Arial" w:hAnsi="Arial" w:cs="Arial"/>
          <w:bCs/>
          <w:szCs w:val="24"/>
        </w:rPr>
        <w:t>Association</w:t>
      </w:r>
      <w:proofErr w:type="spellEnd"/>
      <w:r w:rsidRPr="00A271FF">
        <w:rPr>
          <w:rFonts w:ascii="Arial" w:hAnsi="Arial" w:cs="Arial"/>
          <w:bCs/>
          <w:szCs w:val="24"/>
        </w:rPr>
        <w:t xml:space="preserve"> (TIPA)</w:t>
      </w:r>
      <w:r>
        <w:rPr>
          <w:rFonts w:ascii="Arial" w:hAnsi="Arial" w:cs="Arial"/>
          <w:bCs/>
          <w:szCs w:val="24"/>
        </w:rPr>
        <w:t xml:space="preserve"> </w:t>
      </w:r>
      <w:r w:rsidR="00EC2D58">
        <w:rPr>
          <w:rFonts w:ascii="Arial" w:hAnsi="Arial" w:cs="Arial"/>
          <w:bCs/>
          <w:szCs w:val="24"/>
        </w:rPr>
        <w:t xml:space="preserve">é composta por membros de 29 revistas de fotografia e imagem provenientes de 15 países em cinco continentes. </w:t>
      </w:r>
      <w:r>
        <w:rPr>
          <w:rFonts w:ascii="Arial" w:hAnsi="Arial" w:cs="Arial"/>
          <w:bCs/>
          <w:szCs w:val="24"/>
        </w:rPr>
        <w:t>Uma vez por ano, os editores das revistas membro da TIPA juntam-se para votar nos melhores produtos de foto e imagem em cada categoria.</w:t>
      </w:r>
    </w:p>
    <w:p w14:paraId="2AE681CE" w14:textId="613E85A4" w:rsidR="009F6B34" w:rsidRDefault="00190B13" w:rsidP="00190B1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190B13">
        <w:rPr>
          <w:rFonts w:ascii="Arial" w:hAnsi="Arial" w:cs="Arial"/>
          <w:bCs/>
          <w:szCs w:val="24"/>
        </w:rPr>
        <w:t xml:space="preserve">Para mais informações, visite o site </w:t>
      </w:r>
      <w:hyperlink r:id="rId9" w:history="1">
        <w:r w:rsidR="002A6D75">
          <w:rPr>
            <w:rStyle w:val="Hiperligao"/>
            <w:rFonts w:ascii="Arial" w:hAnsi="Arial" w:cs="Arial"/>
            <w:bCs/>
            <w:szCs w:val="24"/>
          </w:rPr>
          <w:t>https://www.robisa.es/pt/samyang/</w:t>
        </w:r>
      </w:hyperlink>
      <w:r w:rsidR="002A6D75">
        <w:rPr>
          <w:rFonts w:ascii="Arial" w:hAnsi="Arial" w:cs="Arial"/>
          <w:bCs/>
          <w:szCs w:val="24"/>
        </w:rPr>
        <w:t>,</w:t>
      </w:r>
      <w:r w:rsidR="00EC2D58">
        <w:rPr>
          <w:rFonts w:ascii="Arial" w:hAnsi="Arial" w:cs="Arial"/>
          <w:bCs/>
          <w:szCs w:val="24"/>
        </w:rPr>
        <w:t xml:space="preserve"> </w:t>
      </w:r>
      <w:hyperlink r:id="rId10" w:history="1">
        <w:r w:rsidR="00EC2D58" w:rsidRPr="006E39E3">
          <w:rPr>
            <w:rStyle w:val="Hiperligao"/>
            <w:rFonts w:ascii="Arial" w:hAnsi="Arial" w:cs="Arial"/>
            <w:bCs/>
            <w:szCs w:val="24"/>
          </w:rPr>
          <w:t>https://www.facebook.com/objetivossamyangiberia/</w:t>
        </w:r>
      </w:hyperlink>
      <w:r w:rsidR="002A6D75">
        <w:rPr>
          <w:rFonts w:ascii="Arial" w:hAnsi="Arial" w:cs="Arial"/>
          <w:bCs/>
          <w:szCs w:val="24"/>
        </w:rPr>
        <w:t xml:space="preserve"> ou </w:t>
      </w:r>
      <w:hyperlink r:id="rId11" w:history="1">
        <w:r w:rsidR="002A6D75" w:rsidRPr="007C2846">
          <w:rPr>
            <w:rStyle w:val="Hiperligao"/>
            <w:rFonts w:ascii="Arial" w:hAnsi="Arial" w:cs="Arial"/>
            <w:bCs/>
            <w:szCs w:val="24"/>
          </w:rPr>
          <w:t>https://www.facebook.com/RobisaPortugal/</w:t>
        </w:r>
      </w:hyperlink>
      <w:r w:rsidR="002A6D75">
        <w:rPr>
          <w:rFonts w:ascii="Arial" w:hAnsi="Arial" w:cs="Arial"/>
          <w:bCs/>
          <w:szCs w:val="24"/>
        </w:rPr>
        <w:t xml:space="preserve"> </w:t>
      </w:r>
    </w:p>
    <w:p w14:paraId="0D300575" w14:textId="2BBE50F9" w:rsidR="00711547" w:rsidRPr="009F6B34" w:rsidRDefault="00711547" w:rsidP="00190B13">
      <w:pPr>
        <w:spacing w:before="100" w:beforeAutospacing="1" w:after="100" w:afterAutospacing="1"/>
        <w:rPr>
          <w:rFonts w:ascii="Arial" w:hAnsi="Arial" w:cs="Arial"/>
        </w:rPr>
      </w:pPr>
      <w:r w:rsidRPr="00711547">
        <w:rPr>
          <w:rFonts w:ascii="Arial" w:hAnsi="Arial" w:cs="Arial"/>
          <w:b/>
        </w:rPr>
        <w:t>Fotos de alta resolução:</w:t>
      </w:r>
      <w:r>
        <w:rPr>
          <w:rFonts w:ascii="Arial" w:hAnsi="Arial" w:cs="Arial"/>
        </w:rPr>
        <w:t xml:space="preserve"> </w:t>
      </w:r>
      <w:hyperlink r:id="rId12" w:history="1">
        <w:r w:rsidR="00CA7EBF" w:rsidRPr="007C2846">
          <w:rPr>
            <w:rStyle w:val="Hiperligao"/>
            <w:rFonts w:ascii="Arial" w:hAnsi="Arial" w:cs="Arial"/>
          </w:rPr>
          <w:t>https://fotos.aempress.com/Robisa/Samyang-Optics/AF-35mm-F28-FE/</w:t>
        </w:r>
      </w:hyperlink>
      <w:r w:rsidR="00CA7EBF">
        <w:rPr>
          <w:rFonts w:ascii="Arial" w:hAnsi="Arial" w:cs="Arial"/>
        </w:rPr>
        <w:t xml:space="preserve"> </w:t>
      </w:r>
    </w:p>
    <w:p w14:paraId="0F9441EC" w14:textId="77777777" w:rsidR="00D52C7D" w:rsidRDefault="00D52C7D" w:rsidP="002811C0">
      <w:pPr>
        <w:spacing w:before="100" w:beforeAutospacing="1" w:after="100" w:afterAutospacing="1"/>
        <w:rPr>
          <w:rFonts w:ascii="Arial" w:hAnsi="Arial" w:cs="Arial"/>
          <w:b/>
          <w:bCs/>
          <w:sz w:val="18"/>
          <w:szCs w:val="20"/>
        </w:rPr>
      </w:pPr>
    </w:p>
    <w:p w14:paraId="45B1C3CA" w14:textId="77777777" w:rsidR="00A65A2D" w:rsidRPr="00403380" w:rsidRDefault="00A65A2D" w:rsidP="002811C0">
      <w:pPr>
        <w:spacing w:before="100" w:beforeAutospacing="1" w:after="100" w:afterAutospacing="1"/>
        <w:rPr>
          <w:rFonts w:ascii="Arial" w:hAnsi="Arial" w:cs="Arial"/>
          <w:b/>
          <w:bCs/>
          <w:sz w:val="18"/>
          <w:szCs w:val="20"/>
        </w:rPr>
      </w:pPr>
      <w:r w:rsidRPr="00403380">
        <w:rPr>
          <w:rFonts w:ascii="Arial" w:hAnsi="Arial" w:cs="Arial"/>
          <w:b/>
          <w:bCs/>
          <w:sz w:val="18"/>
          <w:szCs w:val="20"/>
        </w:rPr>
        <w:t>Para mais informações, contacte:</w:t>
      </w:r>
    </w:p>
    <w:p w14:paraId="4FB0FA0B" w14:textId="77777777" w:rsidR="00EC4D30" w:rsidRDefault="001A2BD2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403380">
        <w:rPr>
          <w:rFonts w:ascii="Arial" w:hAnsi="Arial" w:cs="Arial"/>
          <w:bCs/>
          <w:noProof/>
          <w:sz w:val="18"/>
          <w:szCs w:val="20"/>
          <w:lang w:eastAsia="pt-PT"/>
        </w:rPr>
        <w:drawing>
          <wp:inline distT="0" distB="0" distL="0" distR="0" wp14:anchorId="1E02DBB4" wp14:editId="6EB35677">
            <wp:extent cx="1367790" cy="446405"/>
            <wp:effectExtent l="0" t="0" r="3810" b="0"/>
            <wp:docPr id="2" name="Picture 2" descr="Logo AEMpress 2014 FUNDO BRANCO_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EMpress 2014 FUNDO BRANCO_PR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5A2D" w:rsidRPr="00403380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403380">
        <w:rPr>
          <w:rFonts w:ascii="Arial" w:hAnsi="Arial" w:cs="Arial"/>
          <w:bCs/>
          <w:sz w:val="18"/>
          <w:szCs w:val="20"/>
        </w:rPr>
        <w:t xml:space="preserve"> / Nuno Ramos</w:t>
      </w:r>
      <w:r w:rsidR="00A65A2D" w:rsidRPr="00403380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4" w:history="1">
        <w:r w:rsidR="00D55277" w:rsidRPr="00403380">
          <w:rPr>
            <w:rStyle w:val="Hiperligao"/>
            <w:rFonts w:ascii="Arial" w:hAnsi="Arial" w:cs="Arial"/>
            <w:bCs/>
            <w:sz w:val="18"/>
            <w:szCs w:val="20"/>
          </w:rPr>
          <w:t>robisa@aempress.com</w:t>
        </w:r>
      </w:hyperlink>
      <w:r w:rsidR="00A65A2D" w:rsidRPr="00403380">
        <w:rPr>
          <w:rFonts w:ascii="Arial" w:hAnsi="Arial" w:cs="Arial"/>
          <w:sz w:val="20"/>
        </w:rPr>
        <w:br/>
      </w:r>
      <w:proofErr w:type="spellStart"/>
      <w:r w:rsidR="00A65A2D" w:rsidRPr="00403380">
        <w:rPr>
          <w:rFonts w:ascii="Arial" w:hAnsi="Arial" w:cs="Arial"/>
          <w:bCs/>
          <w:sz w:val="18"/>
          <w:szCs w:val="20"/>
        </w:rPr>
        <w:t>Tlm</w:t>
      </w:r>
      <w:proofErr w:type="spellEnd"/>
      <w:r w:rsidR="00A65A2D" w:rsidRPr="00403380">
        <w:rPr>
          <w:rFonts w:ascii="Arial" w:hAnsi="Arial" w:cs="Arial"/>
          <w:bCs/>
          <w:sz w:val="18"/>
          <w:szCs w:val="20"/>
        </w:rPr>
        <w:t>.: 218 019 830</w:t>
      </w:r>
    </w:p>
    <w:sectPr w:rsidR="00EC4D30">
      <w:headerReference w:type="default" r:id="rId15"/>
      <w:footerReference w:type="defaul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40DB8" w14:textId="77777777" w:rsidR="00481B13" w:rsidRDefault="00481B13" w:rsidP="00407E14">
      <w:pPr>
        <w:spacing w:after="0" w:line="240" w:lineRule="auto"/>
      </w:pPr>
      <w:r>
        <w:separator/>
      </w:r>
    </w:p>
  </w:endnote>
  <w:endnote w:type="continuationSeparator" w:id="0">
    <w:p w14:paraId="61D851B6" w14:textId="77777777" w:rsidR="00481B13" w:rsidRDefault="00481B13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F1800" w14:textId="18F6FB8E" w:rsidR="008B70A5" w:rsidRPr="00EC2D58" w:rsidRDefault="008B70A5" w:rsidP="00EC2D58">
    <w:pPr>
      <w:pStyle w:val="Rodap"/>
      <w:jc w:val="center"/>
      <w:rPr>
        <w:rFonts w:cs="Arial"/>
        <w:bCs/>
        <w:sz w:val="18"/>
        <w:szCs w:val="20"/>
      </w:rPr>
    </w:pPr>
    <w:r w:rsidRPr="00C51D67">
      <w:rPr>
        <w:rFonts w:cs="Arial"/>
        <w:bCs/>
        <w:sz w:val="18"/>
        <w:szCs w:val="20"/>
      </w:rPr>
      <w:t>AEMpress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CA7EBF">
      <w:rPr>
        <w:rFonts w:cs="Arial"/>
        <w:bCs/>
        <w:noProof/>
        <w:sz w:val="18"/>
        <w:szCs w:val="20"/>
      </w:rPr>
      <w:t>maio de 2018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proofErr w:type="spellStart"/>
    <w:r w:rsidR="00EC2D58" w:rsidRPr="00EC2D58">
      <w:rPr>
        <w:rFonts w:cs="Arial"/>
        <w:bCs/>
        <w:sz w:val="18"/>
        <w:szCs w:val="20"/>
      </w:rPr>
      <w:t>Samyang</w:t>
    </w:r>
    <w:proofErr w:type="spellEnd"/>
    <w:r w:rsidR="00EC2D58" w:rsidRPr="00EC2D58">
      <w:rPr>
        <w:rFonts w:cs="Arial"/>
        <w:bCs/>
        <w:sz w:val="18"/>
        <w:szCs w:val="20"/>
      </w:rPr>
      <w:t xml:space="preserve"> AF 35mm F2.8 FE conquista TIPA AWARD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C42CF" w14:textId="77777777" w:rsidR="00481B13" w:rsidRDefault="00481B13" w:rsidP="00407E14">
      <w:pPr>
        <w:spacing w:after="0" w:line="240" w:lineRule="auto"/>
      </w:pPr>
      <w:r>
        <w:separator/>
      </w:r>
    </w:p>
  </w:footnote>
  <w:footnote w:type="continuationSeparator" w:id="0">
    <w:p w14:paraId="2E90648D" w14:textId="77777777" w:rsidR="00481B13" w:rsidRDefault="00481B13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C0D0D" w14:textId="77777777" w:rsidR="00407E14" w:rsidRDefault="001A2BD2">
    <w:pPr>
      <w:pStyle w:val="Cabealho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2BDE3BD1" wp14:editId="07A97874">
          <wp:extent cx="1742440" cy="612140"/>
          <wp:effectExtent l="0" t="0" r="0" b="0"/>
          <wp:docPr id="3" name="Picture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 w:rsidR="00EB7312">
      <w:rPr>
        <w:noProof/>
        <w:lang w:eastAsia="pt-PT"/>
      </w:rPr>
      <w:drawing>
        <wp:inline distT="0" distB="0" distL="0" distR="0" wp14:anchorId="0B7E9E1C" wp14:editId="138452D8">
          <wp:extent cx="2366645" cy="260828"/>
          <wp:effectExtent l="0" t="0" r="0" b="6350"/>
          <wp:docPr id="5" name="Picture 5" descr="2_Samyang-logo_Full_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_Samyang-logo_Full_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26" cy="289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07E14">
      <w:t xml:space="preserve">                 </w:t>
    </w:r>
    <w:r w:rsidR="00E171D6">
      <w:t xml:space="preserve">                     </w:t>
    </w:r>
    <w:r w:rsidR="00407E14">
      <w:t xml:space="preserve">                  </w:t>
    </w:r>
  </w:p>
  <w:p w14:paraId="6A2D8D0D" w14:textId="77777777" w:rsidR="00BA1EBE" w:rsidRDefault="00BA1EB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2C1"/>
    <w:rsid w:val="00000052"/>
    <w:rsid w:val="00001500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5C12"/>
    <w:rsid w:val="00031792"/>
    <w:rsid w:val="00032C2B"/>
    <w:rsid w:val="00032DE0"/>
    <w:rsid w:val="00035409"/>
    <w:rsid w:val="000361FF"/>
    <w:rsid w:val="000372C7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7210C"/>
    <w:rsid w:val="00073386"/>
    <w:rsid w:val="00074254"/>
    <w:rsid w:val="0008014B"/>
    <w:rsid w:val="00082637"/>
    <w:rsid w:val="00090314"/>
    <w:rsid w:val="00097C37"/>
    <w:rsid w:val="00097DC6"/>
    <w:rsid w:val="000A085E"/>
    <w:rsid w:val="000A7D0F"/>
    <w:rsid w:val="000B20E1"/>
    <w:rsid w:val="000B654E"/>
    <w:rsid w:val="000B6850"/>
    <w:rsid w:val="000C190A"/>
    <w:rsid w:val="000C22C8"/>
    <w:rsid w:val="000D1F4A"/>
    <w:rsid w:val="000D213A"/>
    <w:rsid w:val="000D2AF2"/>
    <w:rsid w:val="000D3D99"/>
    <w:rsid w:val="000D7E6C"/>
    <w:rsid w:val="000E2BDB"/>
    <w:rsid w:val="000E6B7E"/>
    <w:rsid w:val="000F60BE"/>
    <w:rsid w:val="0010241F"/>
    <w:rsid w:val="001135DC"/>
    <w:rsid w:val="00117B8A"/>
    <w:rsid w:val="001209AE"/>
    <w:rsid w:val="00124946"/>
    <w:rsid w:val="00127795"/>
    <w:rsid w:val="001321C3"/>
    <w:rsid w:val="001327BB"/>
    <w:rsid w:val="00136679"/>
    <w:rsid w:val="001413FA"/>
    <w:rsid w:val="001432BF"/>
    <w:rsid w:val="001434A7"/>
    <w:rsid w:val="00147CFF"/>
    <w:rsid w:val="00150470"/>
    <w:rsid w:val="00151ACB"/>
    <w:rsid w:val="00153180"/>
    <w:rsid w:val="0015591A"/>
    <w:rsid w:val="00156554"/>
    <w:rsid w:val="001655AD"/>
    <w:rsid w:val="001713D1"/>
    <w:rsid w:val="00171A30"/>
    <w:rsid w:val="00172F16"/>
    <w:rsid w:val="0017320E"/>
    <w:rsid w:val="0018357B"/>
    <w:rsid w:val="00184D87"/>
    <w:rsid w:val="00190B13"/>
    <w:rsid w:val="00195515"/>
    <w:rsid w:val="00197433"/>
    <w:rsid w:val="001A2BD2"/>
    <w:rsid w:val="001A2DBC"/>
    <w:rsid w:val="001A63C1"/>
    <w:rsid w:val="001A70CA"/>
    <w:rsid w:val="001B1675"/>
    <w:rsid w:val="001B1D60"/>
    <w:rsid w:val="001B3EF8"/>
    <w:rsid w:val="001C605B"/>
    <w:rsid w:val="001C6BBB"/>
    <w:rsid w:val="001C6D17"/>
    <w:rsid w:val="001D4A6D"/>
    <w:rsid w:val="001E422E"/>
    <w:rsid w:val="001F21B5"/>
    <w:rsid w:val="001F4374"/>
    <w:rsid w:val="001F64E0"/>
    <w:rsid w:val="002024D0"/>
    <w:rsid w:val="00202AE0"/>
    <w:rsid w:val="002103A9"/>
    <w:rsid w:val="00210B37"/>
    <w:rsid w:val="00210FEF"/>
    <w:rsid w:val="00212CC3"/>
    <w:rsid w:val="00223B3E"/>
    <w:rsid w:val="00233EDA"/>
    <w:rsid w:val="0024237D"/>
    <w:rsid w:val="002462D9"/>
    <w:rsid w:val="00256F90"/>
    <w:rsid w:val="002656FE"/>
    <w:rsid w:val="002673BC"/>
    <w:rsid w:val="00270626"/>
    <w:rsid w:val="002724D9"/>
    <w:rsid w:val="0027377B"/>
    <w:rsid w:val="00273D5F"/>
    <w:rsid w:val="002755D2"/>
    <w:rsid w:val="00277E27"/>
    <w:rsid w:val="002811C0"/>
    <w:rsid w:val="00284E0D"/>
    <w:rsid w:val="00295440"/>
    <w:rsid w:val="00297DC3"/>
    <w:rsid w:val="002A3035"/>
    <w:rsid w:val="002A34C7"/>
    <w:rsid w:val="002A4B7C"/>
    <w:rsid w:val="002A6D75"/>
    <w:rsid w:val="002A70C3"/>
    <w:rsid w:val="002B106F"/>
    <w:rsid w:val="002B4759"/>
    <w:rsid w:val="002B5545"/>
    <w:rsid w:val="002C4B4A"/>
    <w:rsid w:val="002C5188"/>
    <w:rsid w:val="002C7624"/>
    <w:rsid w:val="002D0DD6"/>
    <w:rsid w:val="002D3884"/>
    <w:rsid w:val="002D4DDF"/>
    <w:rsid w:val="002D5AB6"/>
    <w:rsid w:val="002D6B3C"/>
    <w:rsid w:val="002D75DF"/>
    <w:rsid w:val="002E0756"/>
    <w:rsid w:val="002E1380"/>
    <w:rsid w:val="002F1AE2"/>
    <w:rsid w:val="002F2106"/>
    <w:rsid w:val="002F3E0D"/>
    <w:rsid w:val="00300B77"/>
    <w:rsid w:val="00303B64"/>
    <w:rsid w:val="00305D53"/>
    <w:rsid w:val="00307774"/>
    <w:rsid w:val="00311F58"/>
    <w:rsid w:val="003151B5"/>
    <w:rsid w:val="003160FD"/>
    <w:rsid w:val="00320B91"/>
    <w:rsid w:val="0033176C"/>
    <w:rsid w:val="00331C4A"/>
    <w:rsid w:val="00335B27"/>
    <w:rsid w:val="00343E66"/>
    <w:rsid w:val="00344BAC"/>
    <w:rsid w:val="003451D6"/>
    <w:rsid w:val="00361B87"/>
    <w:rsid w:val="00370A34"/>
    <w:rsid w:val="00373D17"/>
    <w:rsid w:val="0038516B"/>
    <w:rsid w:val="00393DE9"/>
    <w:rsid w:val="003A1B86"/>
    <w:rsid w:val="003A27F4"/>
    <w:rsid w:val="003C244A"/>
    <w:rsid w:val="003C38EC"/>
    <w:rsid w:val="003D36A2"/>
    <w:rsid w:val="003D3751"/>
    <w:rsid w:val="003D4DCA"/>
    <w:rsid w:val="003D6968"/>
    <w:rsid w:val="003D6B33"/>
    <w:rsid w:val="003E23D9"/>
    <w:rsid w:val="003E5BF6"/>
    <w:rsid w:val="003F07FC"/>
    <w:rsid w:val="003F0C6B"/>
    <w:rsid w:val="003F6CCF"/>
    <w:rsid w:val="00403380"/>
    <w:rsid w:val="00407E14"/>
    <w:rsid w:val="004129EC"/>
    <w:rsid w:val="00414388"/>
    <w:rsid w:val="00426153"/>
    <w:rsid w:val="004269CC"/>
    <w:rsid w:val="0043264C"/>
    <w:rsid w:val="004478DC"/>
    <w:rsid w:val="00456AB0"/>
    <w:rsid w:val="00462B29"/>
    <w:rsid w:val="0046421A"/>
    <w:rsid w:val="004648E5"/>
    <w:rsid w:val="00466ABB"/>
    <w:rsid w:val="004708DA"/>
    <w:rsid w:val="00471435"/>
    <w:rsid w:val="0047479B"/>
    <w:rsid w:val="00481B13"/>
    <w:rsid w:val="00483FB7"/>
    <w:rsid w:val="004869A6"/>
    <w:rsid w:val="00487B91"/>
    <w:rsid w:val="00492BB9"/>
    <w:rsid w:val="00494F4E"/>
    <w:rsid w:val="00497649"/>
    <w:rsid w:val="004979FD"/>
    <w:rsid w:val="004A0447"/>
    <w:rsid w:val="004A2E01"/>
    <w:rsid w:val="004A59BD"/>
    <w:rsid w:val="004A5D98"/>
    <w:rsid w:val="004B0558"/>
    <w:rsid w:val="004B4395"/>
    <w:rsid w:val="004C153C"/>
    <w:rsid w:val="004C2B63"/>
    <w:rsid w:val="004C2DC5"/>
    <w:rsid w:val="004C4BFF"/>
    <w:rsid w:val="004C56E2"/>
    <w:rsid w:val="004C6352"/>
    <w:rsid w:val="004C758B"/>
    <w:rsid w:val="004D0AA6"/>
    <w:rsid w:val="004D2346"/>
    <w:rsid w:val="004D28D9"/>
    <w:rsid w:val="004E3DD0"/>
    <w:rsid w:val="004E6A77"/>
    <w:rsid w:val="004F1540"/>
    <w:rsid w:val="004F206A"/>
    <w:rsid w:val="004F502D"/>
    <w:rsid w:val="004F70FC"/>
    <w:rsid w:val="005031CE"/>
    <w:rsid w:val="005037EE"/>
    <w:rsid w:val="005069E8"/>
    <w:rsid w:val="00514B7E"/>
    <w:rsid w:val="0051567A"/>
    <w:rsid w:val="00523226"/>
    <w:rsid w:val="00530675"/>
    <w:rsid w:val="00530C8F"/>
    <w:rsid w:val="00531657"/>
    <w:rsid w:val="00534DA0"/>
    <w:rsid w:val="00534EDD"/>
    <w:rsid w:val="005464E4"/>
    <w:rsid w:val="00547131"/>
    <w:rsid w:val="00547186"/>
    <w:rsid w:val="005509D0"/>
    <w:rsid w:val="00566932"/>
    <w:rsid w:val="00574363"/>
    <w:rsid w:val="00575FBE"/>
    <w:rsid w:val="00576030"/>
    <w:rsid w:val="005934B9"/>
    <w:rsid w:val="005977C9"/>
    <w:rsid w:val="005A1E6E"/>
    <w:rsid w:val="005A6C91"/>
    <w:rsid w:val="005B5D3C"/>
    <w:rsid w:val="005B5F7D"/>
    <w:rsid w:val="005B63FC"/>
    <w:rsid w:val="005B6BE8"/>
    <w:rsid w:val="005C05C7"/>
    <w:rsid w:val="005C5435"/>
    <w:rsid w:val="005C7A64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5D73"/>
    <w:rsid w:val="005F65FE"/>
    <w:rsid w:val="0061362C"/>
    <w:rsid w:val="0061547C"/>
    <w:rsid w:val="006167EC"/>
    <w:rsid w:val="00630CB7"/>
    <w:rsid w:val="00631B62"/>
    <w:rsid w:val="006354FB"/>
    <w:rsid w:val="00640A09"/>
    <w:rsid w:val="006442D2"/>
    <w:rsid w:val="0065164E"/>
    <w:rsid w:val="00651BDC"/>
    <w:rsid w:val="00656AD7"/>
    <w:rsid w:val="00661A7F"/>
    <w:rsid w:val="0066662F"/>
    <w:rsid w:val="00672F20"/>
    <w:rsid w:val="00676892"/>
    <w:rsid w:val="00680453"/>
    <w:rsid w:val="00684DEC"/>
    <w:rsid w:val="00690A75"/>
    <w:rsid w:val="00695C52"/>
    <w:rsid w:val="006A1949"/>
    <w:rsid w:val="006B4749"/>
    <w:rsid w:val="006B62EA"/>
    <w:rsid w:val="006C30F0"/>
    <w:rsid w:val="006C469D"/>
    <w:rsid w:val="006C4868"/>
    <w:rsid w:val="006C7B2F"/>
    <w:rsid w:val="006D13D9"/>
    <w:rsid w:val="006D1C2C"/>
    <w:rsid w:val="006D6BFB"/>
    <w:rsid w:val="006F0D32"/>
    <w:rsid w:val="00706787"/>
    <w:rsid w:val="00711547"/>
    <w:rsid w:val="00711878"/>
    <w:rsid w:val="00721EBB"/>
    <w:rsid w:val="00726EFE"/>
    <w:rsid w:val="007324F1"/>
    <w:rsid w:val="00732B5E"/>
    <w:rsid w:val="0073362F"/>
    <w:rsid w:val="0073576B"/>
    <w:rsid w:val="00742800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BD4"/>
    <w:rsid w:val="007A1219"/>
    <w:rsid w:val="007A4314"/>
    <w:rsid w:val="007A47B0"/>
    <w:rsid w:val="007B0E6D"/>
    <w:rsid w:val="007B31CC"/>
    <w:rsid w:val="007B63D1"/>
    <w:rsid w:val="007C5AEB"/>
    <w:rsid w:val="007C73AA"/>
    <w:rsid w:val="007D1C4D"/>
    <w:rsid w:val="007D257F"/>
    <w:rsid w:val="007D5875"/>
    <w:rsid w:val="007D6A81"/>
    <w:rsid w:val="007E2EB5"/>
    <w:rsid w:val="007F6112"/>
    <w:rsid w:val="00800CBE"/>
    <w:rsid w:val="00802744"/>
    <w:rsid w:val="00810CD2"/>
    <w:rsid w:val="008121D2"/>
    <w:rsid w:val="00812534"/>
    <w:rsid w:val="00831AD4"/>
    <w:rsid w:val="00832AB9"/>
    <w:rsid w:val="00833B65"/>
    <w:rsid w:val="00834595"/>
    <w:rsid w:val="00840F28"/>
    <w:rsid w:val="00845D32"/>
    <w:rsid w:val="00846D72"/>
    <w:rsid w:val="00851B40"/>
    <w:rsid w:val="00861429"/>
    <w:rsid w:val="008633DA"/>
    <w:rsid w:val="0086359A"/>
    <w:rsid w:val="008671EE"/>
    <w:rsid w:val="0086798F"/>
    <w:rsid w:val="008703BC"/>
    <w:rsid w:val="00887CA4"/>
    <w:rsid w:val="008942A1"/>
    <w:rsid w:val="008970D1"/>
    <w:rsid w:val="008A0401"/>
    <w:rsid w:val="008A20F0"/>
    <w:rsid w:val="008A21D2"/>
    <w:rsid w:val="008A34D4"/>
    <w:rsid w:val="008A6D65"/>
    <w:rsid w:val="008B0ED6"/>
    <w:rsid w:val="008B70A5"/>
    <w:rsid w:val="008C5484"/>
    <w:rsid w:val="008D1B2B"/>
    <w:rsid w:val="008D4E49"/>
    <w:rsid w:val="008E222B"/>
    <w:rsid w:val="008E2871"/>
    <w:rsid w:val="009011A9"/>
    <w:rsid w:val="0090387D"/>
    <w:rsid w:val="009061FA"/>
    <w:rsid w:val="00907BF4"/>
    <w:rsid w:val="00910507"/>
    <w:rsid w:val="00916CC2"/>
    <w:rsid w:val="00923B51"/>
    <w:rsid w:val="00925627"/>
    <w:rsid w:val="00925CC9"/>
    <w:rsid w:val="00935F13"/>
    <w:rsid w:val="0094316E"/>
    <w:rsid w:val="0094738C"/>
    <w:rsid w:val="009522C1"/>
    <w:rsid w:val="00955877"/>
    <w:rsid w:val="00957AA5"/>
    <w:rsid w:val="00960219"/>
    <w:rsid w:val="009666B7"/>
    <w:rsid w:val="009713A9"/>
    <w:rsid w:val="00974446"/>
    <w:rsid w:val="00975F68"/>
    <w:rsid w:val="0097748A"/>
    <w:rsid w:val="00984CFB"/>
    <w:rsid w:val="009869A4"/>
    <w:rsid w:val="00987B43"/>
    <w:rsid w:val="00992E98"/>
    <w:rsid w:val="00992F10"/>
    <w:rsid w:val="00997435"/>
    <w:rsid w:val="00997A3B"/>
    <w:rsid w:val="009A18F4"/>
    <w:rsid w:val="009A7244"/>
    <w:rsid w:val="009B1E71"/>
    <w:rsid w:val="009B4674"/>
    <w:rsid w:val="009C61E8"/>
    <w:rsid w:val="009C719A"/>
    <w:rsid w:val="009C71BA"/>
    <w:rsid w:val="009D3F36"/>
    <w:rsid w:val="009D4D61"/>
    <w:rsid w:val="009E5EE0"/>
    <w:rsid w:val="009F1431"/>
    <w:rsid w:val="009F2AA2"/>
    <w:rsid w:val="009F3161"/>
    <w:rsid w:val="009F6B34"/>
    <w:rsid w:val="009F7A90"/>
    <w:rsid w:val="00A01945"/>
    <w:rsid w:val="00A05583"/>
    <w:rsid w:val="00A12C7D"/>
    <w:rsid w:val="00A13678"/>
    <w:rsid w:val="00A202E7"/>
    <w:rsid w:val="00A30DFB"/>
    <w:rsid w:val="00A31B59"/>
    <w:rsid w:val="00A3491C"/>
    <w:rsid w:val="00A34B7C"/>
    <w:rsid w:val="00A35750"/>
    <w:rsid w:val="00A358CB"/>
    <w:rsid w:val="00A478BC"/>
    <w:rsid w:val="00A52732"/>
    <w:rsid w:val="00A621D0"/>
    <w:rsid w:val="00A639DA"/>
    <w:rsid w:val="00A63F60"/>
    <w:rsid w:val="00A64053"/>
    <w:rsid w:val="00A65A2D"/>
    <w:rsid w:val="00A71E8C"/>
    <w:rsid w:val="00A76A5F"/>
    <w:rsid w:val="00A8168B"/>
    <w:rsid w:val="00A822FE"/>
    <w:rsid w:val="00A83BBD"/>
    <w:rsid w:val="00A9672F"/>
    <w:rsid w:val="00A979E9"/>
    <w:rsid w:val="00AA01B0"/>
    <w:rsid w:val="00AA1DD3"/>
    <w:rsid w:val="00AA418D"/>
    <w:rsid w:val="00AA4AED"/>
    <w:rsid w:val="00AA64D0"/>
    <w:rsid w:val="00AA7B6B"/>
    <w:rsid w:val="00AB16AD"/>
    <w:rsid w:val="00AB54C6"/>
    <w:rsid w:val="00AC5868"/>
    <w:rsid w:val="00AD3F04"/>
    <w:rsid w:val="00AD511F"/>
    <w:rsid w:val="00AD52EB"/>
    <w:rsid w:val="00AE0835"/>
    <w:rsid w:val="00AE0CF7"/>
    <w:rsid w:val="00AE4624"/>
    <w:rsid w:val="00AE6279"/>
    <w:rsid w:val="00AF1407"/>
    <w:rsid w:val="00AF7D8C"/>
    <w:rsid w:val="00B03565"/>
    <w:rsid w:val="00B11D2C"/>
    <w:rsid w:val="00B154A7"/>
    <w:rsid w:val="00B170B9"/>
    <w:rsid w:val="00B173CF"/>
    <w:rsid w:val="00B23EDE"/>
    <w:rsid w:val="00B26400"/>
    <w:rsid w:val="00B31986"/>
    <w:rsid w:val="00B33BC6"/>
    <w:rsid w:val="00B34256"/>
    <w:rsid w:val="00B346E3"/>
    <w:rsid w:val="00B349E6"/>
    <w:rsid w:val="00B34BFC"/>
    <w:rsid w:val="00B4208B"/>
    <w:rsid w:val="00B45C36"/>
    <w:rsid w:val="00B5048D"/>
    <w:rsid w:val="00B5431C"/>
    <w:rsid w:val="00B5725D"/>
    <w:rsid w:val="00B5760E"/>
    <w:rsid w:val="00B611E4"/>
    <w:rsid w:val="00B61A6F"/>
    <w:rsid w:val="00B6440C"/>
    <w:rsid w:val="00B64B0D"/>
    <w:rsid w:val="00B64C67"/>
    <w:rsid w:val="00B676C7"/>
    <w:rsid w:val="00B74593"/>
    <w:rsid w:val="00B7490E"/>
    <w:rsid w:val="00B74B6B"/>
    <w:rsid w:val="00B87B2D"/>
    <w:rsid w:val="00B92239"/>
    <w:rsid w:val="00B944B8"/>
    <w:rsid w:val="00B954CA"/>
    <w:rsid w:val="00BA1EBE"/>
    <w:rsid w:val="00BA39D9"/>
    <w:rsid w:val="00BA3CC3"/>
    <w:rsid w:val="00BA40DB"/>
    <w:rsid w:val="00BA5471"/>
    <w:rsid w:val="00BA5A54"/>
    <w:rsid w:val="00BA67D5"/>
    <w:rsid w:val="00BB3F0F"/>
    <w:rsid w:val="00BB66DB"/>
    <w:rsid w:val="00BB6A26"/>
    <w:rsid w:val="00BC70D8"/>
    <w:rsid w:val="00BD1C1B"/>
    <w:rsid w:val="00BD2E61"/>
    <w:rsid w:val="00BD4E03"/>
    <w:rsid w:val="00BE01EB"/>
    <w:rsid w:val="00BE7DEF"/>
    <w:rsid w:val="00BF0008"/>
    <w:rsid w:val="00BF44A0"/>
    <w:rsid w:val="00C03E6C"/>
    <w:rsid w:val="00C11496"/>
    <w:rsid w:val="00C1224C"/>
    <w:rsid w:val="00C12587"/>
    <w:rsid w:val="00C1428E"/>
    <w:rsid w:val="00C22B1B"/>
    <w:rsid w:val="00C273A1"/>
    <w:rsid w:val="00C30927"/>
    <w:rsid w:val="00C34536"/>
    <w:rsid w:val="00C410B1"/>
    <w:rsid w:val="00C41F10"/>
    <w:rsid w:val="00C4233F"/>
    <w:rsid w:val="00C42671"/>
    <w:rsid w:val="00C50740"/>
    <w:rsid w:val="00C508E0"/>
    <w:rsid w:val="00C514C1"/>
    <w:rsid w:val="00C62D11"/>
    <w:rsid w:val="00C66919"/>
    <w:rsid w:val="00C70A73"/>
    <w:rsid w:val="00C73204"/>
    <w:rsid w:val="00C74D70"/>
    <w:rsid w:val="00C814E5"/>
    <w:rsid w:val="00C81A5B"/>
    <w:rsid w:val="00C83FE1"/>
    <w:rsid w:val="00C85A97"/>
    <w:rsid w:val="00C9092F"/>
    <w:rsid w:val="00C967A2"/>
    <w:rsid w:val="00CA3D5D"/>
    <w:rsid w:val="00CA5E0C"/>
    <w:rsid w:val="00CA7EBF"/>
    <w:rsid w:val="00CB28A9"/>
    <w:rsid w:val="00CB3F68"/>
    <w:rsid w:val="00CC195B"/>
    <w:rsid w:val="00CC43A7"/>
    <w:rsid w:val="00CC6B72"/>
    <w:rsid w:val="00CC73C2"/>
    <w:rsid w:val="00CC76D8"/>
    <w:rsid w:val="00CD1057"/>
    <w:rsid w:val="00CD68E4"/>
    <w:rsid w:val="00CE066E"/>
    <w:rsid w:val="00CE17D5"/>
    <w:rsid w:val="00CE47F7"/>
    <w:rsid w:val="00CE60A1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3CC4"/>
    <w:rsid w:val="00D44688"/>
    <w:rsid w:val="00D4603E"/>
    <w:rsid w:val="00D52C7D"/>
    <w:rsid w:val="00D55277"/>
    <w:rsid w:val="00D56DCD"/>
    <w:rsid w:val="00D60331"/>
    <w:rsid w:val="00D672F5"/>
    <w:rsid w:val="00D772A7"/>
    <w:rsid w:val="00D7751C"/>
    <w:rsid w:val="00D809CF"/>
    <w:rsid w:val="00D81255"/>
    <w:rsid w:val="00D842F7"/>
    <w:rsid w:val="00D85C18"/>
    <w:rsid w:val="00D866AD"/>
    <w:rsid w:val="00D87963"/>
    <w:rsid w:val="00D9017B"/>
    <w:rsid w:val="00D9295C"/>
    <w:rsid w:val="00D94087"/>
    <w:rsid w:val="00D962A4"/>
    <w:rsid w:val="00DA41EA"/>
    <w:rsid w:val="00DA4A00"/>
    <w:rsid w:val="00DA5E87"/>
    <w:rsid w:val="00DB3169"/>
    <w:rsid w:val="00DB3A47"/>
    <w:rsid w:val="00DC3C0E"/>
    <w:rsid w:val="00DC4EE0"/>
    <w:rsid w:val="00DD01E0"/>
    <w:rsid w:val="00DD0D5D"/>
    <w:rsid w:val="00DD215A"/>
    <w:rsid w:val="00DD2764"/>
    <w:rsid w:val="00DD5919"/>
    <w:rsid w:val="00DE1177"/>
    <w:rsid w:val="00DE64E8"/>
    <w:rsid w:val="00DF0266"/>
    <w:rsid w:val="00DF52F2"/>
    <w:rsid w:val="00DF69DA"/>
    <w:rsid w:val="00DF78F0"/>
    <w:rsid w:val="00E00DEE"/>
    <w:rsid w:val="00E01D0D"/>
    <w:rsid w:val="00E11CCB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04D9"/>
    <w:rsid w:val="00E52960"/>
    <w:rsid w:val="00E6753D"/>
    <w:rsid w:val="00E71695"/>
    <w:rsid w:val="00E72730"/>
    <w:rsid w:val="00E73690"/>
    <w:rsid w:val="00E74742"/>
    <w:rsid w:val="00E80C0B"/>
    <w:rsid w:val="00E82337"/>
    <w:rsid w:val="00E82635"/>
    <w:rsid w:val="00E859E8"/>
    <w:rsid w:val="00E9288B"/>
    <w:rsid w:val="00E95E0E"/>
    <w:rsid w:val="00EA0774"/>
    <w:rsid w:val="00EA0B91"/>
    <w:rsid w:val="00EA6CCC"/>
    <w:rsid w:val="00EB34CF"/>
    <w:rsid w:val="00EB5AE1"/>
    <w:rsid w:val="00EB7312"/>
    <w:rsid w:val="00EC0E7C"/>
    <w:rsid w:val="00EC2D58"/>
    <w:rsid w:val="00EC3B06"/>
    <w:rsid w:val="00EC4D30"/>
    <w:rsid w:val="00ED1A3A"/>
    <w:rsid w:val="00ED4F2F"/>
    <w:rsid w:val="00EE40D0"/>
    <w:rsid w:val="00EE495F"/>
    <w:rsid w:val="00EE4A92"/>
    <w:rsid w:val="00EE6371"/>
    <w:rsid w:val="00EE7C39"/>
    <w:rsid w:val="00EF6DFC"/>
    <w:rsid w:val="00F07414"/>
    <w:rsid w:val="00F134C8"/>
    <w:rsid w:val="00F145E6"/>
    <w:rsid w:val="00F14F2D"/>
    <w:rsid w:val="00F16C6B"/>
    <w:rsid w:val="00F174CF"/>
    <w:rsid w:val="00F207D6"/>
    <w:rsid w:val="00F336F6"/>
    <w:rsid w:val="00F37BC4"/>
    <w:rsid w:val="00F438E4"/>
    <w:rsid w:val="00F50109"/>
    <w:rsid w:val="00F501B8"/>
    <w:rsid w:val="00F52CC9"/>
    <w:rsid w:val="00F53175"/>
    <w:rsid w:val="00F56730"/>
    <w:rsid w:val="00F60E77"/>
    <w:rsid w:val="00F637A3"/>
    <w:rsid w:val="00F65223"/>
    <w:rsid w:val="00F72000"/>
    <w:rsid w:val="00F72680"/>
    <w:rsid w:val="00F77BC1"/>
    <w:rsid w:val="00F909AD"/>
    <w:rsid w:val="00F9622F"/>
    <w:rsid w:val="00FA04E1"/>
    <w:rsid w:val="00FA5632"/>
    <w:rsid w:val="00FA7F02"/>
    <w:rsid w:val="00FB4D38"/>
    <w:rsid w:val="00FB5054"/>
    <w:rsid w:val="00FB745F"/>
    <w:rsid w:val="00FC1FB9"/>
    <w:rsid w:val="00FD1826"/>
    <w:rsid w:val="00FD2944"/>
    <w:rsid w:val="00FD48E9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BDB9A2"/>
  <w14:discardImageEditingData/>
  <w14:defaultImageDpi w14:val="150"/>
  <w15:docId w15:val="{AE6B2259-19E1-4E02-B426-B9DDCAEFD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07E14"/>
  </w:style>
  <w:style w:type="paragraph" w:styleId="Rodap">
    <w:name w:val="footer"/>
    <w:basedOn w:val="Normal"/>
    <w:link w:val="RodapCarte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07E14"/>
  </w:style>
  <w:style w:type="paragraph" w:styleId="Textodebalo">
    <w:name w:val="Balloon Text"/>
    <w:basedOn w:val="Normal"/>
    <w:link w:val="TextodebaloCarte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003737"/>
    <w:rPr>
      <w:color w:val="0000FF"/>
      <w:u w:val="single"/>
    </w:rPr>
  </w:style>
  <w:style w:type="character" w:styleId="Hiperligaovisitada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Forte">
    <w:name w:val="Strong"/>
    <w:uiPriority w:val="22"/>
    <w:qFormat/>
    <w:rsid w:val="00997435"/>
    <w:rPr>
      <w:b/>
      <w:bCs/>
    </w:rPr>
  </w:style>
  <w:style w:type="character" w:styleId="nfase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2755D2"/>
    <w:rPr>
      <w:sz w:val="20"/>
      <w:szCs w:val="20"/>
    </w:rPr>
  </w:style>
  <w:style w:type="character" w:customStyle="1" w:styleId="TextodenotaderodapCarter">
    <w:name w:val="Texto de nota de rodapé Caráter"/>
    <w:link w:val="Textodenotaderodap"/>
    <w:uiPriority w:val="99"/>
    <w:semiHidden/>
    <w:rsid w:val="002755D2"/>
    <w:rPr>
      <w:lang w:eastAsia="en-US"/>
    </w:rPr>
  </w:style>
  <w:style w:type="character" w:styleId="Refdenotaderodap">
    <w:name w:val="footnote reference"/>
    <w:uiPriority w:val="99"/>
    <w:semiHidden/>
    <w:unhideWhenUsed/>
    <w:rsid w:val="002755D2"/>
    <w:rPr>
      <w:vertAlign w:val="superscript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9F6B34"/>
    <w:rPr>
      <w:color w:val="808080"/>
      <w:shd w:val="clear" w:color="auto" w:fill="E6E6E6"/>
    </w:rPr>
  </w:style>
  <w:style w:type="paragraph" w:customStyle="1" w:styleId="m2147974441763335827gmail-m-6620451049493064463gmail-msonormal">
    <w:name w:val="m_2147974441763335827gmail-m_-6620451049493064463gmail-msonormal"/>
    <w:basedOn w:val="Normal"/>
    <w:rsid w:val="00190B13"/>
    <w:pPr>
      <w:spacing w:before="100" w:beforeAutospacing="1" w:after="100" w:afterAutospacing="1" w:line="240" w:lineRule="auto"/>
    </w:pPr>
    <w:rPr>
      <w:rFonts w:ascii="Gulim" w:eastAsia="Gulim" w:hAnsi="Gulim" w:cs="Gulim"/>
      <w:sz w:val="24"/>
      <w:szCs w:val="24"/>
      <w:lang w:val="en-GB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otos.aempress.com/Robisa/Samyang-Optics/AF-35mm-F28-FE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RobisaPortuga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facebook.com/objetivossamyangiberi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obisa.es/pt/samyang/" TargetMode="External"/><Relationship Id="rId14" Type="http://schemas.openxmlformats.org/officeDocument/2006/relationships/hyperlink" Target="mailto:robisa@aempress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QNAP-TVS463\AEMpress\Templates\Robisa%20-%20Samyang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FE241-C0B8-4CFB-B486-BA703C45A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Robisa - Samyang.dotx</Template>
  <TotalTime>160</TotalTime>
  <Pages>2</Pages>
  <Words>596</Words>
  <Characters>3224</Characters>
  <Application>Microsoft Office Word</Application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3813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Marques</dc:creator>
  <cp:keywords>Robisa</cp:keywords>
  <cp:lastModifiedBy>Nuno Ramos</cp:lastModifiedBy>
  <cp:revision>29</cp:revision>
  <dcterms:created xsi:type="dcterms:W3CDTF">2018-01-09T14:45:00Z</dcterms:created>
  <dcterms:modified xsi:type="dcterms:W3CDTF">2018-05-07T11:19:00Z</dcterms:modified>
</cp:coreProperties>
</file>